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D462" w14:textId="0152FACC" w:rsidR="00CA6A72" w:rsidRDefault="00CA6A72" w:rsidP="00CA6A72">
      <w:pPr>
        <w:pStyle w:val="Zhlav"/>
        <w:rPr>
          <w:rFonts w:cstheme="minorHAnsi"/>
          <w:sz w:val="18"/>
          <w:szCs w:val="18"/>
        </w:rPr>
      </w:pPr>
    </w:p>
    <w:p w14:paraId="22D663FB" w14:textId="2D784BDE" w:rsidR="004667F8" w:rsidRPr="00AF3A9E" w:rsidRDefault="004667F8" w:rsidP="004667F8">
      <w:pPr>
        <w:jc w:val="center"/>
        <w:rPr>
          <w:sz w:val="24"/>
        </w:rPr>
      </w:pPr>
    </w:p>
    <w:p w14:paraId="15C65D9E" w14:textId="3F8C4835" w:rsidR="004667F8" w:rsidRDefault="004667F8" w:rsidP="004667F8">
      <w:pPr>
        <w:jc w:val="center"/>
        <w:rPr>
          <w:sz w:val="24"/>
        </w:rPr>
      </w:pPr>
    </w:p>
    <w:p w14:paraId="76022A2C" w14:textId="1DAE08A7" w:rsidR="00E521E5" w:rsidRDefault="00E521E5" w:rsidP="004667F8">
      <w:pPr>
        <w:jc w:val="center"/>
        <w:rPr>
          <w:sz w:val="24"/>
        </w:rPr>
      </w:pPr>
    </w:p>
    <w:p w14:paraId="4C18C787" w14:textId="1B2902CD" w:rsidR="00BE5556" w:rsidRDefault="00BE5556" w:rsidP="004667F8">
      <w:pPr>
        <w:jc w:val="center"/>
        <w:rPr>
          <w:sz w:val="24"/>
        </w:rPr>
      </w:pPr>
    </w:p>
    <w:p w14:paraId="6DAB7575" w14:textId="77777777" w:rsidR="00BE5556" w:rsidRDefault="00BE5556" w:rsidP="004667F8">
      <w:pPr>
        <w:jc w:val="center"/>
        <w:rPr>
          <w:sz w:val="24"/>
        </w:rPr>
      </w:pPr>
    </w:p>
    <w:p w14:paraId="57849DB5" w14:textId="77777777" w:rsidR="009A504C" w:rsidRPr="001263D6" w:rsidRDefault="009A504C" w:rsidP="009A504C">
      <w:pPr>
        <w:jc w:val="center"/>
        <w:rPr>
          <w:b/>
          <w:sz w:val="48"/>
          <w:szCs w:val="48"/>
        </w:rPr>
      </w:pPr>
      <w:r w:rsidRPr="001263D6">
        <w:rPr>
          <w:b/>
          <w:sz w:val="48"/>
          <w:szCs w:val="48"/>
        </w:rPr>
        <w:t>MOST ev. č. 334-011</w:t>
      </w:r>
    </w:p>
    <w:p w14:paraId="15A3042B" w14:textId="77777777" w:rsidR="009A504C" w:rsidRPr="001263D6" w:rsidRDefault="009A504C" w:rsidP="009A504C">
      <w:pPr>
        <w:jc w:val="center"/>
        <w:rPr>
          <w:b/>
          <w:sz w:val="48"/>
          <w:szCs w:val="48"/>
        </w:rPr>
      </w:pPr>
      <w:r w:rsidRPr="001263D6">
        <w:rPr>
          <w:b/>
          <w:sz w:val="48"/>
          <w:szCs w:val="48"/>
        </w:rPr>
        <w:t>PŘES PŘESTAVLCKÝ POTOK V OBCI PŘESTAVLKY</w:t>
      </w:r>
    </w:p>
    <w:p w14:paraId="0253641C" w14:textId="77777777" w:rsidR="003503AC" w:rsidRDefault="003503AC" w:rsidP="004667F8">
      <w:pPr>
        <w:jc w:val="center"/>
        <w:rPr>
          <w:sz w:val="24"/>
        </w:rPr>
      </w:pPr>
    </w:p>
    <w:p w14:paraId="0B90A269" w14:textId="77777777" w:rsidR="003E4152" w:rsidRPr="00AF3A9E" w:rsidRDefault="003E4152" w:rsidP="004667F8">
      <w:pPr>
        <w:jc w:val="center"/>
        <w:rPr>
          <w:sz w:val="24"/>
        </w:rPr>
      </w:pPr>
    </w:p>
    <w:p w14:paraId="46B3566F" w14:textId="77777777" w:rsidR="00E521E5" w:rsidRPr="000F1813" w:rsidRDefault="00E521E5" w:rsidP="00E521E5">
      <w:pPr>
        <w:jc w:val="center"/>
        <w:rPr>
          <w:b/>
          <w:sz w:val="28"/>
          <w:szCs w:val="28"/>
        </w:rPr>
      </w:pPr>
      <w:r w:rsidRPr="000F1813">
        <w:rPr>
          <w:b/>
          <w:sz w:val="28"/>
          <w:szCs w:val="28"/>
        </w:rPr>
        <w:t>STUPEŇ PROJEKTU:</w:t>
      </w:r>
    </w:p>
    <w:p w14:paraId="66FBAA61" w14:textId="77777777" w:rsidR="00DF4014" w:rsidRDefault="00B94330" w:rsidP="00E521E5">
      <w:pPr>
        <w:jc w:val="center"/>
        <w:rPr>
          <w:b/>
          <w:sz w:val="28"/>
          <w:szCs w:val="28"/>
        </w:rPr>
      </w:pPr>
      <w:r>
        <w:rPr>
          <w:b/>
          <w:sz w:val="28"/>
          <w:szCs w:val="28"/>
        </w:rPr>
        <w:t xml:space="preserve">PROJEKTOVÁ </w:t>
      </w:r>
      <w:r w:rsidR="00E521E5" w:rsidRPr="000F1813">
        <w:rPr>
          <w:b/>
          <w:sz w:val="28"/>
          <w:szCs w:val="28"/>
        </w:rPr>
        <w:t>D</w:t>
      </w:r>
      <w:r w:rsidR="00570F84">
        <w:rPr>
          <w:b/>
          <w:sz w:val="28"/>
          <w:szCs w:val="28"/>
        </w:rPr>
        <w:t xml:space="preserve">OKUMENTACE PRO </w:t>
      </w:r>
      <w:r w:rsidR="00DF4014">
        <w:rPr>
          <w:b/>
          <w:sz w:val="28"/>
          <w:szCs w:val="28"/>
        </w:rPr>
        <w:t>PROVÁDĚNÍ STAVBY</w:t>
      </w:r>
    </w:p>
    <w:p w14:paraId="6907B451" w14:textId="5DDC497A" w:rsidR="00E521E5" w:rsidRPr="000F1813" w:rsidRDefault="00E521E5" w:rsidP="00E521E5">
      <w:pPr>
        <w:jc w:val="center"/>
        <w:rPr>
          <w:b/>
          <w:sz w:val="28"/>
          <w:szCs w:val="28"/>
        </w:rPr>
      </w:pPr>
      <w:r w:rsidRPr="000F1813">
        <w:rPr>
          <w:b/>
          <w:sz w:val="28"/>
          <w:szCs w:val="28"/>
        </w:rPr>
        <w:t xml:space="preserve"> (</w:t>
      </w:r>
      <w:r w:rsidR="00B94330">
        <w:rPr>
          <w:b/>
          <w:sz w:val="28"/>
          <w:szCs w:val="28"/>
        </w:rPr>
        <w:t>P</w:t>
      </w:r>
      <w:r w:rsidRPr="000F1813">
        <w:rPr>
          <w:b/>
          <w:sz w:val="28"/>
          <w:szCs w:val="28"/>
        </w:rPr>
        <w:t>D</w:t>
      </w:r>
      <w:r w:rsidR="00B94330">
        <w:rPr>
          <w:b/>
          <w:sz w:val="28"/>
          <w:szCs w:val="28"/>
        </w:rPr>
        <w:t>PS</w:t>
      </w:r>
      <w:r w:rsidRPr="000F1813">
        <w:rPr>
          <w:b/>
          <w:sz w:val="28"/>
          <w:szCs w:val="28"/>
        </w:rPr>
        <w:t>)</w:t>
      </w:r>
    </w:p>
    <w:p w14:paraId="1F387662" w14:textId="77777777" w:rsidR="00E418D3" w:rsidRDefault="00E418D3" w:rsidP="00E418D3">
      <w:pPr>
        <w:jc w:val="center"/>
        <w:rPr>
          <w:b/>
          <w:sz w:val="32"/>
        </w:rPr>
      </w:pPr>
    </w:p>
    <w:p w14:paraId="54223E9B" w14:textId="77777777" w:rsidR="00E418D3" w:rsidRDefault="00E418D3" w:rsidP="00E418D3">
      <w:pPr>
        <w:jc w:val="center"/>
        <w:rPr>
          <w:b/>
          <w:sz w:val="32"/>
        </w:rPr>
      </w:pPr>
    </w:p>
    <w:p w14:paraId="40C89235" w14:textId="77777777" w:rsidR="0021033D" w:rsidRPr="00AF3A9E" w:rsidRDefault="0021033D" w:rsidP="00390F0C">
      <w:pPr>
        <w:autoSpaceDE w:val="0"/>
        <w:autoSpaceDN w:val="0"/>
        <w:adjustRightInd w:val="0"/>
        <w:jc w:val="center"/>
        <w:rPr>
          <w:b/>
          <w:sz w:val="36"/>
          <w:szCs w:val="36"/>
        </w:rPr>
      </w:pPr>
    </w:p>
    <w:p w14:paraId="699DC32F" w14:textId="77777777" w:rsidR="00E521E5" w:rsidRDefault="00E521E5" w:rsidP="004667F8">
      <w:pPr>
        <w:jc w:val="center"/>
        <w:rPr>
          <w:b/>
          <w:caps/>
          <w:sz w:val="48"/>
          <w:szCs w:val="48"/>
        </w:rPr>
      </w:pPr>
    </w:p>
    <w:p w14:paraId="6455CA4C" w14:textId="77777777" w:rsidR="00E521E5" w:rsidRPr="00AF3A9E" w:rsidRDefault="00E521E5" w:rsidP="004667F8">
      <w:pPr>
        <w:jc w:val="center"/>
        <w:rPr>
          <w:b/>
          <w:sz w:val="32"/>
        </w:rPr>
      </w:pPr>
    </w:p>
    <w:p w14:paraId="4A3EB8D9" w14:textId="34C1C05B" w:rsidR="00E418D3" w:rsidRDefault="00570F84" w:rsidP="00E418D3">
      <w:pPr>
        <w:jc w:val="center"/>
        <w:outlineLvl w:val="0"/>
        <w:rPr>
          <w:b/>
          <w:sz w:val="48"/>
        </w:rPr>
      </w:pPr>
      <w:bookmarkStart w:id="0" w:name="OLE_LINK2"/>
      <w:r>
        <w:rPr>
          <w:b/>
          <w:sz w:val="48"/>
        </w:rPr>
        <w:t xml:space="preserve">PRŮVODNÍ ZPRÁVA </w:t>
      </w:r>
      <w:r w:rsidR="00816345">
        <w:rPr>
          <w:b/>
          <w:sz w:val="48"/>
        </w:rPr>
        <w:t>+</w:t>
      </w:r>
    </w:p>
    <w:p w14:paraId="7D0A616A" w14:textId="189A7ACA" w:rsidR="00816345" w:rsidRPr="00FC5544" w:rsidRDefault="00816345" w:rsidP="00816345">
      <w:pPr>
        <w:ind w:firstLine="720"/>
        <w:outlineLvl w:val="0"/>
        <w:rPr>
          <w:b/>
          <w:sz w:val="48"/>
        </w:rPr>
      </w:pPr>
      <w:r>
        <w:rPr>
          <w:b/>
          <w:sz w:val="48"/>
        </w:rPr>
        <w:t>SOUHRNNÁ TECHNICKÁ ZPRÁVA</w:t>
      </w:r>
    </w:p>
    <w:bookmarkEnd w:id="0"/>
    <w:p w14:paraId="6346449B" w14:textId="77777777" w:rsidR="00920AE8" w:rsidRDefault="00920AE8" w:rsidP="00920AE8"/>
    <w:p w14:paraId="19C2DE1B" w14:textId="77777777" w:rsidR="00920AE8" w:rsidRDefault="00920AE8" w:rsidP="00920AE8"/>
    <w:p w14:paraId="63CF6595" w14:textId="77777777" w:rsidR="004667F8" w:rsidRPr="00AF3A9E" w:rsidRDefault="004667F8" w:rsidP="00A61550">
      <w:pPr>
        <w:jc w:val="center"/>
      </w:pPr>
    </w:p>
    <w:p w14:paraId="2678F2AD" w14:textId="77777777" w:rsidR="00A91E61" w:rsidRPr="00AF3A9E" w:rsidRDefault="00A91E61" w:rsidP="00920AE8">
      <w:pPr>
        <w:sectPr w:rsidR="00A91E61" w:rsidRPr="00AF3A9E" w:rsidSect="00A91E61">
          <w:headerReference w:type="default" r:id="rId8"/>
          <w:headerReference w:type="first" r:id="rId9"/>
          <w:footerReference w:type="first" r:id="rId10"/>
          <w:type w:val="continuous"/>
          <w:pgSz w:w="11907" w:h="16840" w:code="9"/>
          <w:pgMar w:top="1247" w:right="851" w:bottom="1134" w:left="1418" w:header="709" w:footer="709" w:gutter="0"/>
          <w:cols w:space="708"/>
          <w:docGrid w:linePitch="326"/>
        </w:sectPr>
      </w:pPr>
    </w:p>
    <w:p w14:paraId="09029FC2" w14:textId="77777777" w:rsidR="000B7BE0" w:rsidRDefault="00D4464C" w:rsidP="00B357B3">
      <w:pPr>
        <w:pStyle w:val="Nzev"/>
        <w:rPr>
          <w:caps/>
        </w:rPr>
      </w:pPr>
      <w:bookmarkStart w:id="1" w:name="_Toc313032367"/>
      <w:bookmarkStart w:id="2" w:name="_Toc313032402"/>
      <w:r w:rsidRPr="00AF3A9E">
        <w:rPr>
          <w:caps/>
        </w:rPr>
        <w:br w:type="page"/>
      </w:r>
    </w:p>
    <w:p w14:paraId="44B77ED6" w14:textId="4A52A957" w:rsidR="00B357B3" w:rsidRDefault="00B357B3" w:rsidP="00410406">
      <w:pPr>
        <w:pStyle w:val="Nzev"/>
        <w:tabs>
          <w:tab w:val="right" w:pos="9468"/>
        </w:tabs>
        <w:rPr>
          <w:caps/>
        </w:rPr>
      </w:pPr>
      <w:r w:rsidRPr="00AF3A9E">
        <w:rPr>
          <w:caps/>
        </w:rPr>
        <w:lastRenderedPageBreak/>
        <w:t>Obsah</w:t>
      </w:r>
      <w:bookmarkEnd w:id="1"/>
      <w:bookmarkEnd w:id="2"/>
      <w:r w:rsidR="00410406">
        <w:rPr>
          <w:caps/>
        </w:rPr>
        <w:tab/>
      </w:r>
    </w:p>
    <w:p w14:paraId="4E89BBC5" w14:textId="77777777" w:rsidR="009D6FBD" w:rsidRDefault="009D6FBD" w:rsidP="00680690"/>
    <w:p w14:paraId="73567FC1" w14:textId="72539C9D" w:rsidR="005544D4" w:rsidRDefault="00680690">
      <w:pPr>
        <w:pStyle w:val="Obsah2"/>
        <w:rPr>
          <w:rFonts w:asciiTheme="minorHAnsi" w:eastAsiaTheme="minorEastAsia" w:hAnsiTheme="minorHAnsi" w:cstheme="minorBidi"/>
          <w:b w:val="0"/>
          <w:smallCaps w:val="0"/>
          <w:noProof/>
          <w:sz w:val="22"/>
          <w:szCs w:val="22"/>
        </w:rPr>
      </w:pPr>
      <w:r>
        <w:fldChar w:fldCharType="begin"/>
      </w:r>
      <w:r>
        <w:instrText xml:space="preserve"> TOC \u \t "Nadpis 1;2;Nadpis 2;3;Nadpis 3;4;Nadpis 99;1;Nadpis 999;1;Název oddílu;1" </w:instrText>
      </w:r>
      <w:r>
        <w:fldChar w:fldCharType="separate"/>
      </w:r>
      <w:r w:rsidR="005544D4" w:rsidRPr="007D327E">
        <w:rPr>
          <w:noProof/>
        </w:rPr>
        <w:t>A.</w:t>
      </w:r>
      <w:r w:rsidR="005544D4">
        <w:rPr>
          <w:rFonts w:asciiTheme="minorHAnsi" w:eastAsiaTheme="minorEastAsia" w:hAnsiTheme="minorHAnsi" w:cstheme="minorBidi"/>
          <w:b w:val="0"/>
          <w:smallCaps w:val="0"/>
          <w:noProof/>
          <w:sz w:val="22"/>
          <w:szCs w:val="22"/>
        </w:rPr>
        <w:tab/>
      </w:r>
      <w:r w:rsidR="005544D4" w:rsidRPr="00BA30DC">
        <w:rPr>
          <w:noProof/>
          <w:sz w:val="24"/>
          <w:szCs w:val="24"/>
        </w:rPr>
        <w:t>průvodní zpráva</w:t>
      </w:r>
      <w:r w:rsidR="005544D4">
        <w:rPr>
          <w:noProof/>
        </w:rPr>
        <w:tab/>
      </w:r>
      <w:r w:rsidR="005544D4">
        <w:rPr>
          <w:noProof/>
        </w:rPr>
        <w:fldChar w:fldCharType="begin"/>
      </w:r>
      <w:r w:rsidR="005544D4">
        <w:rPr>
          <w:noProof/>
        </w:rPr>
        <w:instrText xml:space="preserve"> PAGEREF _Toc54007065 \h </w:instrText>
      </w:r>
      <w:r w:rsidR="005544D4">
        <w:rPr>
          <w:noProof/>
        </w:rPr>
      </w:r>
      <w:r w:rsidR="005544D4">
        <w:rPr>
          <w:noProof/>
        </w:rPr>
        <w:fldChar w:fldCharType="separate"/>
      </w:r>
      <w:r w:rsidR="00F81E5C">
        <w:rPr>
          <w:noProof/>
        </w:rPr>
        <w:t>3</w:t>
      </w:r>
      <w:r w:rsidR="005544D4">
        <w:rPr>
          <w:noProof/>
        </w:rPr>
        <w:fldChar w:fldCharType="end"/>
      </w:r>
    </w:p>
    <w:p w14:paraId="586FF28B" w14:textId="45CBF62F" w:rsidR="005544D4" w:rsidRDefault="005544D4">
      <w:pPr>
        <w:pStyle w:val="Obsah3"/>
        <w:rPr>
          <w:rFonts w:asciiTheme="minorHAnsi" w:eastAsiaTheme="minorEastAsia" w:hAnsiTheme="minorHAnsi" w:cstheme="minorBidi"/>
          <w:smallCaps w:val="0"/>
          <w:sz w:val="22"/>
          <w:szCs w:val="22"/>
        </w:rPr>
      </w:pPr>
      <w:r>
        <w:t>A.1.</w:t>
      </w:r>
      <w:r>
        <w:rPr>
          <w:rFonts w:asciiTheme="minorHAnsi" w:eastAsiaTheme="minorEastAsia" w:hAnsiTheme="minorHAnsi" w:cstheme="minorBidi"/>
          <w:smallCaps w:val="0"/>
          <w:sz w:val="22"/>
          <w:szCs w:val="22"/>
        </w:rPr>
        <w:tab/>
      </w:r>
      <w:r>
        <w:t>Identifikační údaje</w:t>
      </w:r>
      <w:r>
        <w:tab/>
      </w:r>
      <w:r>
        <w:fldChar w:fldCharType="begin"/>
      </w:r>
      <w:r>
        <w:instrText xml:space="preserve"> PAGEREF _Toc54007066 \h </w:instrText>
      </w:r>
      <w:r>
        <w:fldChar w:fldCharType="separate"/>
      </w:r>
      <w:r w:rsidR="00F81E5C">
        <w:t>3</w:t>
      </w:r>
      <w:r>
        <w:fldChar w:fldCharType="end"/>
      </w:r>
    </w:p>
    <w:p w14:paraId="59B899D5" w14:textId="4E9F983A"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A.1.1.</w:t>
      </w:r>
      <w:r>
        <w:rPr>
          <w:rFonts w:asciiTheme="minorHAnsi" w:eastAsiaTheme="minorEastAsia" w:hAnsiTheme="minorHAnsi" w:cstheme="minorBidi"/>
          <w:i w:val="0"/>
          <w:noProof/>
          <w:sz w:val="22"/>
          <w:szCs w:val="22"/>
        </w:rPr>
        <w:tab/>
      </w:r>
      <w:r>
        <w:rPr>
          <w:noProof/>
        </w:rPr>
        <w:t>Údaje o stavbě</w:t>
      </w:r>
      <w:r>
        <w:rPr>
          <w:noProof/>
        </w:rPr>
        <w:tab/>
      </w:r>
      <w:r>
        <w:rPr>
          <w:noProof/>
        </w:rPr>
        <w:fldChar w:fldCharType="begin"/>
      </w:r>
      <w:r>
        <w:rPr>
          <w:noProof/>
        </w:rPr>
        <w:instrText xml:space="preserve"> PAGEREF _Toc54007067 \h </w:instrText>
      </w:r>
      <w:r>
        <w:rPr>
          <w:noProof/>
        </w:rPr>
      </w:r>
      <w:r>
        <w:rPr>
          <w:noProof/>
        </w:rPr>
        <w:fldChar w:fldCharType="separate"/>
      </w:r>
      <w:r w:rsidR="00F81E5C">
        <w:rPr>
          <w:noProof/>
        </w:rPr>
        <w:t>3</w:t>
      </w:r>
      <w:r>
        <w:rPr>
          <w:noProof/>
        </w:rPr>
        <w:fldChar w:fldCharType="end"/>
      </w:r>
    </w:p>
    <w:p w14:paraId="19F26A55" w14:textId="1A449EFC"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A.1.2.</w:t>
      </w:r>
      <w:r>
        <w:rPr>
          <w:rFonts w:asciiTheme="minorHAnsi" w:eastAsiaTheme="minorEastAsia" w:hAnsiTheme="minorHAnsi" w:cstheme="minorBidi"/>
          <w:i w:val="0"/>
          <w:noProof/>
          <w:sz w:val="22"/>
          <w:szCs w:val="22"/>
        </w:rPr>
        <w:tab/>
      </w:r>
      <w:r>
        <w:rPr>
          <w:noProof/>
        </w:rPr>
        <w:t>Údaje o stavebníkovi</w:t>
      </w:r>
      <w:r>
        <w:rPr>
          <w:noProof/>
        </w:rPr>
        <w:tab/>
      </w:r>
      <w:r>
        <w:rPr>
          <w:noProof/>
        </w:rPr>
        <w:fldChar w:fldCharType="begin"/>
      </w:r>
      <w:r>
        <w:rPr>
          <w:noProof/>
        </w:rPr>
        <w:instrText xml:space="preserve"> PAGEREF _Toc54007068 \h </w:instrText>
      </w:r>
      <w:r>
        <w:rPr>
          <w:noProof/>
        </w:rPr>
      </w:r>
      <w:r>
        <w:rPr>
          <w:noProof/>
        </w:rPr>
        <w:fldChar w:fldCharType="separate"/>
      </w:r>
      <w:r w:rsidR="00F81E5C">
        <w:rPr>
          <w:noProof/>
        </w:rPr>
        <w:t>3</w:t>
      </w:r>
      <w:r>
        <w:rPr>
          <w:noProof/>
        </w:rPr>
        <w:fldChar w:fldCharType="end"/>
      </w:r>
    </w:p>
    <w:p w14:paraId="03E5EC37" w14:textId="25A41491"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A.1.3.</w:t>
      </w:r>
      <w:r>
        <w:rPr>
          <w:rFonts w:asciiTheme="minorHAnsi" w:eastAsiaTheme="minorEastAsia" w:hAnsiTheme="minorHAnsi" w:cstheme="minorBidi"/>
          <w:i w:val="0"/>
          <w:noProof/>
          <w:sz w:val="22"/>
          <w:szCs w:val="22"/>
        </w:rPr>
        <w:tab/>
      </w:r>
      <w:r>
        <w:rPr>
          <w:noProof/>
        </w:rPr>
        <w:t>Údaje o zpracovateli dokumentace</w:t>
      </w:r>
      <w:r>
        <w:rPr>
          <w:noProof/>
        </w:rPr>
        <w:tab/>
      </w:r>
      <w:r>
        <w:rPr>
          <w:noProof/>
        </w:rPr>
        <w:fldChar w:fldCharType="begin"/>
      </w:r>
      <w:r>
        <w:rPr>
          <w:noProof/>
        </w:rPr>
        <w:instrText xml:space="preserve"> PAGEREF _Toc54007069 \h </w:instrText>
      </w:r>
      <w:r>
        <w:rPr>
          <w:noProof/>
        </w:rPr>
      </w:r>
      <w:r>
        <w:rPr>
          <w:noProof/>
        </w:rPr>
        <w:fldChar w:fldCharType="separate"/>
      </w:r>
      <w:r w:rsidR="00F81E5C">
        <w:rPr>
          <w:noProof/>
        </w:rPr>
        <w:t>3</w:t>
      </w:r>
      <w:r>
        <w:rPr>
          <w:noProof/>
        </w:rPr>
        <w:fldChar w:fldCharType="end"/>
      </w:r>
    </w:p>
    <w:p w14:paraId="26A3A956" w14:textId="3400FFFB"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A.1.4.</w:t>
      </w:r>
      <w:r>
        <w:rPr>
          <w:rFonts w:asciiTheme="minorHAnsi" w:eastAsiaTheme="minorEastAsia" w:hAnsiTheme="minorHAnsi" w:cstheme="minorBidi"/>
          <w:i w:val="0"/>
          <w:noProof/>
          <w:sz w:val="22"/>
          <w:szCs w:val="22"/>
        </w:rPr>
        <w:tab/>
      </w:r>
      <w:r>
        <w:rPr>
          <w:noProof/>
        </w:rPr>
        <w:t>Údaje o budoucích vlastnících a správcích</w:t>
      </w:r>
      <w:r>
        <w:rPr>
          <w:noProof/>
        </w:rPr>
        <w:tab/>
      </w:r>
      <w:r>
        <w:rPr>
          <w:noProof/>
        </w:rPr>
        <w:fldChar w:fldCharType="begin"/>
      </w:r>
      <w:r>
        <w:rPr>
          <w:noProof/>
        </w:rPr>
        <w:instrText xml:space="preserve"> PAGEREF _Toc54007070 \h </w:instrText>
      </w:r>
      <w:r>
        <w:rPr>
          <w:noProof/>
        </w:rPr>
      </w:r>
      <w:r>
        <w:rPr>
          <w:noProof/>
        </w:rPr>
        <w:fldChar w:fldCharType="separate"/>
      </w:r>
      <w:r w:rsidR="00F81E5C">
        <w:rPr>
          <w:noProof/>
        </w:rPr>
        <w:t>3</w:t>
      </w:r>
      <w:r>
        <w:rPr>
          <w:noProof/>
        </w:rPr>
        <w:fldChar w:fldCharType="end"/>
      </w:r>
    </w:p>
    <w:p w14:paraId="6FA41A49" w14:textId="4B96CFAC" w:rsidR="005544D4" w:rsidRDefault="005544D4">
      <w:pPr>
        <w:pStyle w:val="Obsah3"/>
        <w:rPr>
          <w:rFonts w:asciiTheme="minorHAnsi" w:eastAsiaTheme="minorEastAsia" w:hAnsiTheme="minorHAnsi" w:cstheme="minorBidi"/>
          <w:smallCaps w:val="0"/>
          <w:sz w:val="22"/>
          <w:szCs w:val="22"/>
        </w:rPr>
      </w:pPr>
      <w:r>
        <w:t>A.2.</w:t>
      </w:r>
      <w:r>
        <w:rPr>
          <w:rFonts w:asciiTheme="minorHAnsi" w:eastAsiaTheme="minorEastAsia" w:hAnsiTheme="minorHAnsi" w:cstheme="minorBidi"/>
          <w:smallCaps w:val="0"/>
          <w:sz w:val="22"/>
          <w:szCs w:val="22"/>
        </w:rPr>
        <w:tab/>
      </w:r>
      <w:r>
        <w:t>Členění stavby na objekty a technická a technologická zařízení</w:t>
      </w:r>
      <w:r>
        <w:tab/>
      </w:r>
      <w:r>
        <w:fldChar w:fldCharType="begin"/>
      </w:r>
      <w:r>
        <w:instrText xml:space="preserve"> PAGEREF _Toc54007071 \h </w:instrText>
      </w:r>
      <w:r>
        <w:fldChar w:fldCharType="separate"/>
      </w:r>
      <w:r w:rsidR="00F81E5C">
        <w:t>3</w:t>
      </w:r>
      <w:r>
        <w:fldChar w:fldCharType="end"/>
      </w:r>
    </w:p>
    <w:p w14:paraId="05915EC1" w14:textId="54175498" w:rsidR="005544D4" w:rsidRDefault="005544D4">
      <w:pPr>
        <w:pStyle w:val="Obsah3"/>
        <w:rPr>
          <w:rFonts w:asciiTheme="minorHAnsi" w:eastAsiaTheme="minorEastAsia" w:hAnsiTheme="minorHAnsi" w:cstheme="minorBidi"/>
          <w:smallCaps w:val="0"/>
          <w:sz w:val="22"/>
          <w:szCs w:val="22"/>
        </w:rPr>
      </w:pPr>
      <w:r>
        <w:t>A.3.</w:t>
      </w:r>
      <w:r>
        <w:rPr>
          <w:rFonts w:asciiTheme="minorHAnsi" w:eastAsiaTheme="minorEastAsia" w:hAnsiTheme="minorHAnsi" w:cstheme="minorBidi"/>
          <w:smallCaps w:val="0"/>
          <w:sz w:val="22"/>
          <w:szCs w:val="22"/>
        </w:rPr>
        <w:tab/>
      </w:r>
      <w:r>
        <w:t>Seznam vstupních podkladů</w:t>
      </w:r>
      <w:r>
        <w:tab/>
      </w:r>
      <w:r>
        <w:fldChar w:fldCharType="begin"/>
      </w:r>
      <w:r>
        <w:instrText xml:space="preserve"> PAGEREF _Toc54007072 \h </w:instrText>
      </w:r>
      <w:r>
        <w:fldChar w:fldCharType="separate"/>
      </w:r>
      <w:r w:rsidR="00F81E5C">
        <w:t>3</w:t>
      </w:r>
      <w:r>
        <w:fldChar w:fldCharType="end"/>
      </w:r>
    </w:p>
    <w:p w14:paraId="34ECCBE2" w14:textId="2AE291A4" w:rsidR="005544D4" w:rsidRDefault="005544D4">
      <w:pPr>
        <w:pStyle w:val="Obsah2"/>
        <w:rPr>
          <w:rFonts w:asciiTheme="minorHAnsi" w:eastAsiaTheme="minorEastAsia" w:hAnsiTheme="minorHAnsi" w:cstheme="minorBidi"/>
          <w:b w:val="0"/>
          <w:smallCaps w:val="0"/>
          <w:noProof/>
          <w:sz w:val="22"/>
          <w:szCs w:val="22"/>
        </w:rPr>
      </w:pPr>
      <w:r w:rsidRPr="007D327E">
        <w:rPr>
          <w:noProof/>
        </w:rPr>
        <w:t>B.</w:t>
      </w:r>
      <w:r>
        <w:rPr>
          <w:rFonts w:asciiTheme="minorHAnsi" w:eastAsiaTheme="minorEastAsia" w:hAnsiTheme="minorHAnsi" w:cstheme="minorBidi"/>
          <w:b w:val="0"/>
          <w:smallCaps w:val="0"/>
          <w:noProof/>
          <w:sz w:val="22"/>
          <w:szCs w:val="22"/>
        </w:rPr>
        <w:tab/>
      </w:r>
      <w:r>
        <w:rPr>
          <w:noProof/>
        </w:rPr>
        <w:t>SOUHRNNÁ TECHNICKÁ ZPRÁVA</w:t>
      </w:r>
      <w:r>
        <w:rPr>
          <w:noProof/>
        </w:rPr>
        <w:tab/>
      </w:r>
      <w:r>
        <w:rPr>
          <w:noProof/>
        </w:rPr>
        <w:fldChar w:fldCharType="begin"/>
      </w:r>
      <w:r>
        <w:rPr>
          <w:noProof/>
        </w:rPr>
        <w:instrText xml:space="preserve"> PAGEREF _Toc54007073 \h </w:instrText>
      </w:r>
      <w:r>
        <w:rPr>
          <w:noProof/>
        </w:rPr>
      </w:r>
      <w:r>
        <w:rPr>
          <w:noProof/>
        </w:rPr>
        <w:fldChar w:fldCharType="separate"/>
      </w:r>
      <w:r w:rsidR="00F81E5C">
        <w:rPr>
          <w:noProof/>
        </w:rPr>
        <w:t>4</w:t>
      </w:r>
      <w:r>
        <w:rPr>
          <w:noProof/>
        </w:rPr>
        <w:fldChar w:fldCharType="end"/>
      </w:r>
    </w:p>
    <w:p w14:paraId="7B5678A9" w14:textId="25221490" w:rsidR="005544D4" w:rsidRDefault="005544D4">
      <w:pPr>
        <w:pStyle w:val="Obsah3"/>
        <w:rPr>
          <w:rFonts w:asciiTheme="minorHAnsi" w:eastAsiaTheme="minorEastAsia" w:hAnsiTheme="minorHAnsi" w:cstheme="minorBidi"/>
          <w:smallCaps w:val="0"/>
          <w:sz w:val="22"/>
          <w:szCs w:val="22"/>
        </w:rPr>
      </w:pPr>
      <w:r>
        <w:t>B.1.</w:t>
      </w:r>
      <w:r>
        <w:rPr>
          <w:rFonts w:asciiTheme="minorHAnsi" w:eastAsiaTheme="minorEastAsia" w:hAnsiTheme="minorHAnsi" w:cstheme="minorBidi"/>
          <w:smallCaps w:val="0"/>
          <w:sz w:val="22"/>
          <w:szCs w:val="22"/>
        </w:rPr>
        <w:tab/>
      </w:r>
      <w:r>
        <w:t>Popis území stavby</w:t>
      </w:r>
      <w:r>
        <w:tab/>
      </w:r>
      <w:r>
        <w:fldChar w:fldCharType="begin"/>
      </w:r>
      <w:r>
        <w:instrText xml:space="preserve"> PAGEREF _Toc54007074 \h </w:instrText>
      </w:r>
      <w:r>
        <w:fldChar w:fldCharType="separate"/>
      </w:r>
      <w:r w:rsidR="00F81E5C">
        <w:t>4</w:t>
      </w:r>
      <w:r>
        <w:fldChar w:fldCharType="end"/>
      </w:r>
    </w:p>
    <w:p w14:paraId="3F5FEA40" w14:textId="4D68EB1E" w:rsidR="005544D4" w:rsidRDefault="005544D4">
      <w:pPr>
        <w:pStyle w:val="Obsah3"/>
        <w:rPr>
          <w:rFonts w:asciiTheme="minorHAnsi" w:eastAsiaTheme="minorEastAsia" w:hAnsiTheme="minorHAnsi" w:cstheme="minorBidi"/>
          <w:smallCaps w:val="0"/>
          <w:sz w:val="22"/>
          <w:szCs w:val="22"/>
        </w:rPr>
      </w:pPr>
      <w:r>
        <w:t>B.2.</w:t>
      </w:r>
      <w:r>
        <w:rPr>
          <w:rFonts w:asciiTheme="minorHAnsi" w:eastAsiaTheme="minorEastAsia" w:hAnsiTheme="minorHAnsi" w:cstheme="minorBidi"/>
          <w:smallCaps w:val="0"/>
          <w:sz w:val="22"/>
          <w:szCs w:val="22"/>
        </w:rPr>
        <w:tab/>
      </w:r>
      <w:r>
        <w:t>Celkový popis stavby</w:t>
      </w:r>
      <w:r>
        <w:tab/>
      </w:r>
      <w:r>
        <w:fldChar w:fldCharType="begin"/>
      </w:r>
      <w:r>
        <w:instrText xml:space="preserve"> PAGEREF _Toc54007075 \h </w:instrText>
      </w:r>
      <w:r>
        <w:fldChar w:fldCharType="separate"/>
      </w:r>
      <w:r w:rsidR="00F81E5C">
        <w:t>6</w:t>
      </w:r>
      <w:r>
        <w:fldChar w:fldCharType="end"/>
      </w:r>
    </w:p>
    <w:p w14:paraId="5DAA60A8" w14:textId="1742C9DE"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B.2.1.</w:t>
      </w:r>
      <w:r>
        <w:rPr>
          <w:rFonts w:asciiTheme="minorHAnsi" w:eastAsiaTheme="minorEastAsia" w:hAnsiTheme="minorHAnsi" w:cstheme="minorBidi"/>
          <w:i w:val="0"/>
          <w:noProof/>
          <w:sz w:val="22"/>
          <w:szCs w:val="22"/>
        </w:rPr>
        <w:tab/>
      </w:r>
      <w:r>
        <w:rPr>
          <w:noProof/>
        </w:rPr>
        <w:t>Celková koncepce řešení stavby</w:t>
      </w:r>
      <w:r>
        <w:rPr>
          <w:noProof/>
        </w:rPr>
        <w:tab/>
      </w:r>
      <w:r>
        <w:rPr>
          <w:noProof/>
        </w:rPr>
        <w:fldChar w:fldCharType="begin"/>
      </w:r>
      <w:r>
        <w:rPr>
          <w:noProof/>
        </w:rPr>
        <w:instrText xml:space="preserve"> PAGEREF _Toc54007076 \h </w:instrText>
      </w:r>
      <w:r>
        <w:rPr>
          <w:noProof/>
        </w:rPr>
      </w:r>
      <w:r>
        <w:rPr>
          <w:noProof/>
        </w:rPr>
        <w:fldChar w:fldCharType="separate"/>
      </w:r>
      <w:r w:rsidR="00F81E5C">
        <w:rPr>
          <w:noProof/>
        </w:rPr>
        <w:t>6</w:t>
      </w:r>
      <w:r>
        <w:rPr>
          <w:noProof/>
        </w:rPr>
        <w:fldChar w:fldCharType="end"/>
      </w:r>
    </w:p>
    <w:p w14:paraId="6C4AEAD7" w14:textId="574F7BF3"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B.2.2.</w:t>
      </w:r>
      <w:r>
        <w:rPr>
          <w:rFonts w:asciiTheme="minorHAnsi" w:eastAsiaTheme="minorEastAsia" w:hAnsiTheme="minorHAnsi" w:cstheme="minorBidi"/>
          <w:i w:val="0"/>
          <w:noProof/>
          <w:sz w:val="22"/>
          <w:szCs w:val="22"/>
        </w:rPr>
        <w:tab/>
      </w:r>
      <w:r>
        <w:rPr>
          <w:noProof/>
        </w:rPr>
        <w:t>Celkové urbanistické a architektonické řešení</w:t>
      </w:r>
      <w:r>
        <w:rPr>
          <w:noProof/>
        </w:rPr>
        <w:tab/>
      </w:r>
      <w:r>
        <w:rPr>
          <w:noProof/>
        </w:rPr>
        <w:fldChar w:fldCharType="begin"/>
      </w:r>
      <w:r>
        <w:rPr>
          <w:noProof/>
        </w:rPr>
        <w:instrText xml:space="preserve"> PAGEREF _Toc54007077 \h </w:instrText>
      </w:r>
      <w:r>
        <w:rPr>
          <w:noProof/>
        </w:rPr>
      </w:r>
      <w:r>
        <w:rPr>
          <w:noProof/>
        </w:rPr>
        <w:fldChar w:fldCharType="separate"/>
      </w:r>
      <w:r w:rsidR="00F81E5C">
        <w:rPr>
          <w:noProof/>
        </w:rPr>
        <w:t>7</w:t>
      </w:r>
      <w:r>
        <w:rPr>
          <w:noProof/>
        </w:rPr>
        <w:fldChar w:fldCharType="end"/>
      </w:r>
    </w:p>
    <w:p w14:paraId="112023D5" w14:textId="4E8FFD30"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B.2.3.</w:t>
      </w:r>
      <w:r>
        <w:rPr>
          <w:rFonts w:asciiTheme="minorHAnsi" w:eastAsiaTheme="minorEastAsia" w:hAnsiTheme="minorHAnsi" w:cstheme="minorBidi"/>
          <w:i w:val="0"/>
          <w:noProof/>
          <w:sz w:val="22"/>
          <w:szCs w:val="22"/>
        </w:rPr>
        <w:tab/>
      </w:r>
      <w:r>
        <w:rPr>
          <w:noProof/>
        </w:rPr>
        <w:t>Celkové stavebně technické řešení</w:t>
      </w:r>
      <w:r>
        <w:rPr>
          <w:noProof/>
        </w:rPr>
        <w:tab/>
      </w:r>
      <w:r>
        <w:rPr>
          <w:noProof/>
        </w:rPr>
        <w:fldChar w:fldCharType="begin"/>
      </w:r>
      <w:r>
        <w:rPr>
          <w:noProof/>
        </w:rPr>
        <w:instrText xml:space="preserve"> PAGEREF _Toc54007078 \h </w:instrText>
      </w:r>
      <w:r>
        <w:rPr>
          <w:noProof/>
        </w:rPr>
      </w:r>
      <w:r>
        <w:rPr>
          <w:noProof/>
        </w:rPr>
        <w:fldChar w:fldCharType="separate"/>
      </w:r>
      <w:r w:rsidR="00F81E5C">
        <w:rPr>
          <w:noProof/>
        </w:rPr>
        <w:t>7</w:t>
      </w:r>
      <w:r>
        <w:rPr>
          <w:noProof/>
        </w:rPr>
        <w:fldChar w:fldCharType="end"/>
      </w:r>
    </w:p>
    <w:p w14:paraId="190B613F" w14:textId="2B45548D"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B.2.4.</w:t>
      </w:r>
      <w:r>
        <w:rPr>
          <w:rFonts w:asciiTheme="minorHAnsi" w:eastAsiaTheme="minorEastAsia" w:hAnsiTheme="minorHAnsi" w:cstheme="minorBidi"/>
          <w:i w:val="0"/>
          <w:noProof/>
          <w:sz w:val="22"/>
          <w:szCs w:val="22"/>
        </w:rPr>
        <w:tab/>
      </w:r>
      <w:r>
        <w:rPr>
          <w:noProof/>
        </w:rPr>
        <w:t>Bezpečnost při užívání stavby</w:t>
      </w:r>
      <w:r>
        <w:rPr>
          <w:noProof/>
        </w:rPr>
        <w:tab/>
      </w:r>
      <w:r>
        <w:rPr>
          <w:noProof/>
        </w:rPr>
        <w:fldChar w:fldCharType="begin"/>
      </w:r>
      <w:r>
        <w:rPr>
          <w:noProof/>
        </w:rPr>
        <w:instrText xml:space="preserve"> PAGEREF _Toc54007079 \h </w:instrText>
      </w:r>
      <w:r>
        <w:rPr>
          <w:noProof/>
        </w:rPr>
      </w:r>
      <w:r>
        <w:rPr>
          <w:noProof/>
        </w:rPr>
        <w:fldChar w:fldCharType="separate"/>
      </w:r>
      <w:r w:rsidR="00F81E5C">
        <w:rPr>
          <w:noProof/>
        </w:rPr>
        <w:t>9</w:t>
      </w:r>
      <w:r>
        <w:rPr>
          <w:noProof/>
        </w:rPr>
        <w:fldChar w:fldCharType="end"/>
      </w:r>
    </w:p>
    <w:p w14:paraId="649E7092" w14:textId="559260B1"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B.2.5.</w:t>
      </w:r>
      <w:r>
        <w:rPr>
          <w:rFonts w:asciiTheme="minorHAnsi" w:eastAsiaTheme="minorEastAsia" w:hAnsiTheme="minorHAnsi" w:cstheme="minorBidi"/>
          <w:i w:val="0"/>
          <w:noProof/>
          <w:sz w:val="22"/>
          <w:szCs w:val="22"/>
        </w:rPr>
        <w:tab/>
      </w:r>
      <w:r>
        <w:rPr>
          <w:noProof/>
        </w:rPr>
        <w:t>Základní charakteristika objektů</w:t>
      </w:r>
      <w:r>
        <w:rPr>
          <w:noProof/>
        </w:rPr>
        <w:tab/>
      </w:r>
      <w:r>
        <w:rPr>
          <w:noProof/>
        </w:rPr>
        <w:fldChar w:fldCharType="begin"/>
      </w:r>
      <w:r>
        <w:rPr>
          <w:noProof/>
        </w:rPr>
        <w:instrText xml:space="preserve"> PAGEREF _Toc54007080 \h </w:instrText>
      </w:r>
      <w:r>
        <w:rPr>
          <w:noProof/>
        </w:rPr>
      </w:r>
      <w:r>
        <w:rPr>
          <w:noProof/>
        </w:rPr>
        <w:fldChar w:fldCharType="separate"/>
      </w:r>
      <w:r w:rsidR="00F81E5C">
        <w:rPr>
          <w:noProof/>
        </w:rPr>
        <w:t>9</w:t>
      </w:r>
      <w:r>
        <w:rPr>
          <w:noProof/>
        </w:rPr>
        <w:fldChar w:fldCharType="end"/>
      </w:r>
    </w:p>
    <w:p w14:paraId="2D518435" w14:textId="32422D2E"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B.2.6.</w:t>
      </w:r>
      <w:r>
        <w:rPr>
          <w:rFonts w:asciiTheme="minorHAnsi" w:eastAsiaTheme="minorEastAsia" w:hAnsiTheme="minorHAnsi" w:cstheme="minorBidi"/>
          <w:i w:val="0"/>
          <w:noProof/>
          <w:sz w:val="22"/>
          <w:szCs w:val="22"/>
        </w:rPr>
        <w:tab/>
      </w:r>
      <w:r>
        <w:rPr>
          <w:noProof/>
        </w:rPr>
        <w:t>Základní popis technických a technologických zařízení</w:t>
      </w:r>
      <w:r>
        <w:rPr>
          <w:noProof/>
        </w:rPr>
        <w:tab/>
      </w:r>
      <w:r>
        <w:rPr>
          <w:noProof/>
        </w:rPr>
        <w:fldChar w:fldCharType="begin"/>
      </w:r>
      <w:r>
        <w:rPr>
          <w:noProof/>
        </w:rPr>
        <w:instrText xml:space="preserve"> PAGEREF _Toc54007081 \h </w:instrText>
      </w:r>
      <w:r>
        <w:rPr>
          <w:noProof/>
        </w:rPr>
      </w:r>
      <w:r>
        <w:rPr>
          <w:noProof/>
        </w:rPr>
        <w:fldChar w:fldCharType="separate"/>
      </w:r>
      <w:r w:rsidR="00F81E5C">
        <w:rPr>
          <w:noProof/>
        </w:rPr>
        <w:t>10</w:t>
      </w:r>
      <w:r>
        <w:rPr>
          <w:noProof/>
        </w:rPr>
        <w:fldChar w:fldCharType="end"/>
      </w:r>
    </w:p>
    <w:p w14:paraId="2B499FB3" w14:textId="43E9CB4F"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B.2.7.</w:t>
      </w:r>
      <w:r>
        <w:rPr>
          <w:rFonts w:asciiTheme="minorHAnsi" w:eastAsiaTheme="minorEastAsia" w:hAnsiTheme="minorHAnsi" w:cstheme="minorBidi"/>
          <w:i w:val="0"/>
          <w:noProof/>
          <w:sz w:val="22"/>
          <w:szCs w:val="22"/>
        </w:rPr>
        <w:tab/>
      </w:r>
      <w:r>
        <w:rPr>
          <w:noProof/>
        </w:rPr>
        <w:t>Zásady požárně bezpečnostního řešení</w:t>
      </w:r>
      <w:r>
        <w:rPr>
          <w:noProof/>
        </w:rPr>
        <w:tab/>
      </w:r>
      <w:r>
        <w:rPr>
          <w:noProof/>
        </w:rPr>
        <w:fldChar w:fldCharType="begin"/>
      </w:r>
      <w:r>
        <w:rPr>
          <w:noProof/>
        </w:rPr>
        <w:instrText xml:space="preserve"> PAGEREF _Toc54007082 \h </w:instrText>
      </w:r>
      <w:r>
        <w:rPr>
          <w:noProof/>
        </w:rPr>
      </w:r>
      <w:r>
        <w:rPr>
          <w:noProof/>
        </w:rPr>
        <w:fldChar w:fldCharType="separate"/>
      </w:r>
      <w:r w:rsidR="00F81E5C">
        <w:rPr>
          <w:noProof/>
        </w:rPr>
        <w:t>10</w:t>
      </w:r>
      <w:r>
        <w:rPr>
          <w:noProof/>
        </w:rPr>
        <w:fldChar w:fldCharType="end"/>
      </w:r>
    </w:p>
    <w:p w14:paraId="42806394" w14:textId="7EBD1D68"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B.2.8.</w:t>
      </w:r>
      <w:r>
        <w:rPr>
          <w:rFonts w:asciiTheme="minorHAnsi" w:eastAsiaTheme="minorEastAsia" w:hAnsiTheme="minorHAnsi" w:cstheme="minorBidi"/>
          <w:i w:val="0"/>
          <w:noProof/>
          <w:sz w:val="22"/>
          <w:szCs w:val="22"/>
        </w:rPr>
        <w:tab/>
      </w:r>
      <w:r>
        <w:rPr>
          <w:noProof/>
        </w:rPr>
        <w:t>Úspora energie a tepelná ochrana</w:t>
      </w:r>
      <w:r>
        <w:rPr>
          <w:noProof/>
        </w:rPr>
        <w:tab/>
      </w:r>
      <w:r>
        <w:rPr>
          <w:noProof/>
        </w:rPr>
        <w:fldChar w:fldCharType="begin"/>
      </w:r>
      <w:r>
        <w:rPr>
          <w:noProof/>
        </w:rPr>
        <w:instrText xml:space="preserve"> PAGEREF _Toc54007083 \h </w:instrText>
      </w:r>
      <w:r>
        <w:rPr>
          <w:noProof/>
        </w:rPr>
      </w:r>
      <w:r>
        <w:rPr>
          <w:noProof/>
        </w:rPr>
        <w:fldChar w:fldCharType="separate"/>
      </w:r>
      <w:r w:rsidR="00F81E5C">
        <w:rPr>
          <w:noProof/>
        </w:rPr>
        <w:t>10</w:t>
      </w:r>
      <w:r>
        <w:rPr>
          <w:noProof/>
        </w:rPr>
        <w:fldChar w:fldCharType="end"/>
      </w:r>
    </w:p>
    <w:p w14:paraId="5278FE87" w14:textId="756C88BE"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B.2.9.</w:t>
      </w:r>
      <w:r>
        <w:rPr>
          <w:rFonts w:asciiTheme="minorHAnsi" w:eastAsiaTheme="minorEastAsia" w:hAnsiTheme="minorHAnsi" w:cstheme="minorBidi"/>
          <w:i w:val="0"/>
          <w:noProof/>
          <w:sz w:val="22"/>
          <w:szCs w:val="22"/>
        </w:rPr>
        <w:tab/>
      </w:r>
      <w:r>
        <w:rPr>
          <w:noProof/>
        </w:rPr>
        <w:t>Hygienické požadavky na stavby, požadavky na pracovní a komunální prostředí</w:t>
      </w:r>
      <w:r>
        <w:rPr>
          <w:noProof/>
        </w:rPr>
        <w:tab/>
      </w:r>
      <w:r>
        <w:rPr>
          <w:noProof/>
        </w:rPr>
        <w:fldChar w:fldCharType="begin"/>
      </w:r>
      <w:r>
        <w:rPr>
          <w:noProof/>
        </w:rPr>
        <w:instrText xml:space="preserve"> PAGEREF _Toc54007084 \h </w:instrText>
      </w:r>
      <w:r>
        <w:rPr>
          <w:noProof/>
        </w:rPr>
      </w:r>
      <w:r>
        <w:rPr>
          <w:noProof/>
        </w:rPr>
        <w:fldChar w:fldCharType="separate"/>
      </w:r>
      <w:r w:rsidR="00F81E5C">
        <w:rPr>
          <w:noProof/>
        </w:rPr>
        <w:t>10</w:t>
      </w:r>
      <w:r>
        <w:rPr>
          <w:noProof/>
        </w:rPr>
        <w:fldChar w:fldCharType="end"/>
      </w:r>
    </w:p>
    <w:p w14:paraId="06C9721D" w14:textId="67F28B79"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B.2.10.</w:t>
      </w:r>
      <w:r>
        <w:rPr>
          <w:rFonts w:asciiTheme="minorHAnsi" w:eastAsiaTheme="minorEastAsia" w:hAnsiTheme="minorHAnsi" w:cstheme="minorBidi"/>
          <w:i w:val="0"/>
          <w:noProof/>
          <w:sz w:val="22"/>
          <w:szCs w:val="22"/>
        </w:rPr>
        <w:tab/>
      </w:r>
      <w:r>
        <w:rPr>
          <w:noProof/>
        </w:rPr>
        <w:t>Zásady ochrany stavby před negativními účinky vnějšího prostředí</w:t>
      </w:r>
      <w:r>
        <w:rPr>
          <w:noProof/>
        </w:rPr>
        <w:tab/>
      </w:r>
      <w:r>
        <w:rPr>
          <w:noProof/>
        </w:rPr>
        <w:fldChar w:fldCharType="begin"/>
      </w:r>
      <w:r>
        <w:rPr>
          <w:noProof/>
        </w:rPr>
        <w:instrText xml:space="preserve"> PAGEREF _Toc54007085 \h </w:instrText>
      </w:r>
      <w:r>
        <w:rPr>
          <w:noProof/>
        </w:rPr>
      </w:r>
      <w:r>
        <w:rPr>
          <w:noProof/>
        </w:rPr>
        <w:fldChar w:fldCharType="separate"/>
      </w:r>
      <w:r w:rsidR="00F81E5C">
        <w:rPr>
          <w:noProof/>
        </w:rPr>
        <w:t>11</w:t>
      </w:r>
      <w:r>
        <w:rPr>
          <w:noProof/>
        </w:rPr>
        <w:fldChar w:fldCharType="end"/>
      </w:r>
    </w:p>
    <w:p w14:paraId="792B79AE" w14:textId="74EA312E" w:rsidR="005544D4" w:rsidRDefault="005544D4">
      <w:pPr>
        <w:pStyle w:val="Obsah3"/>
        <w:rPr>
          <w:rFonts w:asciiTheme="minorHAnsi" w:eastAsiaTheme="minorEastAsia" w:hAnsiTheme="minorHAnsi" w:cstheme="minorBidi"/>
          <w:smallCaps w:val="0"/>
          <w:sz w:val="22"/>
          <w:szCs w:val="22"/>
        </w:rPr>
      </w:pPr>
      <w:r>
        <w:t>B.3.</w:t>
      </w:r>
      <w:r>
        <w:rPr>
          <w:rFonts w:asciiTheme="minorHAnsi" w:eastAsiaTheme="minorEastAsia" w:hAnsiTheme="minorHAnsi" w:cstheme="minorBidi"/>
          <w:smallCaps w:val="0"/>
          <w:sz w:val="22"/>
          <w:szCs w:val="22"/>
        </w:rPr>
        <w:tab/>
      </w:r>
      <w:r>
        <w:t>Připojení na technickou infrastrukturu</w:t>
      </w:r>
      <w:r>
        <w:tab/>
      </w:r>
      <w:r>
        <w:fldChar w:fldCharType="begin"/>
      </w:r>
      <w:r>
        <w:instrText xml:space="preserve"> PAGEREF _Toc54007086 \h </w:instrText>
      </w:r>
      <w:r>
        <w:fldChar w:fldCharType="separate"/>
      </w:r>
      <w:r w:rsidR="00F81E5C">
        <w:t>11</w:t>
      </w:r>
      <w:r>
        <w:fldChar w:fldCharType="end"/>
      </w:r>
    </w:p>
    <w:p w14:paraId="13E7FC6E" w14:textId="23F0AAF8" w:rsidR="005544D4" w:rsidRDefault="005544D4">
      <w:pPr>
        <w:pStyle w:val="Obsah3"/>
        <w:rPr>
          <w:rFonts w:asciiTheme="minorHAnsi" w:eastAsiaTheme="minorEastAsia" w:hAnsiTheme="minorHAnsi" w:cstheme="minorBidi"/>
          <w:smallCaps w:val="0"/>
          <w:sz w:val="22"/>
          <w:szCs w:val="22"/>
        </w:rPr>
      </w:pPr>
      <w:r>
        <w:t>B.4.</w:t>
      </w:r>
      <w:r>
        <w:rPr>
          <w:rFonts w:asciiTheme="minorHAnsi" w:eastAsiaTheme="minorEastAsia" w:hAnsiTheme="minorHAnsi" w:cstheme="minorBidi"/>
          <w:smallCaps w:val="0"/>
          <w:sz w:val="22"/>
          <w:szCs w:val="22"/>
        </w:rPr>
        <w:tab/>
      </w:r>
      <w:r>
        <w:t>Dopravní řešení</w:t>
      </w:r>
      <w:r>
        <w:tab/>
      </w:r>
      <w:r>
        <w:fldChar w:fldCharType="begin"/>
      </w:r>
      <w:r>
        <w:instrText xml:space="preserve"> PAGEREF _Toc54007087 \h </w:instrText>
      </w:r>
      <w:r>
        <w:fldChar w:fldCharType="separate"/>
      </w:r>
      <w:r w:rsidR="00F81E5C">
        <w:t>11</w:t>
      </w:r>
      <w:r>
        <w:fldChar w:fldCharType="end"/>
      </w:r>
    </w:p>
    <w:p w14:paraId="45CBB0F2" w14:textId="22486A64" w:rsidR="005544D4" w:rsidRDefault="005544D4">
      <w:pPr>
        <w:pStyle w:val="Obsah3"/>
        <w:rPr>
          <w:rFonts w:asciiTheme="minorHAnsi" w:eastAsiaTheme="minorEastAsia" w:hAnsiTheme="minorHAnsi" w:cstheme="minorBidi"/>
          <w:smallCaps w:val="0"/>
          <w:sz w:val="22"/>
          <w:szCs w:val="22"/>
        </w:rPr>
      </w:pPr>
      <w:r>
        <w:t>B.5.</w:t>
      </w:r>
      <w:r>
        <w:rPr>
          <w:rFonts w:asciiTheme="minorHAnsi" w:eastAsiaTheme="minorEastAsia" w:hAnsiTheme="minorHAnsi" w:cstheme="minorBidi"/>
          <w:smallCaps w:val="0"/>
          <w:sz w:val="22"/>
          <w:szCs w:val="22"/>
        </w:rPr>
        <w:tab/>
      </w:r>
      <w:r>
        <w:t>Řešení vegetace a souvisejících terénních úprav</w:t>
      </w:r>
      <w:r>
        <w:tab/>
      </w:r>
      <w:r>
        <w:fldChar w:fldCharType="begin"/>
      </w:r>
      <w:r>
        <w:instrText xml:space="preserve"> PAGEREF _Toc54007088 \h </w:instrText>
      </w:r>
      <w:r>
        <w:fldChar w:fldCharType="separate"/>
      </w:r>
      <w:r w:rsidR="00F81E5C">
        <w:t>12</w:t>
      </w:r>
      <w:r>
        <w:fldChar w:fldCharType="end"/>
      </w:r>
    </w:p>
    <w:p w14:paraId="32501B77" w14:textId="07545D62" w:rsidR="005544D4" w:rsidRDefault="005544D4">
      <w:pPr>
        <w:pStyle w:val="Obsah3"/>
        <w:rPr>
          <w:rFonts w:asciiTheme="minorHAnsi" w:eastAsiaTheme="minorEastAsia" w:hAnsiTheme="minorHAnsi" w:cstheme="minorBidi"/>
          <w:smallCaps w:val="0"/>
          <w:sz w:val="22"/>
          <w:szCs w:val="22"/>
        </w:rPr>
      </w:pPr>
      <w:r>
        <w:t>B.6.</w:t>
      </w:r>
      <w:r>
        <w:rPr>
          <w:rFonts w:asciiTheme="minorHAnsi" w:eastAsiaTheme="minorEastAsia" w:hAnsiTheme="minorHAnsi" w:cstheme="minorBidi"/>
          <w:smallCaps w:val="0"/>
          <w:sz w:val="22"/>
          <w:szCs w:val="22"/>
        </w:rPr>
        <w:tab/>
      </w:r>
      <w:r>
        <w:t>Popis vlivů stavby na životní prostředí a jeho ochrana</w:t>
      </w:r>
      <w:r>
        <w:tab/>
      </w:r>
      <w:r>
        <w:fldChar w:fldCharType="begin"/>
      </w:r>
      <w:r>
        <w:instrText xml:space="preserve"> PAGEREF _Toc54007089 \h </w:instrText>
      </w:r>
      <w:r>
        <w:fldChar w:fldCharType="separate"/>
      </w:r>
      <w:r w:rsidR="00F81E5C">
        <w:t>12</w:t>
      </w:r>
      <w:r>
        <w:fldChar w:fldCharType="end"/>
      </w:r>
    </w:p>
    <w:p w14:paraId="463A7F1E" w14:textId="70EB74D3" w:rsidR="005544D4" w:rsidRDefault="005544D4">
      <w:pPr>
        <w:pStyle w:val="Obsah3"/>
        <w:rPr>
          <w:rFonts w:asciiTheme="minorHAnsi" w:eastAsiaTheme="minorEastAsia" w:hAnsiTheme="minorHAnsi" w:cstheme="minorBidi"/>
          <w:smallCaps w:val="0"/>
          <w:sz w:val="22"/>
          <w:szCs w:val="22"/>
        </w:rPr>
      </w:pPr>
      <w:r>
        <w:t>B.7.</w:t>
      </w:r>
      <w:r>
        <w:rPr>
          <w:rFonts w:asciiTheme="minorHAnsi" w:eastAsiaTheme="minorEastAsia" w:hAnsiTheme="minorHAnsi" w:cstheme="minorBidi"/>
          <w:smallCaps w:val="0"/>
          <w:sz w:val="22"/>
          <w:szCs w:val="22"/>
        </w:rPr>
        <w:tab/>
      </w:r>
      <w:r>
        <w:t>Ochrana obyvatelstva</w:t>
      </w:r>
      <w:r>
        <w:tab/>
      </w:r>
      <w:r>
        <w:fldChar w:fldCharType="begin"/>
      </w:r>
      <w:r>
        <w:instrText xml:space="preserve"> PAGEREF _Toc54007090 \h </w:instrText>
      </w:r>
      <w:r>
        <w:fldChar w:fldCharType="separate"/>
      </w:r>
      <w:r w:rsidR="00F81E5C">
        <w:t>13</w:t>
      </w:r>
      <w:r>
        <w:fldChar w:fldCharType="end"/>
      </w:r>
    </w:p>
    <w:p w14:paraId="4D2B8866" w14:textId="20B59BA0" w:rsidR="005544D4" w:rsidRDefault="005544D4">
      <w:pPr>
        <w:pStyle w:val="Obsah3"/>
        <w:rPr>
          <w:rFonts w:asciiTheme="minorHAnsi" w:eastAsiaTheme="minorEastAsia" w:hAnsiTheme="minorHAnsi" w:cstheme="minorBidi"/>
          <w:smallCaps w:val="0"/>
          <w:sz w:val="22"/>
          <w:szCs w:val="22"/>
        </w:rPr>
      </w:pPr>
      <w:r>
        <w:t>B.8.</w:t>
      </w:r>
      <w:r>
        <w:rPr>
          <w:rFonts w:asciiTheme="minorHAnsi" w:eastAsiaTheme="minorEastAsia" w:hAnsiTheme="minorHAnsi" w:cstheme="minorBidi"/>
          <w:smallCaps w:val="0"/>
          <w:sz w:val="22"/>
          <w:szCs w:val="22"/>
        </w:rPr>
        <w:tab/>
      </w:r>
      <w:r>
        <w:t>Zásady organizace výstavby</w:t>
      </w:r>
      <w:r>
        <w:tab/>
      </w:r>
      <w:r>
        <w:fldChar w:fldCharType="begin"/>
      </w:r>
      <w:r>
        <w:instrText xml:space="preserve"> PAGEREF _Toc54007091 \h </w:instrText>
      </w:r>
      <w:r>
        <w:fldChar w:fldCharType="separate"/>
      </w:r>
      <w:r w:rsidR="00F81E5C">
        <w:t>14</w:t>
      </w:r>
      <w:r>
        <w:fldChar w:fldCharType="end"/>
      </w:r>
    </w:p>
    <w:p w14:paraId="1A1C9D7B" w14:textId="5180823A" w:rsidR="005544D4" w:rsidRDefault="005544D4">
      <w:pPr>
        <w:pStyle w:val="Obsah4"/>
        <w:rPr>
          <w:rFonts w:asciiTheme="minorHAnsi" w:eastAsiaTheme="minorEastAsia" w:hAnsiTheme="minorHAnsi" w:cstheme="minorBidi"/>
          <w:i w:val="0"/>
          <w:noProof/>
          <w:sz w:val="22"/>
          <w:szCs w:val="22"/>
        </w:rPr>
      </w:pPr>
      <w:r w:rsidRPr="007D327E">
        <w:rPr>
          <w:noProof/>
          <w:color w:val="000000"/>
          <w14:scene3d>
            <w14:camera w14:prst="orthographicFront"/>
            <w14:lightRig w14:rig="threePt" w14:dir="t">
              <w14:rot w14:lat="0" w14:lon="0" w14:rev="0"/>
            </w14:lightRig>
          </w14:scene3d>
        </w:rPr>
        <w:t>B.8.1.</w:t>
      </w:r>
      <w:r>
        <w:rPr>
          <w:rFonts w:asciiTheme="minorHAnsi" w:eastAsiaTheme="minorEastAsia" w:hAnsiTheme="minorHAnsi" w:cstheme="minorBidi"/>
          <w:i w:val="0"/>
          <w:noProof/>
          <w:sz w:val="22"/>
          <w:szCs w:val="22"/>
        </w:rPr>
        <w:tab/>
      </w:r>
      <w:r>
        <w:rPr>
          <w:noProof/>
        </w:rPr>
        <w:t>Technická zpráva</w:t>
      </w:r>
      <w:r>
        <w:rPr>
          <w:noProof/>
        </w:rPr>
        <w:tab/>
      </w:r>
      <w:r>
        <w:rPr>
          <w:noProof/>
        </w:rPr>
        <w:fldChar w:fldCharType="begin"/>
      </w:r>
      <w:r>
        <w:rPr>
          <w:noProof/>
        </w:rPr>
        <w:instrText xml:space="preserve"> PAGEREF _Toc54007092 \h </w:instrText>
      </w:r>
      <w:r>
        <w:rPr>
          <w:noProof/>
        </w:rPr>
      </w:r>
      <w:r>
        <w:rPr>
          <w:noProof/>
        </w:rPr>
        <w:fldChar w:fldCharType="separate"/>
      </w:r>
      <w:r w:rsidR="00F81E5C">
        <w:rPr>
          <w:noProof/>
        </w:rPr>
        <w:t>14</w:t>
      </w:r>
      <w:r>
        <w:rPr>
          <w:noProof/>
        </w:rPr>
        <w:fldChar w:fldCharType="end"/>
      </w:r>
    </w:p>
    <w:p w14:paraId="56D224CA" w14:textId="018FA29D" w:rsidR="005544D4" w:rsidRDefault="005544D4">
      <w:pPr>
        <w:pStyle w:val="Obsah3"/>
        <w:rPr>
          <w:rFonts w:asciiTheme="minorHAnsi" w:eastAsiaTheme="minorEastAsia" w:hAnsiTheme="minorHAnsi" w:cstheme="minorBidi"/>
          <w:smallCaps w:val="0"/>
          <w:sz w:val="22"/>
          <w:szCs w:val="22"/>
        </w:rPr>
      </w:pPr>
      <w:r>
        <w:t>B.9.</w:t>
      </w:r>
      <w:r>
        <w:rPr>
          <w:rFonts w:asciiTheme="minorHAnsi" w:eastAsiaTheme="minorEastAsia" w:hAnsiTheme="minorHAnsi" w:cstheme="minorBidi"/>
          <w:smallCaps w:val="0"/>
          <w:sz w:val="22"/>
          <w:szCs w:val="22"/>
        </w:rPr>
        <w:tab/>
      </w:r>
      <w:r>
        <w:t>Celkové vodohospodářské řešení</w:t>
      </w:r>
      <w:r>
        <w:tab/>
      </w:r>
      <w:r>
        <w:fldChar w:fldCharType="begin"/>
      </w:r>
      <w:r>
        <w:instrText xml:space="preserve"> PAGEREF _Toc54007093 \h </w:instrText>
      </w:r>
      <w:r>
        <w:fldChar w:fldCharType="separate"/>
      </w:r>
      <w:r w:rsidR="00F81E5C">
        <w:t>19</w:t>
      </w:r>
      <w:r>
        <w:fldChar w:fldCharType="end"/>
      </w:r>
    </w:p>
    <w:p w14:paraId="172446B4" w14:textId="56DA408F" w:rsidR="00C91FE9" w:rsidRDefault="00680690" w:rsidP="00127741">
      <w:pPr>
        <w:pStyle w:val="Obsah2"/>
      </w:pPr>
      <w:r>
        <w:fldChar w:fldCharType="end"/>
      </w:r>
      <w:bookmarkStart w:id="3" w:name="_Toc211400071"/>
      <w:bookmarkStart w:id="4" w:name="_Toc313032368"/>
      <w:bookmarkStart w:id="5" w:name="_Toc313032403"/>
    </w:p>
    <w:p w14:paraId="5F5F5F45" w14:textId="7EB910BB" w:rsidR="002822B7" w:rsidRDefault="002822B7" w:rsidP="002822B7"/>
    <w:p w14:paraId="1CC3CCC6" w14:textId="54CD0E50" w:rsidR="002822B7" w:rsidRDefault="002822B7" w:rsidP="002822B7"/>
    <w:p w14:paraId="0E514749" w14:textId="69F163D9" w:rsidR="00816345" w:rsidRDefault="00816345" w:rsidP="00816345">
      <w:pPr>
        <w:pStyle w:val="Nadpis1"/>
      </w:pPr>
      <w:bookmarkStart w:id="6" w:name="_Toc54007065"/>
      <w:r>
        <w:lastRenderedPageBreak/>
        <w:t>průvodní zpráva</w:t>
      </w:r>
      <w:bookmarkEnd w:id="6"/>
    </w:p>
    <w:p w14:paraId="0A84BA19" w14:textId="77777777" w:rsidR="00DD4287" w:rsidRDefault="00DD4287" w:rsidP="00DD4287">
      <w:pPr>
        <w:pStyle w:val="Nadpis2"/>
        <w:keepNext w:val="0"/>
      </w:pPr>
      <w:bookmarkStart w:id="7" w:name="_Toc524511331"/>
      <w:bookmarkStart w:id="8" w:name="_Toc54007066"/>
      <w:r>
        <w:t>I</w:t>
      </w:r>
      <w:r w:rsidRPr="00AF3A9E">
        <w:t>dentifikačn</w:t>
      </w:r>
      <w:r>
        <w:t>í</w:t>
      </w:r>
      <w:r w:rsidRPr="00AF3A9E">
        <w:t xml:space="preserve"> údaje</w:t>
      </w:r>
      <w:bookmarkEnd w:id="7"/>
      <w:bookmarkEnd w:id="8"/>
    </w:p>
    <w:p w14:paraId="20E40B27" w14:textId="77777777" w:rsidR="00DD4287" w:rsidRPr="00CF20AE" w:rsidRDefault="00BF302C" w:rsidP="00DD4287">
      <w:pPr>
        <w:pStyle w:val="Nadpis3"/>
        <w:spacing w:after="120"/>
      </w:pPr>
      <w:bookmarkStart w:id="9" w:name="_Toc524511332"/>
      <w:bookmarkStart w:id="10" w:name="_Toc54007067"/>
      <w:r>
        <w:t>Údaje o stavbě</w:t>
      </w:r>
      <w:bookmarkEnd w:id="9"/>
      <w:bookmarkEnd w:id="10"/>
    </w:p>
    <w:p w14:paraId="678CA83D" w14:textId="42E5B3FA" w:rsidR="00DD4287" w:rsidRPr="00CF20AE" w:rsidRDefault="00DD4287" w:rsidP="00382D46">
      <w:pPr>
        <w:tabs>
          <w:tab w:val="left" w:pos="3402"/>
        </w:tabs>
        <w:ind w:left="3402" w:hanging="3402"/>
        <w:jc w:val="left"/>
      </w:pPr>
      <w:r w:rsidRPr="00577BAB">
        <w:t xml:space="preserve">a) název </w:t>
      </w:r>
      <w:proofErr w:type="gramStart"/>
      <w:r w:rsidRPr="00577BAB">
        <w:t>stavby :</w:t>
      </w:r>
      <w:proofErr w:type="gramEnd"/>
      <w:r w:rsidRPr="00577BAB">
        <w:t xml:space="preserve"> </w:t>
      </w:r>
      <w:r w:rsidRPr="00577BAB">
        <w:tab/>
      </w:r>
      <w:bookmarkStart w:id="11" w:name="_Hlk54008022"/>
      <w:r w:rsidR="009A504C" w:rsidRPr="001263D6">
        <w:rPr>
          <w:b/>
        </w:rPr>
        <w:t xml:space="preserve">II/334 Přestavlky, most ev. č. 334-011 přes </w:t>
      </w:r>
      <w:proofErr w:type="spellStart"/>
      <w:r w:rsidR="009A504C" w:rsidRPr="001263D6">
        <w:rPr>
          <w:b/>
        </w:rPr>
        <w:t>Přestavlcký</w:t>
      </w:r>
      <w:proofErr w:type="spellEnd"/>
      <w:r w:rsidR="009A504C" w:rsidRPr="001263D6">
        <w:rPr>
          <w:b/>
        </w:rPr>
        <w:t xml:space="preserve"> potok </w:t>
      </w:r>
      <w:bookmarkEnd w:id="11"/>
    </w:p>
    <w:p w14:paraId="1A1F1A88" w14:textId="64DD27DA" w:rsidR="00812F70" w:rsidRDefault="00DD4287" w:rsidP="00DD4287">
      <w:pPr>
        <w:tabs>
          <w:tab w:val="left" w:pos="3402"/>
        </w:tabs>
        <w:ind w:left="3402" w:hanging="3402"/>
        <w:jc w:val="left"/>
      </w:pPr>
      <w:r>
        <w:t xml:space="preserve">b) místo </w:t>
      </w:r>
      <w:proofErr w:type="gramStart"/>
      <w:r>
        <w:t>stavby</w:t>
      </w:r>
      <w:r w:rsidRPr="00CF20AE">
        <w:t xml:space="preserve"> :</w:t>
      </w:r>
      <w:proofErr w:type="gramEnd"/>
      <w:r>
        <w:t xml:space="preserve"> </w:t>
      </w:r>
      <w:r>
        <w:tab/>
      </w:r>
      <w:r w:rsidR="009A504C" w:rsidRPr="001263D6">
        <w:t>obec Horní Kruty, místní část Přestavlky, Středočeský kraj</w:t>
      </w:r>
    </w:p>
    <w:p w14:paraId="36499C3D" w14:textId="6D3181B7" w:rsidR="00DD4287" w:rsidRDefault="00DD4287" w:rsidP="00DD4287">
      <w:pPr>
        <w:tabs>
          <w:tab w:val="left" w:pos="3402"/>
        </w:tabs>
        <w:ind w:left="3402" w:hanging="3402"/>
        <w:jc w:val="left"/>
      </w:pPr>
      <w:r>
        <w:tab/>
      </w:r>
      <w:r w:rsidR="009A504C" w:rsidRPr="001263D6">
        <w:t xml:space="preserve">katastrální </w:t>
      </w:r>
      <w:proofErr w:type="gramStart"/>
      <w:r w:rsidR="009A504C" w:rsidRPr="001263D6">
        <w:t>území :</w:t>
      </w:r>
      <w:proofErr w:type="gramEnd"/>
      <w:r w:rsidR="009A504C" w:rsidRPr="001263D6">
        <w:t xml:space="preserve"> </w:t>
      </w:r>
      <w:bookmarkStart w:id="12" w:name="_Hlk54008075"/>
      <w:r w:rsidR="009A504C" w:rsidRPr="001263D6">
        <w:t>Dolní Kruty [643203]</w:t>
      </w:r>
    </w:p>
    <w:bookmarkEnd w:id="12"/>
    <w:p w14:paraId="15945E6A" w14:textId="7771DBA2" w:rsidR="0061270B" w:rsidRDefault="0061270B" w:rsidP="00DD4287">
      <w:pPr>
        <w:tabs>
          <w:tab w:val="left" w:pos="3402"/>
        </w:tabs>
        <w:ind w:left="3402" w:hanging="3402"/>
        <w:jc w:val="left"/>
      </w:pPr>
      <w:r>
        <w:tab/>
        <w:t>silnice II/3</w:t>
      </w:r>
      <w:r w:rsidR="009A504C">
        <w:t>34</w:t>
      </w:r>
    </w:p>
    <w:p w14:paraId="40FB98EA" w14:textId="49B9A049" w:rsidR="00DD4287" w:rsidRDefault="00DD4287" w:rsidP="00DD4287">
      <w:pPr>
        <w:tabs>
          <w:tab w:val="left" w:pos="3402"/>
        </w:tabs>
        <w:ind w:left="3402" w:hanging="3402"/>
        <w:jc w:val="left"/>
      </w:pPr>
      <w:r>
        <w:t xml:space="preserve">c) předmět </w:t>
      </w:r>
      <w:proofErr w:type="gramStart"/>
      <w:r>
        <w:t>dokumentace</w:t>
      </w:r>
      <w:r w:rsidRPr="00CF20AE">
        <w:t xml:space="preserve"> :</w:t>
      </w:r>
      <w:proofErr w:type="gramEnd"/>
      <w:r>
        <w:t xml:space="preserve"> </w:t>
      </w:r>
      <w:r>
        <w:tab/>
      </w:r>
      <w:r w:rsidR="00A72CB7">
        <w:t>Stavební úprava</w:t>
      </w:r>
      <w:r w:rsidR="005D35F5">
        <w:t xml:space="preserve"> mostu</w:t>
      </w:r>
      <w:r w:rsidR="00A72CB7">
        <w:t xml:space="preserve"> -</w:t>
      </w:r>
      <w:r w:rsidR="005D35F5">
        <w:t xml:space="preserve"> demolice starého a novostavba nového mostu, trvalá stavba</w:t>
      </w:r>
      <w:r w:rsidR="0061270B">
        <w:t xml:space="preserve">, přemostění </w:t>
      </w:r>
      <w:proofErr w:type="spellStart"/>
      <w:r w:rsidR="009A504C">
        <w:t>Přestavlckého</w:t>
      </w:r>
      <w:proofErr w:type="spellEnd"/>
      <w:r w:rsidR="0061270B">
        <w:t xml:space="preserve"> </w:t>
      </w:r>
      <w:r w:rsidR="00B83A7A">
        <w:t>potok</w:t>
      </w:r>
      <w:r w:rsidR="0061270B">
        <w:t>a</w:t>
      </w:r>
    </w:p>
    <w:p w14:paraId="0F263129" w14:textId="77777777" w:rsidR="00DD4287" w:rsidRPr="00773D78" w:rsidRDefault="00DD4287" w:rsidP="00816345">
      <w:pPr>
        <w:pStyle w:val="Nadpis3"/>
        <w:spacing w:before="120" w:after="120"/>
        <w:ind w:left="1276"/>
      </w:pPr>
      <w:bookmarkStart w:id="13" w:name="_Toc479051656"/>
      <w:bookmarkStart w:id="14" w:name="_Toc524511333"/>
      <w:bookmarkStart w:id="15" w:name="_Toc54007068"/>
      <w:r w:rsidRPr="00773D78">
        <w:t xml:space="preserve">Údaje o </w:t>
      </w:r>
      <w:r w:rsidR="005D35F5">
        <w:t>stavebníkovi</w:t>
      </w:r>
      <w:bookmarkEnd w:id="13"/>
      <w:bookmarkEnd w:id="14"/>
      <w:bookmarkEnd w:id="15"/>
    </w:p>
    <w:p w14:paraId="4044725D" w14:textId="77777777" w:rsidR="00B0103F" w:rsidRDefault="00DD4287" w:rsidP="00BA7544">
      <w:pPr>
        <w:tabs>
          <w:tab w:val="left" w:pos="3402"/>
        </w:tabs>
        <w:jc w:val="left"/>
      </w:pPr>
      <w:proofErr w:type="gramStart"/>
      <w:r w:rsidRPr="00CF20AE">
        <w:t>Objednatel :</w:t>
      </w:r>
      <w:proofErr w:type="gramEnd"/>
      <w:r w:rsidRPr="00CF20AE">
        <w:tab/>
      </w:r>
      <w:bookmarkStart w:id="16" w:name="_Toc479051657"/>
      <w:bookmarkStart w:id="17" w:name="_Toc524511334"/>
      <w:r w:rsidR="00433AD0">
        <w:t>Krajská s</w:t>
      </w:r>
      <w:r w:rsidR="00BA7544">
        <w:t xml:space="preserve">práva </w:t>
      </w:r>
      <w:r w:rsidR="00433AD0">
        <w:t xml:space="preserve">a údržba </w:t>
      </w:r>
      <w:r w:rsidR="00BA7544">
        <w:t xml:space="preserve">silnic </w:t>
      </w:r>
      <w:r w:rsidR="00433AD0">
        <w:t>Středočeského kraj</w:t>
      </w:r>
      <w:r w:rsidR="00BA7544">
        <w:t xml:space="preserve">e, </w:t>
      </w:r>
      <w:proofErr w:type="spellStart"/>
      <w:r w:rsidR="00BA7544">
        <w:t>p.o</w:t>
      </w:r>
      <w:proofErr w:type="spellEnd"/>
      <w:r w:rsidR="00BA7544">
        <w:t xml:space="preserve">. </w:t>
      </w:r>
    </w:p>
    <w:p w14:paraId="4738B7CD" w14:textId="1CE4386C" w:rsidR="00BA7544" w:rsidRDefault="00B0103F" w:rsidP="00BA7544">
      <w:pPr>
        <w:tabs>
          <w:tab w:val="left" w:pos="3402"/>
        </w:tabs>
        <w:jc w:val="left"/>
      </w:pPr>
      <w:r>
        <w:tab/>
      </w:r>
      <w:r w:rsidR="00BA7544">
        <w:t xml:space="preserve">IČ: </w:t>
      </w:r>
      <w:r>
        <w:t>00066001</w:t>
      </w:r>
    </w:p>
    <w:p w14:paraId="65F01F5E" w14:textId="450CA472" w:rsidR="00BA7544" w:rsidRDefault="00BA7544" w:rsidP="00BA7544">
      <w:pPr>
        <w:tabs>
          <w:tab w:val="left" w:pos="3402"/>
        </w:tabs>
        <w:jc w:val="left"/>
      </w:pPr>
      <w:r>
        <w:tab/>
      </w:r>
      <w:r w:rsidR="00B0103F">
        <w:t>Zborovská 81/11</w:t>
      </w:r>
      <w:r>
        <w:t xml:space="preserve">, </w:t>
      </w:r>
      <w:r w:rsidR="00B0103F">
        <w:t>150 21 Praha 5 - Smíchov</w:t>
      </w:r>
    </w:p>
    <w:p w14:paraId="47F04891" w14:textId="77777777" w:rsidR="00DD4287" w:rsidRPr="00773D78" w:rsidRDefault="00DD4287" w:rsidP="00001213">
      <w:pPr>
        <w:pStyle w:val="Nadpis3"/>
      </w:pPr>
      <w:bookmarkStart w:id="18" w:name="_Toc54007069"/>
      <w:r w:rsidRPr="00773D78">
        <w:t>Údaje o zpracovateli dokumentace</w:t>
      </w:r>
      <w:bookmarkEnd w:id="16"/>
      <w:bookmarkEnd w:id="17"/>
      <w:bookmarkEnd w:id="18"/>
    </w:p>
    <w:p w14:paraId="7A006066" w14:textId="77777777" w:rsidR="009A504C" w:rsidRPr="001263D6" w:rsidRDefault="00DD4287" w:rsidP="009A504C">
      <w:pPr>
        <w:tabs>
          <w:tab w:val="left" w:pos="3402"/>
        </w:tabs>
        <w:jc w:val="left"/>
      </w:pPr>
      <w:r>
        <w:t>Generální</w:t>
      </w:r>
      <w:r w:rsidRPr="00CF20AE">
        <w:t xml:space="preserve"> </w:t>
      </w:r>
      <w:proofErr w:type="gramStart"/>
      <w:r w:rsidRPr="00CF20AE">
        <w:t>projektant :</w:t>
      </w:r>
      <w:proofErr w:type="gramEnd"/>
      <w:r w:rsidRPr="00CF20AE">
        <w:tab/>
      </w:r>
      <w:r w:rsidR="009A504C" w:rsidRPr="001263D6">
        <w:t>4roads s.r.o.</w:t>
      </w:r>
    </w:p>
    <w:p w14:paraId="7B7F2056" w14:textId="77777777" w:rsidR="009A504C" w:rsidRPr="001263D6" w:rsidRDefault="009A504C" w:rsidP="009A504C">
      <w:pPr>
        <w:tabs>
          <w:tab w:val="left" w:pos="3402"/>
        </w:tabs>
        <w:jc w:val="left"/>
      </w:pPr>
      <w:r w:rsidRPr="001263D6">
        <w:tab/>
        <w:t>IČ: 06327354</w:t>
      </w:r>
    </w:p>
    <w:p w14:paraId="57088A09" w14:textId="18D92AF4" w:rsidR="009A504C" w:rsidRPr="001263D6" w:rsidRDefault="009A504C" w:rsidP="009A504C">
      <w:pPr>
        <w:tabs>
          <w:tab w:val="left" w:pos="3402"/>
        </w:tabs>
        <w:jc w:val="left"/>
      </w:pPr>
      <w:r w:rsidRPr="001263D6">
        <w:tab/>
      </w:r>
      <w:r w:rsidR="007B4FA1">
        <w:t>Slunná 541/27</w:t>
      </w:r>
      <w:r w:rsidRPr="001263D6">
        <w:t xml:space="preserve">, </w:t>
      </w:r>
      <w:bookmarkStart w:id="19" w:name="_Hlk54008327"/>
      <w:r w:rsidRPr="001263D6">
        <w:t>16</w:t>
      </w:r>
      <w:r w:rsidR="007B4FA1">
        <w:t>2</w:t>
      </w:r>
      <w:r w:rsidRPr="001263D6">
        <w:t xml:space="preserve"> 00 Praha 6 – </w:t>
      </w:r>
      <w:r w:rsidR="007B4FA1">
        <w:t>Střešovice</w:t>
      </w:r>
      <w:bookmarkEnd w:id="19"/>
    </w:p>
    <w:p w14:paraId="6C819F4E" w14:textId="7DA472C7" w:rsidR="00DD4287" w:rsidRDefault="006C7CF7" w:rsidP="009A504C">
      <w:pPr>
        <w:tabs>
          <w:tab w:val="left" w:pos="3402"/>
        </w:tabs>
        <w:jc w:val="left"/>
      </w:pPr>
      <w:r>
        <w:t xml:space="preserve">Hlavní </w:t>
      </w:r>
      <w:proofErr w:type="gramStart"/>
      <w:r>
        <w:t>p</w:t>
      </w:r>
      <w:r w:rsidR="00DD4287" w:rsidRPr="00CF20AE">
        <w:t>rojektant :</w:t>
      </w:r>
      <w:proofErr w:type="gramEnd"/>
      <w:r w:rsidR="00DD4287" w:rsidRPr="00CF20AE">
        <w:tab/>
        <w:t xml:space="preserve">Ing. </w:t>
      </w:r>
      <w:r w:rsidR="004E0DA5">
        <w:t>Lenka Zapletalová</w:t>
      </w:r>
    </w:p>
    <w:p w14:paraId="43C962E7" w14:textId="7BAC7B1C" w:rsidR="00482E8A" w:rsidRDefault="00482E8A" w:rsidP="00DD4287">
      <w:pPr>
        <w:tabs>
          <w:tab w:val="left" w:pos="3402"/>
        </w:tabs>
        <w:ind w:left="3402"/>
        <w:jc w:val="left"/>
      </w:pPr>
      <w:r w:rsidRPr="004E0DA5">
        <w:t>ČKAIT 1</w:t>
      </w:r>
      <w:r>
        <w:t>201354 – obor most</w:t>
      </w:r>
      <w:r w:rsidR="003B5F56">
        <w:t>y</w:t>
      </w:r>
      <w:r>
        <w:t xml:space="preserve"> a inženýrské konstrukce</w:t>
      </w:r>
    </w:p>
    <w:p w14:paraId="1FE42398" w14:textId="1CCAFF42" w:rsidR="008706E1" w:rsidRPr="00694479" w:rsidRDefault="00765E42" w:rsidP="00DD4287">
      <w:pPr>
        <w:tabs>
          <w:tab w:val="left" w:pos="3402"/>
        </w:tabs>
        <w:ind w:left="3402"/>
        <w:jc w:val="left"/>
      </w:pPr>
      <w:hyperlink r:id="rId11" w:history="1">
        <w:r w:rsidR="00694479" w:rsidRPr="00694479">
          <w:rPr>
            <w:rStyle w:val="Hypertextovodkaz"/>
          </w:rPr>
          <w:t>lenka.zapletalova@4bridges.cz</w:t>
        </w:r>
      </w:hyperlink>
      <w:r w:rsidR="008706E1" w:rsidRPr="00694479">
        <w:t xml:space="preserve">, </w:t>
      </w:r>
      <w:r w:rsidR="00397C99" w:rsidRPr="00694479">
        <w:t xml:space="preserve">mobil </w:t>
      </w:r>
      <w:r w:rsidR="008706E1" w:rsidRPr="00694479">
        <w:t>605 273 453</w:t>
      </w:r>
    </w:p>
    <w:p w14:paraId="0E36325F" w14:textId="024128C1" w:rsidR="006C7CF7" w:rsidRPr="00694479" w:rsidRDefault="006C7CF7" w:rsidP="006C7CF7">
      <w:pPr>
        <w:tabs>
          <w:tab w:val="left" w:pos="3402"/>
        </w:tabs>
        <w:jc w:val="left"/>
      </w:pPr>
      <w:r w:rsidRPr="00694479">
        <w:t xml:space="preserve">Zodpovědný </w:t>
      </w:r>
      <w:proofErr w:type="gramStart"/>
      <w:r w:rsidRPr="00694479">
        <w:t>projektant</w:t>
      </w:r>
      <w:r w:rsidR="000C7CDB" w:rsidRPr="00694479">
        <w:t xml:space="preserve"> :</w:t>
      </w:r>
      <w:proofErr w:type="gramEnd"/>
      <w:r w:rsidR="004E0DA5" w:rsidRPr="00694479">
        <w:tab/>
        <w:t xml:space="preserve">Ing. </w:t>
      </w:r>
      <w:r w:rsidR="000D5E2D" w:rsidRPr="00694479">
        <w:t>Petr Mojzík</w:t>
      </w:r>
    </w:p>
    <w:p w14:paraId="50372A2C" w14:textId="618CD7B8" w:rsidR="000C7CDB" w:rsidRPr="00694479" w:rsidRDefault="00482E8A" w:rsidP="000C7CDB">
      <w:pPr>
        <w:tabs>
          <w:tab w:val="left" w:pos="3402"/>
        </w:tabs>
        <w:ind w:left="3402"/>
        <w:jc w:val="left"/>
      </w:pPr>
      <w:r w:rsidRPr="00694479">
        <w:t>ČKAIT 1201</w:t>
      </w:r>
      <w:r w:rsidR="0041339E" w:rsidRPr="00694479">
        <w:t>625</w:t>
      </w:r>
      <w:r w:rsidRPr="00694479">
        <w:t xml:space="preserve"> - obor</w:t>
      </w:r>
      <w:r w:rsidR="000C7CDB" w:rsidRPr="00694479">
        <w:t xml:space="preserve"> most</w:t>
      </w:r>
      <w:r w:rsidR="003B5F56" w:rsidRPr="00694479">
        <w:t>y</w:t>
      </w:r>
      <w:r w:rsidR="000C7CDB" w:rsidRPr="00694479">
        <w:t xml:space="preserve"> a inženýrské konstrukce</w:t>
      </w:r>
    </w:p>
    <w:p w14:paraId="6F59B4A5" w14:textId="296A8E3A" w:rsidR="008706E1" w:rsidRDefault="00765E42" w:rsidP="000C7CDB">
      <w:pPr>
        <w:tabs>
          <w:tab w:val="left" w:pos="3402"/>
        </w:tabs>
        <w:ind w:left="3402"/>
        <w:jc w:val="left"/>
        <w:rPr>
          <w:b/>
          <w:bCs/>
        </w:rPr>
      </w:pPr>
      <w:hyperlink r:id="rId12" w:history="1">
        <w:r w:rsidR="00694479" w:rsidRPr="00694479">
          <w:rPr>
            <w:rStyle w:val="Hypertextovodkaz"/>
          </w:rPr>
          <w:t>petr.mojzik@4bridges.cz</w:t>
        </w:r>
      </w:hyperlink>
      <w:r w:rsidR="008706E1" w:rsidRPr="00694479">
        <w:t xml:space="preserve">, </w:t>
      </w:r>
      <w:proofErr w:type="gramStart"/>
      <w:r w:rsidR="00081688" w:rsidRPr="00694479">
        <w:t>mobil :</w:t>
      </w:r>
      <w:proofErr w:type="gramEnd"/>
      <w:r w:rsidR="00081688" w:rsidRPr="00694479">
        <w:t xml:space="preserve"> </w:t>
      </w:r>
      <w:r w:rsidR="000D5E2D" w:rsidRPr="00694479">
        <w:rPr>
          <w:b/>
          <w:bCs/>
        </w:rPr>
        <w:t>739</w:t>
      </w:r>
      <w:r w:rsidR="008706E1" w:rsidRPr="00694479">
        <w:rPr>
          <w:b/>
          <w:bCs/>
        </w:rPr>
        <w:t> </w:t>
      </w:r>
      <w:r w:rsidR="00883C56" w:rsidRPr="00694479">
        <w:rPr>
          <w:b/>
          <w:bCs/>
        </w:rPr>
        <w:t>450</w:t>
      </w:r>
      <w:r w:rsidR="0061270B">
        <w:rPr>
          <w:b/>
          <w:bCs/>
        </w:rPr>
        <w:t> </w:t>
      </w:r>
      <w:r w:rsidR="00883C56" w:rsidRPr="00694479">
        <w:rPr>
          <w:b/>
          <w:bCs/>
        </w:rPr>
        <w:t>864</w:t>
      </w:r>
    </w:p>
    <w:p w14:paraId="77DF09AE" w14:textId="28D5BFB5" w:rsidR="0061270B" w:rsidRDefault="0061270B" w:rsidP="0061270B">
      <w:pPr>
        <w:pStyle w:val="Nadpis3"/>
      </w:pPr>
      <w:bookmarkStart w:id="20" w:name="_Toc54007070"/>
      <w:r w:rsidRPr="00773D78">
        <w:t xml:space="preserve">Údaje o </w:t>
      </w:r>
      <w:r>
        <w:t>budoucích vlastnících a správcích</w:t>
      </w:r>
      <w:bookmarkEnd w:id="20"/>
    </w:p>
    <w:p w14:paraId="2B284957" w14:textId="445191A3" w:rsidR="0061270B" w:rsidRPr="0061270B" w:rsidRDefault="0061270B" w:rsidP="0061270B">
      <w:r>
        <w:t>Současný i budoucí vlastník: Středočeský kraj</w:t>
      </w:r>
    </w:p>
    <w:p w14:paraId="2002F4F4" w14:textId="1278759F" w:rsidR="0061270B" w:rsidRDefault="0061270B" w:rsidP="0061270B">
      <w:pPr>
        <w:tabs>
          <w:tab w:val="left" w:pos="3402"/>
        </w:tabs>
        <w:jc w:val="left"/>
      </w:pPr>
      <w:r>
        <w:t xml:space="preserve">Současný i budoucí správce: </w:t>
      </w:r>
      <w:r w:rsidR="0050210F">
        <w:t xml:space="preserve">Krajská správa a údržba silnic Středočeského kraje, </w:t>
      </w:r>
      <w:proofErr w:type="spellStart"/>
      <w:r w:rsidR="0050210F">
        <w:t>p.o</w:t>
      </w:r>
      <w:proofErr w:type="spellEnd"/>
      <w:r w:rsidR="0050210F">
        <w:t xml:space="preserve">. </w:t>
      </w:r>
    </w:p>
    <w:p w14:paraId="0379116B" w14:textId="67D483CA" w:rsidR="00DD4287" w:rsidRDefault="00DD4287" w:rsidP="00DD4287">
      <w:pPr>
        <w:pStyle w:val="Nadpis2"/>
        <w:keepNext w:val="0"/>
      </w:pPr>
      <w:bookmarkStart w:id="21" w:name="_Toc524511335"/>
      <w:bookmarkStart w:id="22" w:name="_Toc54007071"/>
      <w:bookmarkStart w:id="23" w:name="_Toc479051658"/>
      <w:r>
        <w:t>Členění stavby na objekty a technická a technologická zařízení</w:t>
      </w:r>
      <w:bookmarkEnd w:id="21"/>
      <w:bookmarkEnd w:id="22"/>
    </w:p>
    <w:p w14:paraId="4DC381A3" w14:textId="57EC1866" w:rsidR="006836E1" w:rsidRDefault="006836E1" w:rsidP="006836E1">
      <w:r>
        <w:t>Objekty řady 200 – Mostní objekty a zdi</w:t>
      </w:r>
    </w:p>
    <w:p w14:paraId="28A9FFDC" w14:textId="0818E777" w:rsidR="008C6108" w:rsidRDefault="008C6108" w:rsidP="00397C99">
      <w:pPr>
        <w:ind w:left="709"/>
      </w:pPr>
      <w:r>
        <w:t xml:space="preserve">201 Most ev. č. </w:t>
      </w:r>
      <w:r w:rsidR="00367088">
        <w:t>3</w:t>
      </w:r>
      <w:r w:rsidR="00D44B79">
        <w:t>34-011</w:t>
      </w:r>
    </w:p>
    <w:p w14:paraId="53869B18" w14:textId="43664F04" w:rsidR="00DD4287" w:rsidRDefault="00DD4287" w:rsidP="00816345">
      <w:pPr>
        <w:pStyle w:val="Nadpis2"/>
        <w:keepNext w:val="0"/>
        <w:spacing w:after="120"/>
      </w:pPr>
      <w:bookmarkStart w:id="24" w:name="_Toc524511336"/>
      <w:bookmarkStart w:id="25" w:name="_Toc54007072"/>
      <w:r>
        <w:t>Seznam vstupních podkladů</w:t>
      </w:r>
      <w:bookmarkEnd w:id="23"/>
      <w:bookmarkEnd w:id="24"/>
      <w:bookmarkEnd w:id="25"/>
    </w:p>
    <w:p w14:paraId="15A64C99" w14:textId="5858A289" w:rsidR="00C34090" w:rsidRDefault="00C34090" w:rsidP="00D94E12">
      <w:pPr>
        <w:pStyle w:val="Odstavecseseznamem"/>
        <w:numPr>
          <w:ilvl w:val="0"/>
          <w:numId w:val="18"/>
        </w:numPr>
        <w:ind w:hanging="219"/>
      </w:pPr>
      <w:bookmarkStart w:id="26" w:name="_Hlk54011006"/>
      <w:r>
        <w:t>Dokumentace pro vydání rozhodnutí o umístění stavby – 4</w:t>
      </w:r>
      <w:r w:rsidR="00D44B79">
        <w:t>roads,</w:t>
      </w:r>
      <w:r>
        <w:t xml:space="preserve"> </w:t>
      </w:r>
      <w:r w:rsidR="00D44B79">
        <w:t>11</w:t>
      </w:r>
      <w:r>
        <w:t>/20</w:t>
      </w:r>
      <w:r w:rsidR="00D44B79">
        <w:t>19</w:t>
      </w:r>
    </w:p>
    <w:p w14:paraId="27D54946" w14:textId="40CAA70C" w:rsidR="00C34090" w:rsidRDefault="00C34090" w:rsidP="00D94E12">
      <w:pPr>
        <w:pStyle w:val="Odstavecseseznamem"/>
        <w:numPr>
          <w:ilvl w:val="0"/>
          <w:numId w:val="18"/>
        </w:numPr>
        <w:tabs>
          <w:tab w:val="left" w:pos="3402"/>
        </w:tabs>
        <w:spacing w:after="120"/>
        <w:ind w:hanging="219"/>
        <w:contextualSpacing w:val="0"/>
        <w:jc w:val="left"/>
      </w:pPr>
      <w:r>
        <w:t xml:space="preserve">Rozhodnutí o umístění </w:t>
      </w:r>
      <w:proofErr w:type="gramStart"/>
      <w:r>
        <w:t>stavby - Městský</w:t>
      </w:r>
      <w:proofErr w:type="gramEnd"/>
      <w:r>
        <w:t xml:space="preserve"> úřad </w:t>
      </w:r>
      <w:r w:rsidR="009B3390">
        <w:t>v Kouřimi</w:t>
      </w:r>
      <w:r>
        <w:t xml:space="preserve">, </w:t>
      </w:r>
      <w:r w:rsidR="009B3390">
        <w:t>stavební úřad</w:t>
      </w:r>
      <w:r>
        <w:t>, 0</w:t>
      </w:r>
      <w:r w:rsidR="009B3390">
        <w:t>6</w:t>
      </w:r>
      <w:r>
        <w:t>/2020</w:t>
      </w:r>
    </w:p>
    <w:p w14:paraId="00851D1E" w14:textId="188D824F" w:rsidR="00F940DD" w:rsidRDefault="00F940DD" w:rsidP="00D94E12">
      <w:pPr>
        <w:numPr>
          <w:ilvl w:val="0"/>
          <w:numId w:val="18"/>
        </w:numPr>
        <w:tabs>
          <w:tab w:val="num" w:pos="851"/>
          <w:tab w:val="left" w:pos="3402"/>
        </w:tabs>
        <w:spacing w:before="0" w:after="120"/>
        <w:ind w:hanging="219"/>
        <w:jc w:val="left"/>
      </w:pPr>
      <w:r>
        <w:lastRenderedPageBreak/>
        <w:t xml:space="preserve">Zaměření polohopisu a výškopisu – </w:t>
      </w:r>
      <w:r w:rsidR="004D749D">
        <w:t xml:space="preserve">Ing. </w:t>
      </w:r>
      <w:r w:rsidR="00291335">
        <w:t>Pavel Láznička</w:t>
      </w:r>
      <w:r w:rsidR="00284216">
        <w:t xml:space="preserve">, </w:t>
      </w:r>
      <w:r>
        <w:t>0</w:t>
      </w:r>
      <w:r w:rsidR="00D44B79">
        <w:t>8</w:t>
      </w:r>
      <w:r>
        <w:t>/2019</w:t>
      </w:r>
    </w:p>
    <w:p w14:paraId="21206DF9" w14:textId="77777777" w:rsidR="00D44B79" w:rsidRPr="001263D6" w:rsidRDefault="00D44B79" w:rsidP="00D94E12">
      <w:pPr>
        <w:numPr>
          <w:ilvl w:val="0"/>
          <w:numId w:val="18"/>
        </w:numPr>
        <w:tabs>
          <w:tab w:val="num" w:pos="851"/>
          <w:tab w:val="left" w:pos="3402"/>
        </w:tabs>
        <w:spacing w:before="0" w:after="120"/>
        <w:ind w:hanging="219"/>
        <w:jc w:val="left"/>
      </w:pPr>
      <w:r w:rsidRPr="001263D6">
        <w:t>Inženýrsko-geologický průzkum, archiv České geologické služby Praha (2013)</w:t>
      </w:r>
    </w:p>
    <w:p w14:paraId="2736CCC3" w14:textId="5C3E42AD" w:rsidR="003F5892" w:rsidRDefault="003F5892" w:rsidP="00D94E12">
      <w:pPr>
        <w:numPr>
          <w:ilvl w:val="0"/>
          <w:numId w:val="18"/>
        </w:numPr>
        <w:tabs>
          <w:tab w:val="num" w:pos="851"/>
          <w:tab w:val="left" w:pos="3402"/>
        </w:tabs>
        <w:spacing w:before="0" w:after="120"/>
        <w:ind w:hanging="219"/>
        <w:jc w:val="left"/>
      </w:pPr>
      <w:r>
        <w:t>Hlavní prohlídka mostu</w:t>
      </w:r>
      <w:r w:rsidR="000B6387">
        <w:t xml:space="preserve"> –</w:t>
      </w:r>
      <w:r>
        <w:t xml:space="preserve"> </w:t>
      </w:r>
      <w:r w:rsidR="00D44B79" w:rsidRPr="001263D6">
        <w:t xml:space="preserve">Ing. František </w:t>
      </w:r>
      <w:proofErr w:type="spellStart"/>
      <w:r w:rsidR="00D44B79" w:rsidRPr="001263D6">
        <w:t>Košán</w:t>
      </w:r>
      <w:proofErr w:type="spellEnd"/>
      <w:r w:rsidR="00D44B79" w:rsidRPr="001263D6">
        <w:t>, 10/2018 a Mostní list</w:t>
      </w:r>
    </w:p>
    <w:p w14:paraId="0C4A594D" w14:textId="225B8EED" w:rsidR="000B6387" w:rsidRDefault="005251CC" w:rsidP="00D94E12">
      <w:pPr>
        <w:numPr>
          <w:ilvl w:val="0"/>
          <w:numId w:val="18"/>
        </w:numPr>
        <w:tabs>
          <w:tab w:val="num" w:pos="851"/>
          <w:tab w:val="left" w:pos="3402"/>
        </w:tabs>
        <w:spacing w:before="0" w:after="120"/>
        <w:ind w:hanging="219"/>
        <w:jc w:val="left"/>
      </w:pPr>
      <w:r>
        <w:t>K</w:t>
      </w:r>
      <w:r w:rsidR="00DD4287">
        <w:t>atastrální mapa</w:t>
      </w:r>
      <w:r w:rsidR="002C08C0">
        <w:t xml:space="preserve"> digitální</w:t>
      </w:r>
      <w:r w:rsidR="00D44B79" w:rsidRPr="001263D6">
        <w:t xml:space="preserve">, </w:t>
      </w:r>
      <w:proofErr w:type="spellStart"/>
      <w:r w:rsidR="00D44B79" w:rsidRPr="001263D6">
        <w:t>k.ú</w:t>
      </w:r>
      <w:proofErr w:type="spellEnd"/>
      <w:r w:rsidR="00D44B79" w:rsidRPr="001263D6">
        <w:t>. Dolní Kruty</w:t>
      </w:r>
    </w:p>
    <w:p w14:paraId="712B87F0" w14:textId="72679EF7" w:rsidR="00DD4287" w:rsidRDefault="005251CC" w:rsidP="00D94E12">
      <w:pPr>
        <w:numPr>
          <w:ilvl w:val="0"/>
          <w:numId w:val="18"/>
        </w:numPr>
        <w:tabs>
          <w:tab w:val="num" w:pos="851"/>
          <w:tab w:val="left" w:pos="3402"/>
        </w:tabs>
        <w:spacing w:before="0" w:after="120"/>
        <w:ind w:hanging="219"/>
        <w:jc w:val="left"/>
      </w:pPr>
      <w:r>
        <w:t>S</w:t>
      </w:r>
      <w:r w:rsidR="00DD4287">
        <w:t>tavební zákon č. 183/2006 Sb. ve znění pozdějších předpisů (2018)</w:t>
      </w:r>
    </w:p>
    <w:p w14:paraId="2E0AE3BF" w14:textId="536738ED" w:rsidR="00DD4287" w:rsidRDefault="005251CC" w:rsidP="00D94E12">
      <w:pPr>
        <w:numPr>
          <w:ilvl w:val="0"/>
          <w:numId w:val="18"/>
        </w:numPr>
        <w:tabs>
          <w:tab w:val="left" w:pos="3402"/>
        </w:tabs>
        <w:spacing w:before="0" w:after="120"/>
        <w:ind w:hanging="219"/>
        <w:jc w:val="left"/>
      </w:pPr>
      <w:r>
        <w:t>V</w:t>
      </w:r>
      <w:r w:rsidR="00DD4287">
        <w:t xml:space="preserve">yhláška č. </w:t>
      </w:r>
      <w:r w:rsidR="00483259">
        <w:t>146</w:t>
      </w:r>
      <w:r w:rsidR="00DD4287">
        <w:t>/200</w:t>
      </w:r>
      <w:r w:rsidR="00483259">
        <w:t>8</w:t>
      </w:r>
      <w:r w:rsidR="00DD4287">
        <w:t xml:space="preserve"> Sb. o </w:t>
      </w:r>
      <w:r w:rsidR="00483259" w:rsidRPr="00483259">
        <w:t>rozsahu a obsahu projektové dokumentace dopravních staveb</w:t>
      </w:r>
    </w:p>
    <w:p w14:paraId="72CFDD0B" w14:textId="77777777" w:rsidR="003F5892" w:rsidRDefault="003F5892" w:rsidP="00D94E12">
      <w:pPr>
        <w:numPr>
          <w:ilvl w:val="0"/>
          <w:numId w:val="18"/>
        </w:numPr>
        <w:tabs>
          <w:tab w:val="left" w:pos="3402"/>
        </w:tabs>
        <w:spacing w:before="0" w:after="120"/>
        <w:ind w:left="851" w:hanging="284"/>
        <w:jc w:val="left"/>
      </w:pPr>
      <w:r>
        <w:t>Směrnice pro dokumentaci staveb pozemních komunikací</w:t>
      </w:r>
      <w:r w:rsidR="00A964C2">
        <w:t>, 08/2017 a dodatek č. 1, 04/2018</w:t>
      </w:r>
    </w:p>
    <w:p w14:paraId="2B5FD3DA" w14:textId="77777777" w:rsidR="00DD4287" w:rsidRDefault="005251CC" w:rsidP="00D94E12">
      <w:pPr>
        <w:numPr>
          <w:ilvl w:val="0"/>
          <w:numId w:val="18"/>
        </w:numPr>
        <w:tabs>
          <w:tab w:val="left" w:pos="993"/>
        </w:tabs>
        <w:spacing w:before="0" w:after="120"/>
        <w:ind w:hanging="219"/>
        <w:jc w:val="left"/>
      </w:pPr>
      <w:r>
        <w:t>P</w:t>
      </w:r>
      <w:r w:rsidR="00DD4287">
        <w:t>říslušné ČSN v aktuálně platných zněních, TKP, VL a TP</w:t>
      </w:r>
    </w:p>
    <w:p w14:paraId="736DC890" w14:textId="2C59178B" w:rsidR="00F948CE" w:rsidRDefault="00913ACC" w:rsidP="00DD4287">
      <w:pPr>
        <w:pStyle w:val="Nadpis1"/>
      </w:pPr>
      <w:bookmarkStart w:id="27" w:name="_Toc54007073"/>
      <w:bookmarkEnd w:id="3"/>
      <w:bookmarkEnd w:id="4"/>
      <w:bookmarkEnd w:id="5"/>
      <w:bookmarkEnd w:id="26"/>
      <w:r>
        <w:t>SOUHRNNÁ TECHNICKÁ ZPRÁVA</w:t>
      </w:r>
      <w:bookmarkEnd w:id="27"/>
    </w:p>
    <w:p w14:paraId="55B4395E" w14:textId="77777777" w:rsidR="004E0DA5" w:rsidRDefault="00983F7E" w:rsidP="00983F7E">
      <w:pPr>
        <w:pStyle w:val="Nadpis2"/>
      </w:pPr>
      <w:bookmarkStart w:id="28" w:name="_Toc54007074"/>
      <w:bookmarkStart w:id="29" w:name="_Toc354912527"/>
      <w:r>
        <w:t>Popis území stavby</w:t>
      </w:r>
      <w:bookmarkEnd w:id="28"/>
    </w:p>
    <w:p w14:paraId="7E09AB21" w14:textId="77777777" w:rsidR="00967105" w:rsidRDefault="00983F7E" w:rsidP="00D94E12">
      <w:pPr>
        <w:pStyle w:val="Odstavecseseznamem"/>
        <w:numPr>
          <w:ilvl w:val="0"/>
          <w:numId w:val="5"/>
        </w:numPr>
      </w:pPr>
      <w:r>
        <w:t>charakteristika území a stavebního pozemku, zastavěné území a nezastavěné území, soulad navrhované stavby s charakterem území, dosavadní využití a zastavěnost území</w:t>
      </w:r>
      <w:r w:rsidR="00967105">
        <w:t xml:space="preserve">. </w:t>
      </w:r>
    </w:p>
    <w:p w14:paraId="2E47A27C" w14:textId="77777777" w:rsidR="00703931" w:rsidRPr="001263D6" w:rsidRDefault="00703931" w:rsidP="00703931">
      <w:pPr>
        <w:rPr>
          <w:i/>
        </w:rPr>
      </w:pPr>
      <w:r w:rsidRPr="001263D6">
        <w:t xml:space="preserve">Stavba leží v intravilánu místní části Přestavlky obce Horní Kruty. Lokalita se nachází v zastavěném území na jižním okraji obce.    </w:t>
      </w:r>
    </w:p>
    <w:p w14:paraId="4686CB8D" w14:textId="6B99DF0B" w:rsidR="00253D77" w:rsidRDefault="00253D77" w:rsidP="00D94E12">
      <w:pPr>
        <w:pStyle w:val="Odstavecseseznamem"/>
        <w:numPr>
          <w:ilvl w:val="0"/>
          <w:numId w:val="5"/>
        </w:numPr>
      </w:pPr>
      <w:r w:rsidRPr="00253D77">
        <w:t>údaje o souladu s územn</w:t>
      </w:r>
      <w:r w:rsidR="00483259">
        <w:t>ím</w:t>
      </w:r>
      <w:r w:rsidRPr="00253D77">
        <w:t xml:space="preserve"> </w:t>
      </w:r>
      <w:r w:rsidR="00483259">
        <w:t>rozhodnutím, veřejnoprávní smlouvou o umístění stavby, územním souhlasem</w:t>
      </w:r>
    </w:p>
    <w:p w14:paraId="3C3BCD2B" w14:textId="183044EF" w:rsidR="00BD4A83" w:rsidRDefault="00D25713" w:rsidP="00251A1C">
      <w:r>
        <w:t>Stavební úprava</w:t>
      </w:r>
      <w:r w:rsidR="00BD4A83">
        <w:t xml:space="preserve"> mostu </w:t>
      </w:r>
      <w:r w:rsidR="001D680C">
        <w:t>3</w:t>
      </w:r>
      <w:r w:rsidR="00703931">
        <w:t>34-011</w:t>
      </w:r>
      <w:r w:rsidR="00BD4A83">
        <w:t xml:space="preserve"> je v souladu </w:t>
      </w:r>
      <w:r w:rsidR="00BD4A83" w:rsidRPr="0099714D">
        <w:t>s </w:t>
      </w:r>
      <w:r w:rsidR="00483259" w:rsidRPr="0099714D">
        <w:t>územním rozhodnutím č.</w:t>
      </w:r>
      <w:r w:rsidR="0099714D" w:rsidRPr="0099714D">
        <w:t>j.</w:t>
      </w:r>
      <w:r w:rsidR="00483259" w:rsidRPr="0099714D">
        <w:t xml:space="preserve"> </w:t>
      </w:r>
      <w:r w:rsidR="009B3390">
        <w:t>KOU</w:t>
      </w:r>
      <w:r w:rsidR="0099714D" w:rsidRPr="0099714D">
        <w:t>-</w:t>
      </w:r>
      <w:r w:rsidR="009B3390">
        <w:t>907</w:t>
      </w:r>
      <w:r w:rsidR="0099714D" w:rsidRPr="0099714D">
        <w:t xml:space="preserve">/2020 ze dne </w:t>
      </w:r>
      <w:r w:rsidR="009B3390">
        <w:t>30</w:t>
      </w:r>
      <w:r w:rsidR="0099714D" w:rsidRPr="0099714D">
        <w:t>.0</w:t>
      </w:r>
      <w:r w:rsidR="009B3390">
        <w:t>6</w:t>
      </w:r>
      <w:r w:rsidR="0099714D" w:rsidRPr="0099714D">
        <w:t>.2020</w:t>
      </w:r>
      <w:r w:rsidR="0099714D">
        <w:t xml:space="preserve">, jež nabylo právní moci dne </w:t>
      </w:r>
      <w:r w:rsidR="009B3390">
        <w:t>30</w:t>
      </w:r>
      <w:r w:rsidR="0099714D">
        <w:t>.0</w:t>
      </w:r>
      <w:r w:rsidR="009B3390">
        <w:t>7</w:t>
      </w:r>
      <w:r w:rsidR="0099714D">
        <w:t>.2020.</w:t>
      </w:r>
    </w:p>
    <w:p w14:paraId="5D3AC881" w14:textId="512BCCA6" w:rsidR="00967105" w:rsidRDefault="00483259" w:rsidP="00D94E12">
      <w:pPr>
        <w:pStyle w:val="Odstavecseseznamem"/>
        <w:numPr>
          <w:ilvl w:val="0"/>
          <w:numId w:val="5"/>
        </w:numPr>
      </w:pPr>
      <w:r>
        <w:rPr>
          <w:rFonts w:cs="Arial"/>
          <w:color w:val="000000"/>
          <w:shd w:val="clear" w:color="auto" w:fill="FFFFFF"/>
        </w:rPr>
        <w:t>údaje o souladu s územně plánovací dokumentací, s cíli a úkoly územního plánování, včetně informace o vydané územně plánovací dokumentaci</w:t>
      </w:r>
      <w:r>
        <w:t xml:space="preserve"> </w:t>
      </w:r>
    </w:p>
    <w:p w14:paraId="75015892" w14:textId="7CCF9ADE" w:rsidR="001444D5" w:rsidRDefault="001444D5" w:rsidP="00621486">
      <w:r>
        <w:t>Dokumentace pro vydání stavebního povolení pro novostavbu mostu 3</w:t>
      </w:r>
      <w:r w:rsidR="000548C0">
        <w:t>34</w:t>
      </w:r>
      <w:r>
        <w:t>-</w:t>
      </w:r>
      <w:r w:rsidR="000548C0">
        <w:t>01</w:t>
      </w:r>
      <w:r>
        <w:t xml:space="preserve">1 je v souladu s Územním plánem obce </w:t>
      </w:r>
      <w:r w:rsidR="000548C0">
        <w:t>Horní Kruty z 12/2012 (včetně změny č.1 z 06/2019)</w:t>
      </w:r>
      <w:r>
        <w:t xml:space="preserve">. Využití území se stavbou nemění. Daný územní plán je veřejně přístupný na internetové adrese: </w:t>
      </w:r>
      <w:r w:rsidR="000548C0" w:rsidRPr="001263D6">
        <w:rPr>
          <w:rStyle w:val="Hypertextovodkaz"/>
        </w:rPr>
        <w:t>https://www.hornikruty.cz/up.html</w:t>
      </w:r>
    </w:p>
    <w:p w14:paraId="3720DFDE" w14:textId="5A44CEA3" w:rsidR="00621486" w:rsidRDefault="00621486" w:rsidP="00D94E12">
      <w:pPr>
        <w:pStyle w:val="Odstavecseseznamem"/>
        <w:numPr>
          <w:ilvl w:val="0"/>
          <w:numId w:val="5"/>
        </w:numPr>
      </w:pPr>
      <w:r w:rsidRPr="00621486">
        <w:rPr>
          <w:rFonts w:cs="Arial"/>
          <w:color w:val="000000"/>
          <w:shd w:val="clear" w:color="auto" w:fill="FFFFFF"/>
        </w:rPr>
        <w:t>geologická, geomorfologická a hydrogeologická charakteristika, včetně zdrojů nerostů a podzemních vod</w:t>
      </w:r>
      <w:r>
        <w:t xml:space="preserve"> </w:t>
      </w:r>
    </w:p>
    <w:p w14:paraId="1CB82825" w14:textId="77777777" w:rsidR="001444D5" w:rsidRDefault="001444D5" w:rsidP="001444D5">
      <w:pPr>
        <w:pStyle w:val="Odstavecseseznamem"/>
      </w:pPr>
    </w:p>
    <w:p w14:paraId="7DF01DA3" w14:textId="015C7FC5" w:rsidR="004F2AC7" w:rsidRDefault="004F2AC7" w:rsidP="006E2B33">
      <w:pPr>
        <w:spacing w:before="0"/>
      </w:pPr>
      <w:r>
        <w:t>Z regionálně geologického hlediska je zájmové území součástí Českého masivu, konkrétně náleží k </w:t>
      </w:r>
      <w:proofErr w:type="spellStart"/>
      <w:r>
        <w:t>svrchnoproterozoickému</w:t>
      </w:r>
      <w:proofErr w:type="spellEnd"/>
      <w:r>
        <w:t xml:space="preserve"> kutnohorskému krystaliniku. To je na východ od zájmového území omezeno výrazným kouřimským zlomem. Sk</w:t>
      </w:r>
      <w:r w:rsidR="00B13435">
        <w:t>al</w:t>
      </w:r>
      <w:r>
        <w:t xml:space="preserve">ní podloží je v zájmovém území budováno metamorfovanými horninami náležejícími ke kutnohorské skupině krystalinika. Jedná se především o biotit-muskovitické ruly až </w:t>
      </w:r>
      <w:proofErr w:type="spellStart"/>
      <w:r>
        <w:t>migmatitiy</w:t>
      </w:r>
      <w:proofErr w:type="spellEnd"/>
      <w:r>
        <w:t>. Horniny jsou zpravidla jemnozrnné</w:t>
      </w:r>
      <w:r w:rsidR="00B13435">
        <w:t>.</w:t>
      </w:r>
    </w:p>
    <w:p w14:paraId="4D4995D8" w14:textId="62320391" w:rsidR="004F2AC7" w:rsidRDefault="004F2AC7" w:rsidP="006E2B33">
      <w:pPr>
        <w:spacing w:before="0"/>
      </w:pPr>
      <w:proofErr w:type="gramStart"/>
      <w:r>
        <w:t>Terén  na</w:t>
      </w:r>
      <w:proofErr w:type="gramEnd"/>
      <w:r>
        <w:t xml:space="preserve">  lokalitě  je  </w:t>
      </w:r>
      <w:r w:rsidR="00B13435">
        <w:t>mírně zvlněný</w:t>
      </w:r>
      <w:r>
        <w:t xml:space="preserve">  s výškou  okolo  </w:t>
      </w:r>
      <w:r w:rsidR="00B13435">
        <w:t>350</w:t>
      </w:r>
      <w:r>
        <w:t xml:space="preserve">  m  n.  m.  </w:t>
      </w:r>
    </w:p>
    <w:p w14:paraId="33BFC478" w14:textId="455FF0F7" w:rsidR="00B13435" w:rsidRDefault="00B13435" w:rsidP="006E2B33">
      <w:pPr>
        <w:spacing w:before="0"/>
      </w:pPr>
      <w:r>
        <w:t xml:space="preserve">Dle vyhlášky </w:t>
      </w:r>
      <w:proofErr w:type="spellStart"/>
      <w:r>
        <w:t>MZe</w:t>
      </w:r>
      <w:proofErr w:type="spellEnd"/>
      <w:r>
        <w:t xml:space="preserve"> č. 292/2002 Sb. spadá posuzovaná lokalita do oblasti povodí Labe, hlavní povodí „1-04-06 – Výrovka“. Zájmové území spadá do hydrogeologického rajónu ID 6531 – Kutnohorské krystalinikum, s převážně volnou hladinou, s celkovou mineralizací 0,3-1 g/l, s nízkou </w:t>
      </w:r>
      <w:proofErr w:type="spellStart"/>
      <w:r>
        <w:t>transmisivitou</w:t>
      </w:r>
      <w:proofErr w:type="spellEnd"/>
      <w:r>
        <w:t xml:space="preserve"> </w:t>
      </w:r>
      <w:proofErr w:type="gramStart"/>
      <w:r>
        <w:t>(&lt; 10</w:t>
      </w:r>
      <w:proofErr w:type="gramEnd"/>
      <w:r>
        <w:t>-4 m2/s) a s chemickým typem Ca-Na-HCO3.</w:t>
      </w:r>
    </w:p>
    <w:p w14:paraId="60321FA0" w14:textId="77777777" w:rsidR="004F2AC7" w:rsidRDefault="004F2AC7" w:rsidP="006E2B33">
      <w:pPr>
        <w:spacing w:before="0"/>
      </w:pPr>
    </w:p>
    <w:p w14:paraId="10E8419F" w14:textId="0BA11B29" w:rsidR="009E65ED" w:rsidRDefault="009E65ED" w:rsidP="00D94E12">
      <w:pPr>
        <w:pStyle w:val="Odstavecseseznamem"/>
        <w:numPr>
          <w:ilvl w:val="0"/>
          <w:numId w:val="5"/>
        </w:numPr>
      </w:pPr>
      <w:r>
        <w:t xml:space="preserve">výčet a závěry provedených průzkumů a </w:t>
      </w:r>
      <w:proofErr w:type="gramStart"/>
      <w:r>
        <w:t>měření - geotechnický</w:t>
      </w:r>
      <w:proofErr w:type="gramEnd"/>
      <w:r>
        <w:t xml:space="preserve"> průzkum, hydrogeologický průzkum, korozní průzkum, geotechnický průzkum materiálových nalezišť (zemníků), stavebně historický průzkum apod.</w:t>
      </w:r>
    </w:p>
    <w:p w14:paraId="23A63E0C" w14:textId="77777777" w:rsidR="00951056" w:rsidRDefault="00951056" w:rsidP="00951056">
      <w:pPr>
        <w:spacing w:before="0"/>
      </w:pPr>
    </w:p>
    <w:p w14:paraId="76008059" w14:textId="77777777" w:rsidR="000548C0" w:rsidRPr="000548C0" w:rsidRDefault="000548C0" w:rsidP="000548C0">
      <w:pPr>
        <w:spacing w:before="0"/>
      </w:pPr>
      <w:r w:rsidRPr="000548C0">
        <w:lastRenderedPageBreak/>
        <w:t xml:space="preserve">Pro mostní objekt a opěrnou zeď bylo využito archivního inženýrskogeologického průzkumu pro plánovanou, ale nerealizovanou rekonstrukci předmětného mostu z roku 2013 (RNDr. Vitásek, SUDOP Praha). Tento archivní průzkum je uložen v Geofondu Praha. </w:t>
      </w:r>
    </w:p>
    <w:p w14:paraId="0C48C48E" w14:textId="77777777" w:rsidR="000548C0" w:rsidRPr="000548C0" w:rsidRDefault="000548C0" w:rsidP="000548C0">
      <w:pPr>
        <w:spacing w:before="0"/>
      </w:pPr>
      <w:r w:rsidRPr="000548C0">
        <w:t xml:space="preserve">Z hlediska geomorfologického členění reliéfu ČR (J. </w:t>
      </w:r>
      <w:proofErr w:type="spellStart"/>
      <w:r w:rsidRPr="000548C0">
        <w:t>Demek</w:t>
      </w:r>
      <w:proofErr w:type="spellEnd"/>
      <w:r w:rsidRPr="000548C0">
        <w:t xml:space="preserve"> et. al., 1987) spadá zájmové území do </w:t>
      </w:r>
      <w:proofErr w:type="gramStart"/>
      <w:r w:rsidRPr="000548C0">
        <w:t>geomorfologického  celku</w:t>
      </w:r>
      <w:proofErr w:type="gramEnd"/>
      <w:r w:rsidRPr="000548C0">
        <w:t xml:space="preserve">  </w:t>
      </w:r>
      <w:proofErr w:type="spellStart"/>
      <w:r w:rsidRPr="000548C0">
        <w:t>Hornosázavská</w:t>
      </w:r>
      <w:proofErr w:type="spellEnd"/>
      <w:r w:rsidRPr="000548C0">
        <w:t xml:space="preserve"> pahorkatina, </w:t>
      </w:r>
      <w:proofErr w:type="spellStart"/>
      <w:r w:rsidRPr="000548C0">
        <w:t>podcelku</w:t>
      </w:r>
      <w:proofErr w:type="spellEnd"/>
      <w:r w:rsidRPr="000548C0">
        <w:t xml:space="preserve"> Kutnohorská plošina.  Z regionálně-geologického hlediska zájmové území náleží k </w:t>
      </w:r>
      <w:proofErr w:type="spellStart"/>
      <w:r w:rsidRPr="000548C0">
        <w:t>svrchnoproterozoickému</w:t>
      </w:r>
      <w:proofErr w:type="spellEnd"/>
      <w:r w:rsidRPr="000548C0">
        <w:t xml:space="preserve"> kutnohorskému krystaliniku. Skalní podloží je v zájmovém území budováno metamorfovanými horninami reprezentovanými především biotit-muskovitickými rulami až migmatity. Horniny jsou zpravidla jemnozrnné, přičemž provedenými vrty byl zastižen pouze jejich zvětralinový plášť. </w:t>
      </w:r>
    </w:p>
    <w:p w14:paraId="5EA9368E" w14:textId="77777777" w:rsidR="000548C0" w:rsidRPr="000548C0" w:rsidRDefault="000548C0" w:rsidP="000548C0">
      <w:pPr>
        <w:spacing w:before="0"/>
      </w:pPr>
      <w:r w:rsidRPr="000548C0">
        <w:t>Svrchní část zastiženého profilu doplňují kvartérní hlinité a jílovité sedimenty měkké až tuhé konzistence, které v blízkosti vodoteče mají zvýšený obsah písčité frakce.</w:t>
      </w:r>
    </w:p>
    <w:p w14:paraId="1C9EBD8E" w14:textId="77777777" w:rsidR="000548C0" w:rsidRPr="000548C0" w:rsidRDefault="000548C0" w:rsidP="000548C0">
      <w:pPr>
        <w:spacing w:before="0"/>
        <w:rPr>
          <w:b/>
        </w:rPr>
      </w:pPr>
      <w:r w:rsidRPr="000548C0">
        <w:rPr>
          <w:b/>
        </w:rPr>
        <w:t xml:space="preserve">Základové podmínky u mostu SO 201 ověřuje vrtaná sonda J1, u opěrné zdi </w:t>
      </w:r>
      <w:proofErr w:type="gramStart"/>
      <w:r w:rsidRPr="000548C0">
        <w:rPr>
          <w:b/>
        </w:rPr>
        <w:t>pak  vrtaná</w:t>
      </w:r>
      <w:proofErr w:type="gramEnd"/>
      <w:r w:rsidRPr="000548C0">
        <w:rPr>
          <w:b/>
        </w:rPr>
        <w:t xml:space="preserve"> sonda J2. </w:t>
      </w:r>
    </w:p>
    <w:p w14:paraId="10DAAD81" w14:textId="77777777" w:rsidR="000548C0" w:rsidRPr="000548C0" w:rsidRDefault="000548C0" w:rsidP="000548C0">
      <w:pPr>
        <w:spacing w:before="0"/>
      </w:pPr>
      <w:r w:rsidRPr="000548C0">
        <w:t xml:space="preserve">Na bázi jádrového vrtu </w:t>
      </w:r>
      <w:r w:rsidRPr="000548C0">
        <w:rPr>
          <w:b/>
          <w:bCs/>
        </w:rPr>
        <w:t>J1</w:t>
      </w:r>
      <w:r w:rsidRPr="000548C0">
        <w:t xml:space="preserve"> byly ve svrchní části zastiženy navážky (hlinitý štěrk – silniční těleso), pod nimi fluviální sedimenty třídy F4/CS (písčité jíly), dále fluviální sedimenty třídy F5/MI (hlíny se střední plasticitou) a F6/CI (jíly se střední plasticitou). Pod tímto kvartérním pokryvem se v hloubce cca 6,3 m nachází horniny předkvartérního podkladu tvořené zcela zvětralými rulami charakteru písčitých jílů (R6/CS). Sonda J2 je obdobného složení, jen zde v kvartérním pokryvu zcela absentuje vrstva F4/CS.</w:t>
      </w:r>
    </w:p>
    <w:p w14:paraId="303EFB31" w14:textId="77777777" w:rsidR="000548C0" w:rsidRPr="000548C0" w:rsidRDefault="000548C0" w:rsidP="000548C0">
      <w:pPr>
        <w:spacing w:before="0"/>
      </w:pPr>
    </w:p>
    <w:p w14:paraId="7B374BA8" w14:textId="77777777" w:rsidR="000548C0" w:rsidRPr="000548C0" w:rsidRDefault="000548C0" w:rsidP="000548C0">
      <w:pPr>
        <w:spacing w:before="0"/>
      </w:pPr>
      <w:r w:rsidRPr="000548C0">
        <w:t xml:space="preserve">Hladina podzemní vody byla zastižena v úrovni 1,50 m pod terénem a po </w:t>
      </w:r>
      <w:proofErr w:type="gramStart"/>
      <w:r w:rsidRPr="000548C0">
        <w:t>1h</w:t>
      </w:r>
      <w:proofErr w:type="gramEnd"/>
      <w:r w:rsidRPr="000548C0">
        <w:t xml:space="preserve"> se ustálila v úrovni 2,10 až 2,55 m pod terénem. Jedná se o kolektor podzemní vody vázaný na kvartérní sedimenty v blízkosti vodotečí. Dle chemických analýz podzemní vody vykazuje prostředí střední agresivitu – stupeň XA2.</w:t>
      </w:r>
    </w:p>
    <w:p w14:paraId="135E6977" w14:textId="77777777" w:rsidR="000548C0" w:rsidRPr="000548C0" w:rsidRDefault="000548C0" w:rsidP="000548C0">
      <w:pPr>
        <w:spacing w:before="0"/>
      </w:pPr>
    </w:p>
    <w:p w14:paraId="2800B068" w14:textId="77777777" w:rsidR="000548C0" w:rsidRPr="000548C0" w:rsidRDefault="000548C0" w:rsidP="000548C0">
      <w:pPr>
        <w:spacing w:before="0"/>
      </w:pPr>
      <w:proofErr w:type="gramStart"/>
      <w:r w:rsidRPr="000548C0">
        <w:t>Lze  předpokládat</w:t>
      </w:r>
      <w:proofErr w:type="gramEnd"/>
      <w:r w:rsidRPr="000548C0">
        <w:t>,  že  v průběhu  zemních  prací  bude  docházet  k zaplavování  výkopové  jámy „průsakovou“ vodou z recipientu. Případné přítoky podzemní vody do výkopu budou velmi malých vydatností a bude je možno odčerpávat kalovým čerpadlem přímo z nejnižšího místa výkopové jámy pro založení mostní konstrukce.</w:t>
      </w:r>
    </w:p>
    <w:p w14:paraId="3EDD4C7C" w14:textId="77777777" w:rsidR="00CA6A72" w:rsidRDefault="00CA6A72" w:rsidP="00574D27">
      <w:pPr>
        <w:spacing w:before="0"/>
        <w:rPr>
          <w:highlight w:val="yellow"/>
        </w:rPr>
      </w:pPr>
    </w:p>
    <w:p w14:paraId="15DEA01D" w14:textId="77777777" w:rsidR="00F9398F" w:rsidRDefault="00F9398F" w:rsidP="00D94E12">
      <w:pPr>
        <w:pStyle w:val="Odstavecseseznamem"/>
        <w:numPr>
          <w:ilvl w:val="0"/>
          <w:numId w:val="5"/>
        </w:numPr>
      </w:pPr>
      <w:r>
        <w:t xml:space="preserve">ochrana území podle jiných právních </w:t>
      </w:r>
      <w:proofErr w:type="gramStart"/>
      <w:r>
        <w:t>předpisů</w:t>
      </w:r>
      <w:r w:rsidR="00143C87">
        <w:t xml:space="preserve"> - </w:t>
      </w:r>
      <w:r w:rsidR="00143C87" w:rsidRPr="00143C87">
        <w:t>památková</w:t>
      </w:r>
      <w:proofErr w:type="gramEnd"/>
      <w:r w:rsidR="00143C87" w:rsidRPr="00143C87">
        <w:t xml:space="preserve"> rezervace, památková zóna, zvláště chráněná území, poddolované území, lokality soustavy Natura 2000, záplavová území, stávající ochranná a bezpečnostní pásma</w:t>
      </w:r>
    </w:p>
    <w:p w14:paraId="11989560" w14:textId="77777777" w:rsidR="008422A6" w:rsidRPr="001263D6" w:rsidRDefault="008422A6" w:rsidP="008422A6">
      <w:r w:rsidRPr="001263D6">
        <w:t xml:space="preserve">Přemosťovaný </w:t>
      </w:r>
      <w:proofErr w:type="spellStart"/>
      <w:r w:rsidRPr="001263D6">
        <w:t>Přestavlcký</w:t>
      </w:r>
      <w:proofErr w:type="spellEnd"/>
      <w:r w:rsidRPr="001263D6">
        <w:t xml:space="preserve"> potok je významným krajinným prvkem (VKP) – údolní niva. Stavba se nachází v ochranném pásmu silnice II. třídy. Nadzemní vedení nízkého napětí (do 1 </w:t>
      </w:r>
      <w:proofErr w:type="spellStart"/>
      <w:r w:rsidRPr="001263D6">
        <w:t>kV</w:t>
      </w:r>
      <w:proofErr w:type="spellEnd"/>
      <w:r w:rsidRPr="001263D6">
        <w:t>) společnosti ČEZ není chráněno ochranným pásmem.</w:t>
      </w:r>
    </w:p>
    <w:p w14:paraId="60625BB7" w14:textId="13D4263E" w:rsidR="00DB1F95" w:rsidRDefault="00DB1F95" w:rsidP="00D94E12">
      <w:pPr>
        <w:pStyle w:val="Odstavecseseznamem"/>
        <w:numPr>
          <w:ilvl w:val="0"/>
          <w:numId w:val="5"/>
        </w:numPr>
      </w:pPr>
      <w:r>
        <w:t>poloha vzhledem k záplavovému území, poddolovanému území apod.</w:t>
      </w:r>
    </w:p>
    <w:p w14:paraId="4CCBC495" w14:textId="77777777" w:rsidR="00693AF9" w:rsidRDefault="00693AF9" w:rsidP="00693AF9">
      <w:pPr>
        <w:pStyle w:val="Odstavecseseznamem"/>
      </w:pPr>
    </w:p>
    <w:p w14:paraId="5D6310B3" w14:textId="77777777" w:rsidR="008422A6" w:rsidRPr="001263D6" w:rsidRDefault="008422A6" w:rsidP="008422A6">
      <w:pPr>
        <w:spacing w:before="0"/>
      </w:pPr>
      <w:r w:rsidRPr="001263D6">
        <w:t>Stavba se nenachází v blízkosti záplavového ani poddolovaného území.</w:t>
      </w:r>
    </w:p>
    <w:p w14:paraId="271EA792" w14:textId="77777777" w:rsidR="006357CA" w:rsidRPr="0084309A" w:rsidRDefault="006357CA" w:rsidP="00D94E12">
      <w:pPr>
        <w:pStyle w:val="Odstavecseseznamem"/>
        <w:numPr>
          <w:ilvl w:val="0"/>
          <w:numId w:val="5"/>
        </w:numPr>
      </w:pPr>
      <w:r w:rsidRPr="0084309A">
        <w:t>vliv stavby na okolní stavby a pozemky, ochrana okolí, vliv stavby na odtokové poměry v území</w:t>
      </w:r>
    </w:p>
    <w:p w14:paraId="0D1975F3" w14:textId="77777777" w:rsidR="008422A6" w:rsidRPr="001263D6" w:rsidRDefault="008422A6" w:rsidP="008422A6">
      <w:r w:rsidRPr="001263D6">
        <w:t xml:space="preserve">V těsné blízkosti mostu se nachází zahrada rodinného domu č.p. 4, nejbližší dům je ve vzdálenosti cca 20 m.  Mostní zábradlí na obou římsách jsou ukončena hned za </w:t>
      </w:r>
      <w:proofErr w:type="gramStart"/>
      <w:r w:rsidRPr="001263D6">
        <w:t>mostem</w:t>
      </w:r>
      <w:proofErr w:type="gramEnd"/>
      <w:r w:rsidRPr="001263D6">
        <w:t xml:space="preserve"> resp. opěrnou zdí navazující na most. Nový most zlepšuje odtokové poměry v území.    </w:t>
      </w:r>
    </w:p>
    <w:p w14:paraId="0A521923" w14:textId="77777777" w:rsidR="009E65ED" w:rsidRPr="0084309A" w:rsidRDefault="006357CA" w:rsidP="00D94E12">
      <w:pPr>
        <w:pStyle w:val="Odstavecseseznamem"/>
        <w:numPr>
          <w:ilvl w:val="0"/>
          <w:numId w:val="5"/>
        </w:numPr>
      </w:pPr>
      <w:r w:rsidRPr="0084309A">
        <w:t>požadavky na asanace, demolice a kácení dřevin</w:t>
      </w:r>
    </w:p>
    <w:p w14:paraId="5CCDA185" w14:textId="7F3BBD7E" w:rsidR="00B17648" w:rsidRPr="001263D6" w:rsidRDefault="00CB5814" w:rsidP="00CB5814">
      <w:r w:rsidRPr="00B17648">
        <w:t>Požadavky na asanace nejsou. Stávající most bude odstraněn demolicí. Dojde ke kácení náletových dřevin na svazích koryta potoka, koryta silničního rigolu, resp. na parcele č. 1372 kvůli posunu silničního rigolu</w:t>
      </w:r>
      <w:r w:rsidR="00B17648">
        <w:t xml:space="preserve"> v rozsahu cca 100 m</w:t>
      </w:r>
      <w:r w:rsidR="00B17648" w:rsidRPr="00B17648">
        <w:rPr>
          <w:vertAlign w:val="superscript"/>
        </w:rPr>
        <w:t>2</w:t>
      </w:r>
      <w:r w:rsidR="00B17648">
        <w:t>. Jedná se především o lísku obecnou, vrbu košíkářskou a lípu srdčitou. Stavebník je povinen z rozhodnutí Obecního úřadu Horní Kruty provést náhradní výsadbu 10 ks ovocných dřevin ke kompenzaci ekologické újmy vzniklé pokácením dřevin.</w:t>
      </w:r>
    </w:p>
    <w:p w14:paraId="78F10EA6" w14:textId="6A8CBD58" w:rsidR="000662BB" w:rsidRPr="0084309A" w:rsidRDefault="000662BB" w:rsidP="00D94E12">
      <w:pPr>
        <w:pStyle w:val="Odstavecseseznamem"/>
        <w:numPr>
          <w:ilvl w:val="0"/>
          <w:numId w:val="5"/>
        </w:numPr>
      </w:pPr>
      <w:r w:rsidRPr="0084309A">
        <w:t>požadavky na maximální dočasné a trvalé zábory zemědělského půdního fondu nebo pozemků určených k plnění funkce lesa</w:t>
      </w:r>
    </w:p>
    <w:p w14:paraId="4739DA44" w14:textId="77777777" w:rsidR="00CB5814" w:rsidRDefault="00CB5814" w:rsidP="00CB5814">
      <w:r>
        <w:lastRenderedPageBreak/>
        <w:t xml:space="preserve">Stavbou bude dotčen pozemek parcelní číslo 1372, jenž je součástí zemědělského půdního fondu, a to jak trvalým (103 m2), tak dočasným záborem (138 m2). </w:t>
      </w:r>
    </w:p>
    <w:p w14:paraId="72FE3016" w14:textId="77777777" w:rsidR="006C04EF" w:rsidRPr="0084309A" w:rsidRDefault="006C04EF" w:rsidP="00D94E12">
      <w:pPr>
        <w:pStyle w:val="Odstavecseseznamem"/>
        <w:numPr>
          <w:ilvl w:val="0"/>
          <w:numId w:val="5"/>
        </w:numPr>
      </w:pPr>
      <w:r w:rsidRPr="0084309A">
        <w:t xml:space="preserve">územně technické </w:t>
      </w:r>
      <w:proofErr w:type="gramStart"/>
      <w:r w:rsidRPr="0084309A">
        <w:t>podmínky - zejména</w:t>
      </w:r>
      <w:proofErr w:type="gramEnd"/>
      <w:r w:rsidRPr="0084309A">
        <w:t xml:space="preserve"> možnost napojení na stávající dopravní a technickou infrastrukturu, možnost bezbariérového přístupu k navrhované stavbě</w:t>
      </w:r>
    </w:p>
    <w:p w14:paraId="2B4A2012" w14:textId="77777777" w:rsidR="00CB5814" w:rsidRPr="001263D6" w:rsidRDefault="00CB5814" w:rsidP="00CB5814">
      <w:r w:rsidRPr="001263D6">
        <w:t xml:space="preserve">Navrhovaná stavební úprava mostu a navazující komunikace je umístěna do míst stávající mostní konstrukce na silnici II/334 v úseku Horní Kruty – Újezdec. Přístup na stavbu je tedy možný po této silnici. Navrhovaný mostní objekt je umístěn v poloze demolovaného mostu. </w:t>
      </w:r>
    </w:p>
    <w:p w14:paraId="1CEFCBA3" w14:textId="77777777" w:rsidR="006C04EF" w:rsidRPr="0084309A" w:rsidRDefault="006C04EF" w:rsidP="00D94E12">
      <w:pPr>
        <w:pStyle w:val="Odstavecseseznamem"/>
        <w:numPr>
          <w:ilvl w:val="0"/>
          <w:numId w:val="5"/>
        </w:numPr>
      </w:pPr>
      <w:r w:rsidRPr="0084309A">
        <w:t>věcné a časové vazby stavby, podmiňující, vyvolané, související investice</w:t>
      </w:r>
    </w:p>
    <w:p w14:paraId="0E4C3E7F" w14:textId="5218C433" w:rsidR="00CB5814" w:rsidRPr="001263D6" w:rsidRDefault="00CB5814" w:rsidP="00CB5814">
      <w:bookmarkStart w:id="30" w:name="_Hlk534632620"/>
      <w:bookmarkStart w:id="31" w:name="_Hlk534706285"/>
      <w:r w:rsidRPr="001263D6">
        <w:t xml:space="preserve">Výstavba mostu bude probíhat za vyloučeného provozu na sil II/334 v místě stavby. </w:t>
      </w:r>
      <w:bookmarkEnd w:id="30"/>
      <w:r w:rsidRPr="001263D6">
        <w:t>V souvislosti s plnou uzavírkou mostu po dobu stavby je zpracován návrh objízdn</w:t>
      </w:r>
      <w:r w:rsidR="004B259E">
        <w:t xml:space="preserve">ých </w:t>
      </w:r>
      <w:proofErr w:type="gramStart"/>
      <w:r w:rsidRPr="001263D6">
        <w:t>tras</w:t>
      </w:r>
      <w:proofErr w:type="gramEnd"/>
      <w:r w:rsidRPr="001263D6">
        <w:t xml:space="preserve"> a to včetně provizorního dopravního značení. Provizorní lávka pro pěší po dobu výstavby mostu se zřizovat nebude. Stavba proběhne během jedné stavební sezóny. Doba výstavby se předpokládá na cca 4 měsíce. </w:t>
      </w:r>
    </w:p>
    <w:p w14:paraId="328BE3D3" w14:textId="51879547" w:rsidR="006C04EF" w:rsidRPr="0084309A" w:rsidRDefault="006C04EF" w:rsidP="00D94E12">
      <w:pPr>
        <w:pStyle w:val="Odstavecseseznamem"/>
        <w:numPr>
          <w:ilvl w:val="0"/>
          <w:numId w:val="5"/>
        </w:numPr>
      </w:pPr>
      <w:bookmarkStart w:id="32" w:name="_Hlk534191704"/>
      <w:bookmarkEnd w:id="31"/>
      <w:r w:rsidRPr="0084309A">
        <w:t>seznam pozemků podle katastru nemovitostí, na kterých se stavba provádí</w:t>
      </w:r>
    </w:p>
    <w:p w14:paraId="597B99A5" w14:textId="77777777" w:rsidR="00CB5814" w:rsidRPr="001263D6" w:rsidRDefault="00CB5814" w:rsidP="00CB5814">
      <w:pPr>
        <w:rPr>
          <w:noProof/>
        </w:rPr>
      </w:pPr>
      <w:bookmarkStart w:id="33" w:name="_Hlk534191813"/>
      <w:bookmarkEnd w:id="32"/>
      <w:r w:rsidRPr="001263D6">
        <w:rPr>
          <w:noProof/>
        </w:rPr>
        <w:t xml:space="preserve">Viz záborový elaborát. </w:t>
      </w:r>
    </w:p>
    <w:p w14:paraId="6621F65A" w14:textId="77777777" w:rsidR="00E00731" w:rsidRPr="0084309A" w:rsidRDefault="00E00731" w:rsidP="00D94E12">
      <w:pPr>
        <w:pStyle w:val="Odstavecseseznamem"/>
        <w:numPr>
          <w:ilvl w:val="0"/>
          <w:numId w:val="5"/>
        </w:numPr>
      </w:pPr>
      <w:r w:rsidRPr="0084309A">
        <w:t>seznam pozemků podle katastru nemovitostí, na kterých vznikne ochranné nebo bezpečnostní pásmo</w:t>
      </w:r>
    </w:p>
    <w:bookmarkEnd w:id="33"/>
    <w:p w14:paraId="3FF4BC41" w14:textId="70678418" w:rsidR="00E00731" w:rsidRDefault="00E00731" w:rsidP="006357CA">
      <w:r w:rsidRPr="0084309A">
        <w:t>Netýká se této stavby</w:t>
      </w:r>
    </w:p>
    <w:p w14:paraId="77B15D79" w14:textId="77777777" w:rsidR="00A55DC2" w:rsidRDefault="00375A24" w:rsidP="00D94E12">
      <w:pPr>
        <w:pStyle w:val="Odstavecseseznamem"/>
        <w:numPr>
          <w:ilvl w:val="0"/>
          <w:numId w:val="5"/>
        </w:numPr>
      </w:pPr>
      <w:r>
        <w:t>požadavky na monitoringy</w:t>
      </w:r>
      <w:r w:rsidR="00F14352">
        <w:t xml:space="preserve"> a sledování přetvoření</w:t>
      </w:r>
    </w:p>
    <w:p w14:paraId="65B950A2" w14:textId="7CA76E83" w:rsidR="00375A24" w:rsidRDefault="007C6FDE" w:rsidP="00A55DC2">
      <w:r>
        <w:t>Výškové zaměření nivelačních bodů na</w:t>
      </w:r>
      <w:r w:rsidR="001E75DA">
        <w:t xml:space="preserve"> stojkách rámového mostu před uvedením do provozu, 6 měsíců po uvedení do provozu a </w:t>
      </w:r>
      <w:r w:rsidR="004C6854">
        <w:t xml:space="preserve">poté v rámci </w:t>
      </w:r>
      <w:r w:rsidR="000C4A96">
        <w:t xml:space="preserve">hlavních </w:t>
      </w:r>
      <w:r w:rsidR="004C6854">
        <w:t>prohlídek mostu</w:t>
      </w:r>
      <w:r w:rsidR="008F4850">
        <w:t>.</w:t>
      </w:r>
    </w:p>
    <w:p w14:paraId="3E479133" w14:textId="748440C3" w:rsidR="008F4850" w:rsidRDefault="008F4850" w:rsidP="00A55DC2">
      <w:r>
        <w:t>Požadavky na sledování přetvoření vzhledem k malému rozpětí mostu nejsou.</w:t>
      </w:r>
    </w:p>
    <w:p w14:paraId="010B551B" w14:textId="77777777" w:rsidR="00E63EBC" w:rsidRDefault="00304CB3" w:rsidP="00D94E12">
      <w:pPr>
        <w:pStyle w:val="Odstavecseseznamem"/>
        <w:numPr>
          <w:ilvl w:val="0"/>
          <w:numId w:val="5"/>
        </w:numPr>
      </w:pPr>
      <w:r>
        <w:t xml:space="preserve">Možnosti napojení stavby na veřejnou dopravní a technickou </w:t>
      </w:r>
      <w:r w:rsidR="00E63EBC">
        <w:t>infrastrukturu</w:t>
      </w:r>
    </w:p>
    <w:p w14:paraId="1DBEC6E5" w14:textId="347539F1" w:rsidR="00304CB3" w:rsidRDefault="00E63EBC" w:rsidP="00304CB3">
      <w:r>
        <w:t>Most je součástí komunikace II/3</w:t>
      </w:r>
      <w:r w:rsidR="00CB5814">
        <w:t>34</w:t>
      </w:r>
      <w:r>
        <w:t xml:space="preserve">. </w:t>
      </w:r>
    </w:p>
    <w:p w14:paraId="2834B36D" w14:textId="77777777" w:rsidR="00A85C6E" w:rsidRDefault="00A85C6E" w:rsidP="00A85C6E">
      <w:pPr>
        <w:pStyle w:val="Nadpis2"/>
        <w:keepNext w:val="0"/>
      </w:pPr>
      <w:bookmarkStart w:id="34" w:name="_Toc524511339"/>
      <w:bookmarkStart w:id="35" w:name="_Toc54007075"/>
      <w:r w:rsidRPr="008C0040">
        <w:t>Celkový popis stavby</w:t>
      </w:r>
      <w:bookmarkEnd w:id="34"/>
      <w:bookmarkEnd w:id="35"/>
    </w:p>
    <w:p w14:paraId="08D426EE" w14:textId="1BFFDAB5" w:rsidR="00A85C6E" w:rsidRPr="008A7D9C" w:rsidRDefault="00CD1832" w:rsidP="00A85C6E">
      <w:pPr>
        <w:pStyle w:val="Nadpis3"/>
        <w:spacing w:after="120"/>
      </w:pPr>
      <w:bookmarkStart w:id="36" w:name="_Toc54007076"/>
      <w:r>
        <w:t>Celková koncepce řešení stavby</w:t>
      </w:r>
      <w:bookmarkEnd w:id="36"/>
    </w:p>
    <w:p w14:paraId="4DE63321" w14:textId="77777777" w:rsidR="00A85C6E" w:rsidRDefault="00A85C6E" w:rsidP="00D94E12">
      <w:pPr>
        <w:pStyle w:val="Odstavecseseznamem"/>
        <w:numPr>
          <w:ilvl w:val="0"/>
          <w:numId w:val="6"/>
        </w:numPr>
      </w:pPr>
      <w:r>
        <w:t>nová stavba nebo změna dokončené stavby</w:t>
      </w:r>
    </w:p>
    <w:p w14:paraId="13445B72" w14:textId="42998F41" w:rsidR="00A713F3" w:rsidRDefault="00A85C6E" w:rsidP="00A85C6E">
      <w:r>
        <w:t>Jedn</w:t>
      </w:r>
      <w:r w:rsidR="00A713F3">
        <w:t xml:space="preserve">á se o novou </w:t>
      </w:r>
      <w:r w:rsidR="00DF24F8">
        <w:t xml:space="preserve">stavbu v místě starého </w:t>
      </w:r>
      <w:r w:rsidR="00325F93">
        <w:t>kompletně odstraněného</w:t>
      </w:r>
      <w:r w:rsidR="00DF24F8">
        <w:t xml:space="preserve"> mostu</w:t>
      </w:r>
      <w:r w:rsidR="00A713F3">
        <w:t xml:space="preserve">. </w:t>
      </w:r>
      <w:r>
        <w:t xml:space="preserve"> </w:t>
      </w:r>
    </w:p>
    <w:p w14:paraId="4074F1D1" w14:textId="77777777" w:rsidR="00A713F3" w:rsidRDefault="00A713F3" w:rsidP="00D94E12">
      <w:pPr>
        <w:pStyle w:val="Odstavecseseznamem"/>
        <w:numPr>
          <w:ilvl w:val="0"/>
          <w:numId w:val="6"/>
        </w:numPr>
      </w:pPr>
      <w:r>
        <w:t>účel užívání stavby</w:t>
      </w:r>
    </w:p>
    <w:p w14:paraId="616DAAC0" w14:textId="2E616C59" w:rsidR="00A713F3" w:rsidRDefault="00DF24F8" w:rsidP="00A713F3">
      <w:r>
        <w:t xml:space="preserve">Pro veřejnou dopravu, silnice </w:t>
      </w:r>
      <w:r w:rsidR="0068212D">
        <w:t>I</w:t>
      </w:r>
      <w:r>
        <w:t>I. třídy</w:t>
      </w:r>
      <w:r w:rsidR="00A713F3">
        <w:t xml:space="preserve"> </w:t>
      </w:r>
    </w:p>
    <w:p w14:paraId="473C810F" w14:textId="77777777" w:rsidR="00A713F3" w:rsidRPr="002C3923" w:rsidRDefault="00A713F3" w:rsidP="00D94E12">
      <w:pPr>
        <w:pStyle w:val="Odstavecseseznamem"/>
        <w:numPr>
          <w:ilvl w:val="0"/>
          <w:numId w:val="6"/>
        </w:numPr>
      </w:pPr>
      <w:bookmarkStart w:id="37" w:name="_Hlk534196041"/>
      <w:r w:rsidRPr="002C3923">
        <w:t>trvalá nebo dočasná stavba</w:t>
      </w:r>
    </w:p>
    <w:bookmarkEnd w:id="37"/>
    <w:p w14:paraId="772FF935" w14:textId="77777777" w:rsidR="00A713F3" w:rsidRDefault="00A713F3" w:rsidP="00A713F3">
      <w:r>
        <w:t>Jedná se o trvalou stavbu</w:t>
      </w:r>
      <w:r w:rsidR="00DF24F8">
        <w:t xml:space="preserve"> s předpokládanou životností 100 </w:t>
      </w:r>
      <w:proofErr w:type="gramStart"/>
      <w:r w:rsidR="00DF24F8">
        <w:t>let.</w:t>
      </w:r>
      <w:r>
        <w:t>.</w:t>
      </w:r>
      <w:proofErr w:type="gramEnd"/>
      <w:r>
        <w:t xml:space="preserve"> </w:t>
      </w:r>
    </w:p>
    <w:p w14:paraId="06786184" w14:textId="1DC01DAE" w:rsidR="006E33EC" w:rsidRPr="002C3923" w:rsidRDefault="001C05A0" w:rsidP="00D94E12">
      <w:pPr>
        <w:pStyle w:val="Odstavecseseznamem"/>
        <w:numPr>
          <w:ilvl w:val="0"/>
          <w:numId w:val="6"/>
        </w:numPr>
      </w:pPr>
      <w:bookmarkStart w:id="38" w:name="_Toc526170795"/>
      <w:r w:rsidRPr="001C05A0">
        <w:t xml:space="preserve">informace o vydaných rozhodnutích o povolení výjimky z technických požadavků na stavby a technických požadavků zabezpečujících bezbariérových užívání stavby </w:t>
      </w:r>
      <w:bookmarkEnd w:id="38"/>
      <w:r w:rsidR="00377528">
        <w:rPr>
          <w:rFonts w:cs="Arial"/>
          <w:color w:val="000000"/>
          <w:shd w:val="clear" w:color="auto" w:fill="FFFFFF"/>
        </w:rPr>
        <w:t>nebo souhlasu s odchylným řešením z platných předpisů a norem</w:t>
      </w:r>
    </w:p>
    <w:p w14:paraId="5341B0C9" w14:textId="77777777" w:rsidR="00D7369B" w:rsidRDefault="001C05A0" w:rsidP="00A713F3">
      <w:r>
        <w:t>Žádné nejsou.</w:t>
      </w:r>
    </w:p>
    <w:p w14:paraId="1A27F2D4" w14:textId="77777777" w:rsidR="008C4430" w:rsidRDefault="008C4430" w:rsidP="00D94E12">
      <w:pPr>
        <w:pStyle w:val="Odstavecseseznamem"/>
        <w:numPr>
          <w:ilvl w:val="0"/>
          <w:numId w:val="7"/>
        </w:numPr>
      </w:pPr>
      <w:r w:rsidRPr="002F7565">
        <w:t>informace o tom, zda a v jakých částech dokumentace jsou zohledněny podmínky závazn</w:t>
      </w:r>
      <w:r>
        <w:t>ých stanovisek dotčených orgánů</w:t>
      </w:r>
    </w:p>
    <w:p w14:paraId="099B6066" w14:textId="77C16C85" w:rsidR="00DF24F8" w:rsidRDefault="001D1124" w:rsidP="008C4430">
      <w:r>
        <w:t>P</w:t>
      </w:r>
      <w:r w:rsidR="00DF24F8" w:rsidRPr="001D1124">
        <w:t>o</w:t>
      </w:r>
      <w:r>
        <w:t>dmínky a po</w:t>
      </w:r>
      <w:r w:rsidR="00DF24F8" w:rsidRPr="001D1124">
        <w:t>žadavky b</w:t>
      </w:r>
      <w:r w:rsidRPr="001D1124">
        <w:t>yly</w:t>
      </w:r>
      <w:r w:rsidR="00DF24F8" w:rsidRPr="001D1124">
        <w:t xml:space="preserve"> zapracovány do textové i výkresové části této dokumentace.</w:t>
      </w:r>
    </w:p>
    <w:p w14:paraId="0F741E35" w14:textId="22170831" w:rsidR="00377528" w:rsidRPr="00A23AC5" w:rsidRDefault="0052693E" w:rsidP="00D94E12">
      <w:pPr>
        <w:pStyle w:val="Odstavecseseznamem"/>
        <w:numPr>
          <w:ilvl w:val="0"/>
          <w:numId w:val="7"/>
        </w:numPr>
      </w:pPr>
      <w:r>
        <w:rPr>
          <w:rFonts w:cs="Arial"/>
          <w:color w:val="000000"/>
          <w:shd w:val="clear" w:color="auto" w:fill="FFFFFF"/>
        </w:rPr>
        <w:lastRenderedPageBreak/>
        <w:t>c</w:t>
      </w:r>
      <w:r w:rsidR="008B14A4">
        <w:rPr>
          <w:rFonts w:cs="Arial"/>
          <w:color w:val="000000"/>
          <w:shd w:val="clear" w:color="auto" w:fill="FFFFFF"/>
        </w:rPr>
        <w:t xml:space="preserve">elkový popis koncepce řešení stavby včetně základních parametrů </w:t>
      </w:r>
      <w:proofErr w:type="gramStart"/>
      <w:r w:rsidR="008B14A4">
        <w:rPr>
          <w:rFonts w:cs="Arial"/>
          <w:color w:val="000000"/>
          <w:shd w:val="clear" w:color="auto" w:fill="FFFFFF"/>
        </w:rPr>
        <w:t>stavby - návrhová</w:t>
      </w:r>
      <w:proofErr w:type="gramEnd"/>
      <w:r w:rsidR="008B14A4">
        <w:rPr>
          <w:rFonts w:cs="Arial"/>
          <w:color w:val="000000"/>
          <w:shd w:val="clear" w:color="auto" w:fill="FFFFFF"/>
        </w:rPr>
        <w:t xml:space="preserve"> rychlost, provozní staničení, šířkové uspořádání, intenzity dopravy, technologie a zařízení, nová ochranná pásma a chráněná území apod.</w:t>
      </w:r>
    </w:p>
    <w:p w14:paraId="76D7837D" w14:textId="59D3470E" w:rsidR="00930AA8" w:rsidRPr="0005579C" w:rsidRDefault="00A23AC5" w:rsidP="00A23AC5">
      <w:r w:rsidRPr="0005579C">
        <w:t xml:space="preserve">Návrhová rychlost </w:t>
      </w:r>
      <w:r w:rsidR="00790CD2">
        <w:t>3</w:t>
      </w:r>
      <w:r w:rsidRPr="0005579C">
        <w:t xml:space="preserve">0 km/h. </w:t>
      </w:r>
      <w:proofErr w:type="spellStart"/>
      <w:r w:rsidRPr="0005579C">
        <w:t>Kategorijní</w:t>
      </w:r>
      <w:proofErr w:type="spellEnd"/>
      <w:r w:rsidRPr="0005579C">
        <w:t xml:space="preserve"> šířka S </w:t>
      </w:r>
      <w:r w:rsidR="00D57AF4">
        <w:t>6</w:t>
      </w:r>
      <w:r w:rsidRPr="0005579C">
        <w:t>,</w:t>
      </w:r>
      <w:r w:rsidR="00D57AF4">
        <w:t>0</w:t>
      </w:r>
      <w:r w:rsidRPr="0005579C">
        <w:t>/</w:t>
      </w:r>
      <w:r w:rsidR="00790CD2">
        <w:t>3</w:t>
      </w:r>
      <w:r w:rsidRPr="0005579C">
        <w:t xml:space="preserve">0. Intenzita dopravy </w:t>
      </w:r>
      <w:r w:rsidR="00C370DA" w:rsidRPr="0005579C">
        <w:t>na tomto úseku</w:t>
      </w:r>
      <w:r w:rsidR="0005579C" w:rsidRPr="0005579C">
        <w:t xml:space="preserve"> dle sčítání dopravy z roku 201</w:t>
      </w:r>
      <w:r w:rsidR="00930AA8">
        <w:t>6</w:t>
      </w:r>
      <w:r w:rsidR="0005579C" w:rsidRPr="0005579C">
        <w:t xml:space="preserve"> </w:t>
      </w:r>
      <w:r w:rsidR="00930AA8">
        <w:t xml:space="preserve">je </w:t>
      </w:r>
      <w:r w:rsidR="0005579C" w:rsidRPr="0005579C">
        <w:t xml:space="preserve">intenzita </w:t>
      </w:r>
      <w:r w:rsidR="00930AA8">
        <w:t>714</w:t>
      </w:r>
      <w:r w:rsidR="0005579C" w:rsidRPr="0005579C">
        <w:t xml:space="preserve"> vozidel během 24 hodin (TV=</w:t>
      </w:r>
      <w:r w:rsidR="00930AA8">
        <w:t>97</w:t>
      </w:r>
      <w:r w:rsidR="0005579C" w:rsidRPr="0005579C">
        <w:t>, O=</w:t>
      </w:r>
      <w:r w:rsidR="00930AA8">
        <w:t>616</w:t>
      </w:r>
      <w:r w:rsidR="0005579C" w:rsidRPr="0005579C">
        <w:t>, M=</w:t>
      </w:r>
      <w:r w:rsidR="00930AA8">
        <w:t>1</w:t>
      </w:r>
      <w:r w:rsidR="0005579C" w:rsidRPr="0005579C">
        <w:t>)</w:t>
      </w:r>
      <w:r w:rsidR="00930AA8">
        <w:t>.</w:t>
      </w:r>
      <w:r w:rsidRPr="0005579C">
        <w:t xml:space="preserve"> Výstavba mostu na pevné skruži.</w:t>
      </w:r>
      <w:r w:rsidR="00930AA8">
        <w:t xml:space="preserve"> Nevznikají žádná nová ochranná pásma ani nová chráněná území.</w:t>
      </w:r>
    </w:p>
    <w:p w14:paraId="22E37E41" w14:textId="77777777" w:rsidR="00790CD2" w:rsidRPr="001263D6" w:rsidRDefault="00790CD2" w:rsidP="00790CD2">
      <w:r w:rsidRPr="001263D6">
        <w:t xml:space="preserve">Délka přemostění 2,90 m v kolmé (2,905 m v šikmé). Délka mostu 8,53 m. Šířka mezi zvýšenými obrubami 6,00 m. Šířka mostu 7,60 m. Plocha nosné konstrukce 25,56 m2. Spodní hrana nosné konstrukce navržena 0,53 m nad hladinou </w:t>
      </w:r>
      <w:proofErr w:type="gramStart"/>
      <w:r w:rsidRPr="001263D6">
        <w:t>100-leté</w:t>
      </w:r>
      <w:proofErr w:type="gramEnd"/>
      <w:r w:rsidRPr="001263D6">
        <w:t xml:space="preserve"> vody Q</w:t>
      </w:r>
      <w:r w:rsidRPr="001263D6">
        <w:rPr>
          <w:vertAlign w:val="subscript"/>
        </w:rPr>
        <w:t>100</w:t>
      </w:r>
      <w:r w:rsidRPr="001263D6">
        <w:t xml:space="preserve">. </w:t>
      </w:r>
    </w:p>
    <w:p w14:paraId="686055F5" w14:textId="7872EB53" w:rsidR="00377528" w:rsidRPr="004D5C2A" w:rsidRDefault="0052693E" w:rsidP="00D94E12">
      <w:pPr>
        <w:pStyle w:val="Odstavecseseznamem"/>
        <w:numPr>
          <w:ilvl w:val="0"/>
          <w:numId w:val="7"/>
        </w:numPr>
      </w:pPr>
      <w:r>
        <w:rPr>
          <w:rFonts w:cs="Arial"/>
          <w:color w:val="000000"/>
          <w:shd w:val="clear" w:color="auto" w:fill="FFFFFF"/>
        </w:rPr>
        <w:t>u změn stávajících staveb údaje o jejich současném stavu; závěry stavebně technického průzkumu, případně stavebně historického a výsledky statického posouzení nosných konstrukcí</w:t>
      </w:r>
    </w:p>
    <w:p w14:paraId="2707CB35" w14:textId="66F203B4" w:rsidR="00BA6621" w:rsidRPr="00057B1A" w:rsidRDefault="00F0612A" w:rsidP="00BA6621">
      <w:r>
        <w:t>Jedná se o novou stavbu.</w:t>
      </w:r>
    </w:p>
    <w:p w14:paraId="46B1E452" w14:textId="132BFEA0" w:rsidR="00BA6621" w:rsidRPr="00410F8C" w:rsidRDefault="00100B5D" w:rsidP="00D94E12">
      <w:pPr>
        <w:pStyle w:val="Odstavecseseznamem"/>
        <w:numPr>
          <w:ilvl w:val="0"/>
          <w:numId w:val="7"/>
        </w:numPr>
      </w:pPr>
      <w:r>
        <w:rPr>
          <w:rFonts w:cs="Arial"/>
          <w:color w:val="000000"/>
          <w:shd w:val="clear" w:color="auto" w:fill="FFFFFF"/>
        </w:rPr>
        <w:t>ochrana stavby podle jiných právních předpisů</w:t>
      </w:r>
    </w:p>
    <w:p w14:paraId="19D3EEBC" w14:textId="6FF2E8F5" w:rsidR="00410F8C" w:rsidRPr="00AE15B1" w:rsidRDefault="00410F8C" w:rsidP="00410F8C">
      <w:r>
        <w:t>Této stavby se netýká</w:t>
      </w:r>
    </w:p>
    <w:p w14:paraId="670EBC4B" w14:textId="1D6C5F69" w:rsidR="00724536" w:rsidRPr="000821D5" w:rsidRDefault="006B2A23" w:rsidP="00D94E12">
      <w:pPr>
        <w:pStyle w:val="Odstavecseseznamem"/>
        <w:numPr>
          <w:ilvl w:val="0"/>
          <w:numId w:val="7"/>
        </w:numPr>
      </w:pPr>
      <w:r>
        <w:rPr>
          <w:rFonts w:cs="Arial"/>
          <w:color w:val="000000"/>
          <w:shd w:val="clear" w:color="auto" w:fill="FFFFFF"/>
        </w:rPr>
        <w:t xml:space="preserve">základní bilance </w:t>
      </w:r>
      <w:proofErr w:type="gramStart"/>
      <w:r>
        <w:rPr>
          <w:rFonts w:cs="Arial"/>
          <w:color w:val="000000"/>
          <w:shd w:val="clear" w:color="auto" w:fill="FFFFFF"/>
        </w:rPr>
        <w:t>stavby - potřeby</w:t>
      </w:r>
      <w:proofErr w:type="gramEnd"/>
      <w:r>
        <w:rPr>
          <w:rFonts w:cs="Arial"/>
          <w:color w:val="000000"/>
          <w:shd w:val="clear" w:color="auto" w:fill="FFFFFF"/>
        </w:rPr>
        <w:t xml:space="preserve"> a spotřeby médií a hmot, hospodaření s dešťovou vodou, celkové produkované množství a druhy odpadů a emisí, třída energetické náročnosti budov apod.</w:t>
      </w:r>
    </w:p>
    <w:p w14:paraId="4DAB9BB5" w14:textId="54294DB8" w:rsidR="005B37AC" w:rsidRPr="001263D6" w:rsidRDefault="005B37AC" w:rsidP="005B37AC">
      <w:pPr>
        <w:rPr>
          <w:szCs w:val="22"/>
        </w:rPr>
      </w:pPr>
      <w:bookmarkStart w:id="39" w:name="_Hlk534716943"/>
      <w:r w:rsidRPr="001263D6">
        <w:rPr>
          <w:szCs w:val="22"/>
        </w:rPr>
        <w:t>Odhad spotřebovaných hmot: beton cca 80 m3, ocel cca 10 tun, lomový kámen cca 10 m3, živice cca 30 m3. Srážková voda z komunikace bude odváděna příčným a podélným spádem do silničních příkop. Stavbou bude vyprodukováno cca 250 tun odpadu. Půjde především o odpad z demolice betonových, železobetonových a zděných konstrukcí, dále živice a drobné ocelové konstrukce. Při realizaci stavby bude s odpady nakládáno dle platné legislativy.</w:t>
      </w:r>
      <w:r>
        <w:rPr>
          <w:szCs w:val="22"/>
        </w:rPr>
        <w:t xml:space="preserve"> </w:t>
      </w:r>
      <w:r w:rsidR="009C77E2">
        <w:rPr>
          <w:szCs w:val="22"/>
        </w:rPr>
        <w:t>Před zahájením vlastní realizace stavby bude zhotovitelem provedeno vzorkování živice vozovky</w:t>
      </w:r>
      <w:r w:rsidR="000D4B49">
        <w:rPr>
          <w:szCs w:val="22"/>
        </w:rPr>
        <w:t xml:space="preserve"> dle vyhlášky č.130/2019 Sb.,</w:t>
      </w:r>
      <w:r w:rsidR="009C77E2">
        <w:rPr>
          <w:szCs w:val="22"/>
        </w:rPr>
        <w:t xml:space="preserve"> na jehož základě bude rozhodnuto, zda je možno odstraněnou živici považovat za vedlejší produkt, jenž bude použit na znovuzískanou asfaltovou směs, nebo zda se jedná o odpad.</w:t>
      </w:r>
    </w:p>
    <w:p w14:paraId="468D5E2F" w14:textId="106A4448" w:rsidR="00BA6621" w:rsidRPr="00870005" w:rsidRDefault="00870005" w:rsidP="00D94E12">
      <w:pPr>
        <w:pStyle w:val="Odstavecseseznamem"/>
        <w:numPr>
          <w:ilvl w:val="0"/>
          <w:numId w:val="7"/>
        </w:numPr>
      </w:pPr>
      <w:r>
        <w:rPr>
          <w:rFonts w:cs="Arial"/>
          <w:color w:val="000000"/>
          <w:shd w:val="clear" w:color="auto" w:fill="FFFFFF"/>
        </w:rPr>
        <w:t xml:space="preserve">základní předpoklady </w:t>
      </w:r>
      <w:proofErr w:type="gramStart"/>
      <w:r>
        <w:rPr>
          <w:rFonts w:cs="Arial"/>
          <w:color w:val="000000"/>
          <w:shd w:val="clear" w:color="auto" w:fill="FFFFFF"/>
        </w:rPr>
        <w:t>výstavby - časové</w:t>
      </w:r>
      <w:proofErr w:type="gramEnd"/>
      <w:r>
        <w:rPr>
          <w:rFonts w:cs="Arial"/>
          <w:color w:val="000000"/>
          <w:shd w:val="clear" w:color="auto" w:fill="FFFFFF"/>
        </w:rPr>
        <w:t xml:space="preserve"> údaje o realizaci stavby, členění na etapy,</w:t>
      </w:r>
    </w:p>
    <w:p w14:paraId="1F85F716" w14:textId="7A107282" w:rsidR="00870005" w:rsidRPr="008C4115" w:rsidRDefault="00870005" w:rsidP="00870005">
      <w:r w:rsidRPr="00870005">
        <w:t xml:space="preserve">Zahájení výstavby se předpokládá v létě cca </w:t>
      </w:r>
      <w:proofErr w:type="gramStart"/>
      <w:r w:rsidRPr="00870005">
        <w:t>červen – červenec</w:t>
      </w:r>
      <w:proofErr w:type="gramEnd"/>
      <w:r w:rsidRPr="00870005">
        <w:t>, ukončení stavby cca září – říjen. Trvání stavby se předpokládá cca 4 měsíce. Rok výstavby (záleží na termínu přidělení finančních prostředků) se předpokládá 202</w:t>
      </w:r>
      <w:r w:rsidR="008A6BAB">
        <w:t>1</w:t>
      </w:r>
      <w:r w:rsidRPr="00870005">
        <w:t xml:space="preserve">. </w:t>
      </w:r>
      <w:r>
        <w:t xml:space="preserve">Stavba není členěna na </w:t>
      </w:r>
      <w:proofErr w:type="gramStart"/>
      <w:r>
        <w:t>etapy</w:t>
      </w:r>
      <w:r w:rsidR="000821D5">
        <w:t xml:space="preserve"> - </w:t>
      </w:r>
      <w:r w:rsidRPr="00870005">
        <w:t>bude</w:t>
      </w:r>
      <w:proofErr w:type="gramEnd"/>
      <w:r w:rsidRPr="00870005">
        <w:t xml:space="preserve"> předána do užívání najednou jako celek.</w:t>
      </w:r>
    </w:p>
    <w:p w14:paraId="6BC5CEE5" w14:textId="4FD6F399" w:rsidR="000D0071" w:rsidRPr="00870005" w:rsidRDefault="008F53C7" w:rsidP="00D94E12">
      <w:pPr>
        <w:pStyle w:val="Odstavecseseznamem"/>
        <w:numPr>
          <w:ilvl w:val="0"/>
          <w:numId w:val="7"/>
        </w:numPr>
      </w:pPr>
      <w:r>
        <w:rPr>
          <w:rFonts w:cs="Arial"/>
          <w:color w:val="000000"/>
          <w:shd w:val="clear" w:color="auto" w:fill="FFFFFF"/>
        </w:rPr>
        <w:t xml:space="preserve">základní požadavky na předčasné užívání staveb, prozatímní užívání staveb ke zkušebnímu provozu, doba jeho trvání ve vztahu k dokončení kolaudace a užívání </w:t>
      </w:r>
      <w:proofErr w:type="gramStart"/>
      <w:r>
        <w:rPr>
          <w:rFonts w:cs="Arial"/>
          <w:color w:val="000000"/>
          <w:shd w:val="clear" w:color="auto" w:fill="FFFFFF"/>
        </w:rPr>
        <w:t>stavby - údaje</w:t>
      </w:r>
      <w:proofErr w:type="gramEnd"/>
      <w:r>
        <w:rPr>
          <w:rFonts w:cs="Arial"/>
          <w:color w:val="000000"/>
          <w:shd w:val="clear" w:color="auto" w:fill="FFFFFF"/>
        </w:rPr>
        <w:t xml:space="preserve"> o postupném předávání částí stavby do užívání, které budou samostatně uváděny do zkušebního provozu,</w:t>
      </w:r>
    </w:p>
    <w:p w14:paraId="1E9F144A" w14:textId="0B66C574" w:rsidR="000D0071" w:rsidRPr="008C4115" w:rsidRDefault="007A71AC" w:rsidP="000D0071">
      <w:proofErr w:type="gramStart"/>
      <w:r>
        <w:t>Nejsou - s</w:t>
      </w:r>
      <w:r w:rsidR="008F53C7">
        <w:t>tavba</w:t>
      </w:r>
      <w:proofErr w:type="gramEnd"/>
      <w:r w:rsidR="008F53C7">
        <w:t xml:space="preserve"> bude </w:t>
      </w:r>
      <w:r>
        <w:t>předána do užívání najednou jako celek.</w:t>
      </w:r>
    </w:p>
    <w:p w14:paraId="629BB911" w14:textId="1774B8E8" w:rsidR="00847256" w:rsidRPr="00870005" w:rsidRDefault="00847256" w:rsidP="00D94E12">
      <w:pPr>
        <w:pStyle w:val="Odstavecseseznamem"/>
        <w:numPr>
          <w:ilvl w:val="0"/>
          <w:numId w:val="7"/>
        </w:numPr>
      </w:pPr>
      <w:r>
        <w:rPr>
          <w:rFonts w:cs="Arial"/>
          <w:color w:val="000000"/>
          <w:shd w:val="clear" w:color="auto" w:fill="FFFFFF"/>
        </w:rPr>
        <w:t>orientační náklady stavby</w:t>
      </w:r>
    </w:p>
    <w:p w14:paraId="77DEB7F5" w14:textId="4F65341F" w:rsidR="00A01261" w:rsidRPr="00057B1A" w:rsidRDefault="00A01261" w:rsidP="00A01261">
      <w:r w:rsidRPr="00A01261">
        <w:t xml:space="preserve">Orientační náklady stavby stanovené hrubým odhadem jsou </w:t>
      </w:r>
      <w:r w:rsidR="008A6BAB">
        <w:t>4</w:t>
      </w:r>
      <w:r w:rsidRPr="00A01261">
        <w:t> </w:t>
      </w:r>
      <w:r w:rsidR="005471C1">
        <w:t>5</w:t>
      </w:r>
      <w:r w:rsidRPr="00A01261">
        <w:t>00 000 Kč bez DPH.</w:t>
      </w:r>
    </w:p>
    <w:p w14:paraId="43D51581" w14:textId="77777777" w:rsidR="00BD2513" w:rsidRPr="008C4115" w:rsidRDefault="00BD2513" w:rsidP="003B292D">
      <w:pPr>
        <w:pStyle w:val="Nadpis3"/>
      </w:pPr>
      <w:bookmarkStart w:id="40" w:name="_Toc524511341"/>
      <w:bookmarkStart w:id="41" w:name="_Toc54007077"/>
      <w:bookmarkEnd w:id="39"/>
      <w:r w:rsidRPr="008C4115">
        <w:t>Celkové urbanistické a architektonické řešení</w:t>
      </w:r>
      <w:bookmarkEnd w:id="40"/>
      <w:bookmarkEnd w:id="41"/>
    </w:p>
    <w:p w14:paraId="77E57F4D" w14:textId="3336BD34" w:rsidR="008C4115" w:rsidRPr="0045629A" w:rsidRDefault="000332BF" w:rsidP="00BD2513">
      <w:pPr>
        <w:rPr>
          <w:highlight w:val="cyan"/>
        </w:rPr>
      </w:pPr>
      <w:r w:rsidRPr="008C4115">
        <w:t xml:space="preserve">Vzhledem k mostu </w:t>
      </w:r>
      <w:r w:rsidR="00E57B06" w:rsidRPr="008C4115">
        <w:t>malého</w:t>
      </w:r>
      <w:r w:rsidRPr="008C4115">
        <w:t xml:space="preserve"> rozpětí jsou použita běžná obvyklá řešení mostu jako celku i jednotlivých det</w:t>
      </w:r>
      <w:r w:rsidR="00A12F8D" w:rsidRPr="008C4115">
        <w:t>a</w:t>
      </w:r>
      <w:r w:rsidRPr="008C4115">
        <w:t>ilů.</w:t>
      </w:r>
      <w:r w:rsidR="00DE2EC5" w:rsidRPr="008C4115">
        <w:t xml:space="preserve"> </w:t>
      </w:r>
      <w:r w:rsidR="003C5A79" w:rsidRPr="008C4115">
        <w:t xml:space="preserve">Materiál nosné konstrukce a říms je </w:t>
      </w:r>
      <w:r w:rsidR="00A6137C">
        <w:t>železo</w:t>
      </w:r>
      <w:r w:rsidR="003C5A79" w:rsidRPr="008C4115">
        <w:t>beto</w:t>
      </w:r>
      <w:r w:rsidR="008C4115">
        <w:t>n.</w:t>
      </w:r>
    </w:p>
    <w:p w14:paraId="7892540B" w14:textId="77777777" w:rsidR="00BD2513" w:rsidRPr="008C4115" w:rsidRDefault="00BD2513" w:rsidP="00BD2513">
      <w:pPr>
        <w:pStyle w:val="Nadpis3"/>
        <w:spacing w:after="120"/>
      </w:pPr>
      <w:bookmarkStart w:id="42" w:name="_Toc524511342"/>
      <w:bookmarkStart w:id="43" w:name="_Toc54007078"/>
      <w:r w:rsidRPr="008C4115">
        <w:t>Celkové stavebně technické řešení</w:t>
      </w:r>
      <w:bookmarkEnd w:id="42"/>
      <w:bookmarkEnd w:id="43"/>
    </w:p>
    <w:p w14:paraId="47C2DAE8" w14:textId="77777777" w:rsidR="00A84D93" w:rsidRPr="00A84D93" w:rsidRDefault="00815522" w:rsidP="00A84D93">
      <w:r>
        <w:t xml:space="preserve"> </w:t>
      </w:r>
      <w:bookmarkStart w:id="44" w:name="_Toc524511343"/>
      <w:r w:rsidR="00A84D93" w:rsidRPr="00A84D93">
        <w:t xml:space="preserve">Most je navržen v kategorii S 6,0 s živičnou vozovkou. Odvodnění je příčným a podélným sklonem NK do silničních příkop. Proti stávajícímu stavu se jeho odvodnění nemění. Nový most je navržen jako otevřený </w:t>
      </w:r>
      <w:proofErr w:type="spellStart"/>
      <w:r w:rsidR="00A84D93" w:rsidRPr="00A84D93">
        <w:t>jednopolový</w:t>
      </w:r>
      <w:proofErr w:type="spellEnd"/>
      <w:r w:rsidR="00A84D93" w:rsidRPr="00A84D93">
        <w:t xml:space="preserve"> s ŽB rámovou monolitickou nosnou konstrukcí založenou na plošném základu. Na mostních římsách je umístěno zábradlí výšky 1,10 m se svislou výplní. </w:t>
      </w:r>
    </w:p>
    <w:p w14:paraId="1954DD76" w14:textId="77777777" w:rsidR="00A84D93" w:rsidRPr="00A84D93" w:rsidRDefault="00A84D93" w:rsidP="00A84D93">
      <w:r w:rsidRPr="00A84D93">
        <w:lastRenderedPageBreak/>
        <w:t>Během provozu na silničních komunikacích je nutno počítat s likvidací odpadu vzniklého jejich užíváním. Jedná se o produkty z běžného úklidu nebo znečištění vozovek, ze sekání trávy, z listí, ze zimní údržby, z čištění odvodňovacích zařízení, z drobných oprav vozovky, z odstraňování následků dopravních nehod, z ostatní údržby komunikací (nátěry, výměna poškozených směrových sloupků, svodidel) atp. Odpady z provozu a údržby příslušného úseku silnice budou soustřeďovány v příslušném středisku správy a údržby silnice. Provozem navrhované stavby stavební úpravy mostu a navazující komunikace nevznikne žádná nová potřeba likvidace odpadů při užívání stavby. Charakteristika provozu na komunikaci II/334 není oproti stávajícímu stavu měněna.</w:t>
      </w:r>
    </w:p>
    <w:p w14:paraId="67C0AFE9" w14:textId="77777777" w:rsidR="00A84D93" w:rsidRPr="00A84D93" w:rsidRDefault="00A84D93" w:rsidP="00A84D93">
      <w:r w:rsidRPr="00A84D93">
        <w:t>V rámci vlastní stavby budou odpady vznikat v první řadě během demolice starého mostu a potom v průběhu stavby nového mostu. Dále jsou zde shrnuty veškeré odpady, jejichž vznik se očekává v rámci realizace jednotlivých stavebních objektů uvedených v dokumentaci pro stavební povolení. Původcem odpadů jsou firmy, které budou provádět přípravu území a vlastní výstavbu. Tyto firmy pak mají povinnost nakládat s jednotlivými odpady, které vzniknou jejich činností, v souladu s níže uvedenými zákony, vyhláškami a předpisy:</w:t>
      </w:r>
    </w:p>
    <w:p w14:paraId="662978C0" w14:textId="77777777" w:rsidR="00A84D93" w:rsidRPr="00A84D93" w:rsidRDefault="00A84D93" w:rsidP="00A84D93">
      <w:r w:rsidRPr="00A84D93">
        <w:t xml:space="preserve">- zákon o odpadech, ve znění zákona č. 185/2001 Sb., </w:t>
      </w:r>
    </w:p>
    <w:p w14:paraId="600A484C" w14:textId="77777777" w:rsidR="00A84D93" w:rsidRPr="00A84D93" w:rsidRDefault="00A84D93" w:rsidP="00A84D93">
      <w:r w:rsidRPr="00A84D93">
        <w:t xml:space="preserve">- </w:t>
      </w:r>
      <w:proofErr w:type="spellStart"/>
      <w:r w:rsidRPr="00A84D93">
        <w:t>vyhl</w:t>
      </w:r>
      <w:proofErr w:type="spellEnd"/>
      <w:r w:rsidRPr="00A84D93">
        <w:t>. MŽP č. 93/2016 Sb. Katalog odpadů,</w:t>
      </w:r>
    </w:p>
    <w:p w14:paraId="058470B1" w14:textId="77777777" w:rsidR="00A84D93" w:rsidRPr="00A84D93" w:rsidRDefault="00A84D93" w:rsidP="00A84D93">
      <w:r w:rsidRPr="00A84D93">
        <w:t xml:space="preserve">- </w:t>
      </w:r>
      <w:proofErr w:type="spellStart"/>
      <w:r w:rsidRPr="00A84D93">
        <w:t>vyhl</w:t>
      </w:r>
      <w:proofErr w:type="spellEnd"/>
      <w:r w:rsidRPr="00A84D93">
        <w:t>. MŽP č. 383/2001 Sb. O podrobnostech nakládání s odpady,</w:t>
      </w:r>
    </w:p>
    <w:p w14:paraId="44E3EB0D" w14:textId="77777777" w:rsidR="00A84D93" w:rsidRPr="00A84D93" w:rsidRDefault="00A84D93" w:rsidP="00A84D93">
      <w:r w:rsidRPr="00A84D93">
        <w:t xml:space="preserve">- </w:t>
      </w:r>
      <w:proofErr w:type="spellStart"/>
      <w:r w:rsidRPr="00A84D93">
        <w:t>vyhl</w:t>
      </w:r>
      <w:proofErr w:type="spellEnd"/>
      <w:r w:rsidRPr="00A84D93">
        <w:t>. MŽP č. 94/2016 Sb. O hodnocení nebezpečných vlastností odpadů,</w:t>
      </w:r>
    </w:p>
    <w:p w14:paraId="76BD26C3" w14:textId="77777777" w:rsidR="00A84D93" w:rsidRPr="00A84D93" w:rsidRDefault="00A84D93" w:rsidP="00A84D93">
      <w:r w:rsidRPr="00A84D93">
        <w:t xml:space="preserve">- </w:t>
      </w:r>
      <w:proofErr w:type="spellStart"/>
      <w:r w:rsidRPr="00A84D93">
        <w:t>vyhl</w:t>
      </w:r>
      <w:proofErr w:type="spellEnd"/>
      <w:r w:rsidRPr="00A84D93">
        <w:t xml:space="preserve">  č. 437/2016 Sb. o podmínkách použití upravených kalů na zemědělské půdě a změně vyhlášky č. 383/2001 Sb., o podrobnostech nakládání s odpady a změně vyhlášky č. 341/2008 Sb., o podrobnostech nakládání s biologicky rozložitelnými odpady a o změně vyhlášky č. 294/2005 Sb., o podmínkách ukládání odpadů na skládky a jejich využívání na povrchu terénu a změně vyhlášky č. 383/2001 Sb., o podrobnostech nakládání s odpady (vyhláška o podrobnostech nakládání s biologicky rozložitelnými odpady) a další.</w:t>
      </w:r>
    </w:p>
    <w:p w14:paraId="51850D43" w14:textId="77777777" w:rsidR="00A84D93" w:rsidRPr="00A84D93" w:rsidRDefault="00A84D93" w:rsidP="00A84D93">
      <w:r w:rsidRPr="00A84D93">
        <w:t>Druhy odpadů, jejichž vznik se předpokládá v souvislosti s demoličními pracemi a výstavbou:</w:t>
      </w:r>
    </w:p>
    <w:p w14:paraId="785A9815" w14:textId="77777777" w:rsidR="00A84D93" w:rsidRPr="00A84D93" w:rsidRDefault="00A84D93" w:rsidP="00A84D93">
      <w:r w:rsidRPr="00A84D93">
        <w:t>Kód druhu</w:t>
      </w:r>
      <w:r w:rsidRPr="00A84D93">
        <w:tab/>
        <w:t>Název druhu odpadu</w:t>
      </w:r>
      <w:r w:rsidRPr="00A84D93">
        <w:tab/>
      </w:r>
      <w:r w:rsidRPr="00A84D93">
        <w:tab/>
      </w:r>
      <w:r w:rsidRPr="00A84D93">
        <w:tab/>
      </w:r>
      <w:r w:rsidRPr="00A84D93">
        <w:tab/>
        <w:t>Doporučené nakládání</w:t>
      </w:r>
      <w:r w:rsidRPr="00A84D93">
        <w:tab/>
        <w:t>Kategorie</w:t>
      </w:r>
    </w:p>
    <w:p w14:paraId="4689482D" w14:textId="77777777" w:rsidR="00A84D93" w:rsidRPr="00A84D93" w:rsidRDefault="00A84D93" w:rsidP="00A84D93">
      <w:r w:rsidRPr="00A84D93">
        <w:t>17 01 01</w:t>
      </w:r>
      <w:r w:rsidRPr="00A84D93">
        <w:tab/>
        <w:t>Beton</w:t>
      </w:r>
      <w:r w:rsidRPr="00A84D93">
        <w:tab/>
      </w:r>
      <w:r w:rsidRPr="00A84D93">
        <w:tab/>
      </w:r>
      <w:r w:rsidRPr="00A84D93">
        <w:tab/>
      </w:r>
      <w:r w:rsidRPr="00A84D93">
        <w:tab/>
      </w:r>
      <w:r w:rsidRPr="00A84D93">
        <w:tab/>
      </w:r>
      <w:r w:rsidRPr="00A84D93">
        <w:tab/>
        <w:t>Recyklace</w:t>
      </w:r>
      <w:r w:rsidRPr="00A84D93">
        <w:tab/>
      </w:r>
      <w:r w:rsidRPr="00A84D93">
        <w:tab/>
        <w:t>O</w:t>
      </w:r>
    </w:p>
    <w:p w14:paraId="1BA2CB94" w14:textId="77777777" w:rsidR="00A84D93" w:rsidRPr="00A84D93" w:rsidRDefault="00A84D93" w:rsidP="00A84D93">
      <w:r w:rsidRPr="00A84D93">
        <w:t>17 02 01</w:t>
      </w:r>
      <w:r w:rsidRPr="00A84D93">
        <w:tab/>
        <w:t>Dřevo</w:t>
      </w:r>
      <w:r w:rsidRPr="00A84D93">
        <w:tab/>
      </w:r>
      <w:r w:rsidRPr="00A84D93">
        <w:tab/>
      </w:r>
      <w:r w:rsidRPr="00A84D93">
        <w:tab/>
      </w:r>
      <w:r w:rsidRPr="00A84D93">
        <w:tab/>
      </w:r>
      <w:r w:rsidRPr="00A84D93">
        <w:tab/>
      </w:r>
      <w:r w:rsidRPr="00A84D93">
        <w:tab/>
        <w:t>Skládka</w:t>
      </w:r>
      <w:r w:rsidRPr="00A84D93">
        <w:tab/>
      </w:r>
      <w:r w:rsidRPr="00A84D93">
        <w:tab/>
      </w:r>
      <w:r w:rsidRPr="00A84D93">
        <w:tab/>
        <w:t>O</w:t>
      </w:r>
    </w:p>
    <w:p w14:paraId="4F68AF74" w14:textId="77777777" w:rsidR="00A84D93" w:rsidRPr="00A84D93" w:rsidRDefault="00A84D93" w:rsidP="00A84D93">
      <w:r w:rsidRPr="00A84D93">
        <w:t>17 02 03</w:t>
      </w:r>
      <w:r w:rsidRPr="00A84D93">
        <w:tab/>
        <w:t>Plasty</w:t>
      </w:r>
      <w:r w:rsidRPr="00A84D93">
        <w:tab/>
      </w:r>
      <w:r w:rsidRPr="00A84D93">
        <w:tab/>
      </w:r>
      <w:r w:rsidRPr="00A84D93">
        <w:tab/>
      </w:r>
      <w:r w:rsidRPr="00A84D93">
        <w:tab/>
      </w:r>
      <w:r w:rsidRPr="00A84D93">
        <w:tab/>
      </w:r>
      <w:r w:rsidRPr="00A84D93">
        <w:tab/>
        <w:t>Recyklace</w:t>
      </w:r>
      <w:r w:rsidRPr="00A84D93">
        <w:tab/>
      </w:r>
      <w:r w:rsidRPr="00A84D93">
        <w:tab/>
        <w:t>O</w:t>
      </w:r>
    </w:p>
    <w:p w14:paraId="7E1FC1F0" w14:textId="77777777" w:rsidR="00A84D93" w:rsidRPr="00A84D93" w:rsidRDefault="00A84D93" w:rsidP="00A84D93">
      <w:r w:rsidRPr="00A84D93">
        <w:t>17 03 01</w:t>
      </w:r>
      <w:r w:rsidRPr="00A84D93">
        <w:tab/>
        <w:t>Asfaltové směsi obsahující dehet</w:t>
      </w:r>
      <w:r w:rsidRPr="00A84D93">
        <w:tab/>
      </w:r>
      <w:r w:rsidRPr="00A84D93">
        <w:tab/>
        <w:t>Skládka</w:t>
      </w:r>
      <w:r w:rsidRPr="00A84D93">
        <w:tab/>
      </w:r>
      <w:r w:rsidRPr="00A84D93">
        <w:tab/>
      </w:r>
      <w:r w:rsidRPr="00A84D93">
        <w:tab/>
        <w:t>N</w:t>
      </w:r>
    </w:p>
    <w:p w14:paraId="23601B5C" w14:textId="77777777" w:rsidR="00A84D93" w:rsidRPr="00A84D93" w:rsidRDefault="00A84D93" w:rsidP="00A84D93">
      <w:r w:rsidRPr="00A84D93">
        <w:t>17 03 02</w:t>
      </w:r>
      <w:r w:rsidRPr="00A84D93">
        <w:tab/>
      </w:r>
      <w:bookmarkStart w:id="45" w:name="_Hlk534271562"/>
      <w:r w:rsidRPr="00A84D93">
        <w:t>Asfaltové směsi</w:t>
      </w:r>
      <w:bookmarkEnd w:id="45"/>
      <w:r w:rsidRPr="00A84D93">
        <w:t xml:space="preserve"> neuvedené pod č. 17 03 01</w:t>
      </w:r>
      <w:r w:rsidRPr="00A84D93">
        <w:tab/>
        <w:t>Recyklace</w:t>
      </w:r>
      <w:r w:rsidRPr="00A84D93">
        <w:tab/>
      </w:r>
      <w:r w:rsidRPr="00A84D93">
        <w:tab/>
        <w:t>O</w:t>
      </w:r>
    </w:p>
    <w:p w14:paraId="390665F9" w14:textId="77777777" w:rsidR="00A84D93" w:rsidRPr="00A84D93" w:rsidRDefault="00A84D93" w:rsidP="00A84D93">
      <w:r w:rsidRPr="00A84D93">
        <w:t>17 04 05</w:t>
      </w:r>
      <w:r w:rsidRPr="00A84D93">
        <w:tab/>
        <w:t>Železo a ocel</w:t>
      </w:r>
      <w:r w:rsidRPr="00A84D93">
        <w:tab/>
      </w:r>
      <w:r w:rsidRPr="00A84D93">
        <w:tab/>
      </w:r>
      <w:r w:rsidRPr="00A84D93">
        <w:tab/>
      </w:r>
      <w:r w:rsidRPr="00A84D93">
        <w:tab/>
      </w:r>
      <w:r w:rsidRPr="00A84D93">
        <w:tab/>
        <w:t>Druhotná surovina</w:t>
      </w:r>
      <w:r w:rsidRPr="00A84D93">
        <w:tab/>
        <w:t>O</w:t>
      </w:r>
    </w:p>
    <w:p w14:paraId="4582DB39" w14:textId="77777777" w:rsidR="00A84D93" w:rsidRPr="00A84D93" w:rsidRDefault="00A84D93" w:rsidP="00A84D93">
      <w:r w:rsidRPr="00A84D93">
        <w:t>17 04 11</w:t>
      </w:r>
      <w:r w:rsidRPr="00A84D93">
        <w:tab/>
        <w:t>Kabely neuvedené pod č. 17 04 10</w:t>
      </w:r>
      <w:r w:rsidRPr="00A84D93">
        <w:tab/>
      </w:r>
      <w:r w:rsidRPr="00A84D93">
        <w:tab/>
        <w:t>Druhotná surovina</w:t>
      </w:r>
      <w:r w:rsidRPr="00A84D93">
        <w:tab/>
        <w:t>O</w:t>
      </w:r>
    </w:p>
    <w:p w14:paraId="4820E469" w14:textId="77777777" w:rsidR="00A84D93" w:rsidRPr="00A84D93" w:rsidRDefault="00A84D93" w:rsidP="00A84D93">
      <w:r w:rsidRPr="00A84D93">
        <w:t>17 05 04</w:t>
      </w:r>
      <w:r w:rsidRPr="00A84D93">
        <w:tab/>
        <w:t>Zemina a kamení neuvedené pod č. 17 05 03</w:t>
      </w:r>
      <w:r w:rsidRPr="00A84D93">
        <w:tab/>
        <w:t>Skládka, užití na stavbě</w:t>
      </w:r>
      <w:r w:rsidRPr="00A84D93">
        <w:tab/>
        <w:t>O</w:t>
      </w:r>
    </w:p>
    <w:p w14:paraId="30E76DA8" w14:textId="77777777" w:rsidR="00A84D93" w:rsidRPr="00A84D93" w:rsidRDefault="00A84D93" w:rsidP="00A84D93">
      <w:r w:rsidRPr="00A84D93">
        <w:t>17 06 05</w:t>
      </w:r>
      <w:r w:rsidRPr="00A84D93">
        <w:tab/>
        <w:t>Stavební materiály obsahující azbest</w:t>
      </w:r>
      <w:r w:rsidRPr="00A84D93">
        <w:tab/>
      </w:r>
      <w:r w:rsidRPr="00A84D93">
        <w:tab/>
        <w:t>Skládka</w:t>
      </w:r>
      <w:r w:rsidRPr="00A84D93">
        <w:tab/>
      </w:r>
      <w:r w:rsidRPr="00A84D93">
        <w:tab/>
      </w:r>
      <w:r w:rsidRPr="00A84D93">
        <w:tab/>
        <w:t>N</w:t>
      </w:r>
    </w:p>
    <w:p w14:paraId="396693E2" w14:textId="77777777" w:rsidR="00A84D93" w:rsidRPr="00A84D93" w:rsidRDefault="00A84D93" w:rsidP="00A84D93">
      <w:r w:rsidRPr="00A84D93">
        <w:t>17 07 04</w:t>
      </w:r>
      <w:r w:rsidRPr="00A84D93">
        <w:tab/>
        <w:t>Směsné stavební a demoliční odpady</w:t>
      </w:r>
      <w:r w:rsidRPr="00A84D93">
        <w:tab/>
        <w:t xml:space="preserve"> </w:t>
      </w:r>
      <w:r w:rsidRPr="00A84D93">
        <w:tab/>
        <w:t>Skládka</w:t>
      </w:r>
      <w:r w:rsidRPr="00A84D93">
        <w:tab/>
      </w:r>
      <w:r w:rsidRPr="00A84D93">
        <w:tab/>
      </w:r>
      <w:r w:rsidRPr="00A84D93">
        <w:tab/>
        <w:t>O</w:t>
      </w:r>
    </w:p>
    <w:p w14:paraId="2F441461" w14:textId="77777777" w:rsidR="00A84D93" w:rsidRPr="00A84D93" w:rsidRDefault="00A84D93" w:rsidP="00A84D93">
      <w:r w:rsidRPr="00A84D93">
        <w:t>20 03 01</w:t>
      </w:r>
      <w:r w:rsidRPr="00A84D93">
        <w:tab/>
        <w:t>Směsný komunální odpad</w:t>
      </w:r>
      <w:r w:rsidRPr="00A84D93">
        <w:tab/>
      </w:r>
      <w:r w:rsidRPr="00A84D93">
        <w:tab/>
      </w:r>
      <w:r w:rsidRPr="00A84D93">
        <w:tab/>
        <w:t>Skládka</w:t>
      </w:r>
      <w:r w:rsidRPr="00A84D93">
        <w:tab/>
      </w:r>
      <w:r w:rsidRPr="00A84D93">
        <w:tab/>
      </w:r>
      <w:r w:rsidRPr="00A84D93">
        <w:tab/>
        <w:t>O</w:t>
      </w:r>
    </w:p>
    <w:p w14:paraId="61CE8775" w14:textId="77777777" w:rsidR="00A84D93" w:rsidRPr="00A84D93" w:rsidRDefault="00A84D93" w:rsidP="00A84D93">
      <w:r w:rsidRPr="00A84D93">
        <w:t>Očekávané množství odpadů bude možno orientačně stanovit až po zpracování realizační dokumentace stavby, velmi hrubý odhad činí 250 tun odpadů. Skutečné množství vzniklých odpadů bude stanoveno v průběhu provádění demoličních prací a předávání jednotlivých odpadů k využití, odstranění nebo při předávání osobě oprávněné ke sběru nebo výkupu odpadů.</w:t>
      </w:r>
    </w:p>
    <w:p w14:paraId="4B2F7283" w14:textId="77777777" w:rsidR="00A84D93" w:rsidRPr="00A84D93" w:rsidRDefault="00A84D93" w:rsidP="00A84D93">
      <w:r w:rsidRPr="00A84D93">
        <w:t xml:space="preserve">Stavební odpady budou přednostně recyklovány, nevyužitelná část materiálu z demolic bude uložena na řízenou skládku příslušné skupiny. Po dobu výstavby budou vznikat odpady při zemních pracích, při demolici </w:t>
      </w:r>
      <w:r w:rsidRPr="00A84D93">
        <w:lastRenderedPageBreak/>
        <w:t>starého mostu, při realizaci objektů stavby, odpady z provozu stavebních strojů a různé odpady vázané na provoz zařízení stavenišť.</w:t>
      </w:r>
    </w:p>
    <w:p w14:paraId="7648F1B7" w14:textId="75E550B1" w:rsidR="00A84D93" w:rsidRPr="00A84D93" w:rsidRDefault="006C4B2D" w:rsidP="00A84D93">
      <w:r>
        <w:rPr>
          <w:szCs w:val="22"/>
        </w:rPr>
        <w:t xml:space="preserve">Před zahájením vlastní realizace stavby bude zhotovitelem provedeno vzorkování živice vozovky dle vyhlášky č.130/2019 Sb., na jehož základě bude rozhodnuto, zda je možno odstraněnou živici považovat za vedlejší produkt, nebo zda se jedná o odpad. </w:t>
      </w:r>
      <w:r w:rsidR="00A84D93" w:rsidRPr="00A84D93">
        <w:t xml:space="preserve">Sejmuté živičné vrstvy z rozebrané vozovky budou </w:t>
      </w:r>
      <w:r>
        <w:t xml:space="preserve">následně dle výsledků vzorkování </w:t>
      </w:r>
      <w:r w:rsidR="00A84D93" w:rsidRPr="00A84D93">
        <w:t>použity buď na výrobu recyklovaných živičných směsí (bez nebezpečných látek) nebo odvezen</w:t>
      </w:r>
      <w:r>
        <w:t>y</w:t>
      </w:r>
      <w:r w:rsidR="00A84D93" w:rsidRPr="00A84D93">
        <w:t xml:space="preserve"> na skládku nebezpečných odpadů.</w:t>
      </w:r>
    </w:p>
    <w:p w14:paraId="676DE96C" w14:textId="77777777" w:rsidR="00A84D93" w:rsidRPr="00A84D93" w:rsidRDefault="00A84D93" w:rsidP="00A84D93">
      <w:r w:rsidRPr="00A84D93">
        <w:t xml:space="preserve">Na stavbě využitelné materiály (zemina, štěrk a kamenivo z podkladních vrstev, obrubníky, </w:t>
      </w:r>
      <w:proofErr w:type="gramStart"/>
      <w:r w:rsidRPr="00A84D93">
        <w:t>dlažba,</w:t>
      </w:r>
      <w:proofErr w:type="gramEnd"/>
      <w:r w:rsidRPr="00A84D93">
        <w:t xml:space="preserve"> apod., vše bez nebezpečných látek) budou opětovně použity pro výstavbu. Materiál ze stávajícího tělesa komunikace, který bude určen jako vhodný pro zpětné použití, bude dočasně uložen na meziskládce (dle určení zhotovitele). Objem této zeminy bude znám až při postupném rozebírání stávajících konstrukcí. Části kovových konstrukcí (např. ocelové nosníky, železné </w:t>
      </w:r>
      <w:proofErr w:type="gramStart"/>
      <w:r w:rsidRPr="00A84D93">
        <w:t>konstrukce,</w:t>
      </w:r>
      <w:proofErr w:type="gramEnd"/>
      <w:r w:rsidRPr="00A84D93">
        <w:t xml:space="preserve"> apod.) budou předány k využití jako druhotná surovina. </w:t>
      </w:r>
    </w:p>
    <w:p w14:paraId="7EA0BC75" w14:textId="77777777" w:rsidR="00A84D93" w:rsidRPr="00A84D93" w:rsidRDefault="00A84D93" w:rsidP="00A84D93">
      <w:r w:rsidRPr="00A84D93">
        <w:t>V okrese Kolín je několik firem oprávněných ke sběru a výkupu odpadů nebo provozujících zařízení k využívání a odstraňování odpadů na základě zákona o odpadech č. 185/2001 Sb. a dalších platných zákonů. Původcem odpadů z výstavby včetně odpadů z demolic budou firmy, které budou dodavatelem stavby. Povinností zhotovitele stavby je dodržovat veškeré zákony, vyhlášky a jiné související předpisy z oblasti nakládání s odpady. Volba konkrétní skládky nebo jiného zařízení k odstranění nebo využití vzniklých odpadů, bude tedy plně v kompetenci a zodpovědnosti původce odpadů, tzn. dodavatele stavby.</w:t>
      </w:r>
    </w:p>
    <w:p w14:paraId="5DBA5487" w14:textId="776AC7BE" w:rsidR="003B292D" w:rsidRPr="008C4115" w:rsidRDefault="003B292D" w:rsidP="00A84D93">
      <w:r w:rsidRPr="008C4115">
        <w:t>Bezbariérové užívání stavby</w:t>
      </w:r>
      <w:bookmarkEnd w:id="44"/>
    </w:p>
    <w:p w14:paraId="5049B714" w14:textId="29EF48FC" w:rsidR="00A9637D" w:rsidRDefault="00A9637D" w:rsidP="00A9637D">
      <w:r w:rsidRPr="008C4115">
        <w:t>Pohyb nebo nutnost zajištění bezpečného přístupu pro osoby s omezenou schopností pohyblivosti a orientace ve smyslu vyhlášky č. 398/2009 Sb. O technických požadavcích zabezpečujících užívání staveb osobami s omezenou schopností pohybu a orientace není na upravované silnici požadován a žádná opatření na jeho zajištění nebudou prováděna. Tento most není určen pro pěší</w:t>
      </w:r>
      <w:r w:rsidR="002B1163" w:rsidRPr="008C4115">
        <w:t>,</w:t>
      </w:r>
      <w:r w:rsidRPr="008C4115">
        <w:t xml:space="preserve"> </w:t>
      </w:r>
      <w:r w:rsidR="009F5953" w:rsidRPr="008C4115">
        <w:t xml:space="preserve">ani </w:t>
      </w:r>
      <w:r w:rsidRPr="008C4115">
        <w:t>k přecházení chodců, na mostě nejsou zřizovány chodníky.</w:t>
      </w:r>
    </w:p>
    <w:p w14:paraId="370153A8" w14:textId="77777777" w:rsidR="00832752" w:rsidRPr="008C4115" w:rsidRDefault="00832752" w:rsidP="00832752">
      <w:pPr>
        <w:pStyle w:val="Nadpis3"/>
      </w:pPr>
      <w:bookmarkStart w:id="46" w:name="_Toc524511344"/>
      <w:bookmarkStart w:id="47" w:name="_Toc54007079"/>
      <w:r w:rsidRPr="008C4115">
        <w:t>Bezpečnost při užívání stavby</w:t>
      </w:r>
      <w:bookmarkEnd w:id="46"/>
      <w:bookmarkEnd w:id="47"/>
    </w:p>
    <w:p w14:paraId="49255394" w14:textId="0D52F9CC" w:rsidR="000130A4" w:rsidRPr="001263D6" w:rsidRDefault="000130A4" w:rsidP="000130A4">
      <w:bookmarkStart w:id="48" w:name="_Toc524511345"/>
      <w:r w:rsidRPr="001263D6">
        <w:t xml:space="preserve">Na tomto mostě je bezpečnost zajištěna dodržením příslušných požadavků ČSN, </w:t>
      </w:r>
      <w:r w:rsidR="006E0612">
        <w:t xml:space="preserve">TP, </w:t>
      </w:r>
      <w:r w:rsidRPr="001263D6">
        <w:t xml:space="preserve">TKP, VL, zákonů, směrnic a vyhlášek. Na mostě je osazeno zábradlí se svislou výplní </w:t>
      </w:r>
      <w:r w:rsidRPr="000059E4">
        <w:t>výšky 1,10 m zakončené výškovým náběhem 1:1. Bezpečnost též zajišťuje svislé a vodorovné dopravní značení</w:t>
      </w:r>
      <w:r w:rsidR="006E0612" w:rsidRPr="000059E4">
        <w:t>.</w:t>
      </w:r>
      <w:r w:rsidRPr="000059E4">
        <w:t xml:space="preserve"> </w:t>
      </w:r>
      <w:r w:rsidR="006E0612" w:rsidRPr="000059E4">
        <w:t xml:space="preserve">Na předmětném úseku </w:t>
      </w:r>
      <w:r w:rsidRPr="000059E4">
        <w:t xml:space="preserve">budou v souladu s platnými předpisy </w:t>
      </w:r>
      <w:r w:rsidR="006E0612" w:rsidRPr="000059E4">
        <w:t>obnoveny</w:t>
      </w:r>
      <w:r w:rsidRPr="000059E4">
        <w:t xml:space="preserve"> vodící čáry </w:t>
      </w:r>
      <w:r w:rsidR="00812411" w:rsidRPr="000059E4">
        <w:t xml:space="preserve">V4 </w:t>
      </w:r>
      <w:r w:rsidRPr="000059E4">
        <w:t xml:space="preserve">při okraji rekonstruované komunikace. </w:t>
      </w:r>
      <w:r w:rsidR="006E0612" w:rsidRPr="000059E4">
        <w:t xml:space="preserve">Dle TP 133 by </w:t>
      </w:r>
      <w:r w:rsidR="00812411" w:rsidRPr="000059E4">
        <w:t xml:space="preserve">však </w:t>
      </w:r>
      <w:r w:rsidR="006E0612" w:rsidRPr="000059E4">
        <w:t xml:space="preserve">vzhledem k šíři komunikace měla být vyznačena i středová čára V2. Vzhledem k faktu, že </w:t>
      </w:r>
      <w:r w:rsidR="00812411" w:rsidRPr="000059E4">
        <w:t>oprava</w:t>
      </w:r>
      <w:r w:rsidR="006E0612" w:rsidRPr="000059E4">
        <w:t xml:space="preserve"> se dotýká jen krátkého úseku (cca 70 m) komunikace, bylo by vyznačení středové čáry na takto krátkém úseku nesystémové. Projektant však konstatuje, že by </w:t>
      </w:r>
      <w:r w:rsidR="00812411" w:rsidRPr="000059E4">
        <w:t xml:space="preserve">s ohledem na bezpečnost provozu na komunikaci bylo </w:t>
      </w:r>
      <w:r w:rsidR="006E0612" w:rsidRPr="000059E4">
        <w:t>v nejbližší době vhodné</w:t>
      </w:r>
      <w:r w:rsidR="00812411" w:rsidRPr="000059E4">
        <w:t>, aby správce</w:t>
      </w:r>
      <w:r w:rsidR="006E0612" w:rsidRPr="000059E4">
        <w:t xml:space="preserve"> vyznači</w:t>
      </w:r>
      <w:r w:rsidR="00812411" w:rsidRPr="000059E4">
        <w:t>l</w:t>
      </w:r>
      <w:r w:rsidR="006E0612" w:rsidRPr="000059E4">
        <w:t xml:space="preserve"> středovou čáru </w:t>
      </w:r>
      <w:r w:rsidR="00812411" w:rsidRPr="000059E4">
        <w:t xml:space="preserve">V2 </w:t>
      </w:r>
      <w:r w:rsidR="006E0612" w:rsidRPr="000059E4">
        <w:t>v souvislejším úseku zahrnující</w:t>
      </w:r>
      <w:r w:rsidR="00812411" w:rsidRPr="000059E4">
        <w:t>m</w:t>
      </w:r>
      <w:r w:rsidR="006E0612" w:rsidRPr="000059E4">
        <w:t xml:space="preserve"> minimálně celý intravilán obce Horní Kruty.</w:t>
      </w:r>
    </w:p>
    <w:p w14:paraId="327609BB" w14:textId="77777777" w:rsidR="00832752" w:rsidRPr="00567B7C" w:rsidRDefault="00832752" w:rsidP="00832752">
      <w:pPr>
        <w:pStyle w:val="Nadpis3"/>
        <w:spacing w:after="120"/>
      </w:pPr>
      <w:bookmarkStart w:id="49" w:name="_Toc54007080"/>
      <w:r w:rsidRPr="00567B7C">
        <w:t xml:space="preserve">Základní </w:t>
      </w:r>
      <w:bookmarkEnd w:id="48"/>
      <w:r w:rsidRPr="00567B7C">
        <w:t>charakteristika objektů</w:t>
      </w:r>
      <w:bookmarkEnd w:id="49"/>
    </w:p>
    <w:p w14:paraId="147ABF23" w14:textId="77777777" w:rsidR="000130A4" w:rsidRPr="001263D6" w:rsidRDefault="000130A4" w:rsidP="000130A4">
      <w:r w:rsidRPr="001263D6">
        <w:rPr>
          <w:b/>
          <w:bCs/>
        </w:rPr>
        <w:t>SO 201 – Most ev. č. 3</w:t>
      </w:r>
      <w:r>
        <w:rPr>
          <w:b/>
          <w:bCs/>
        </w:rPr>
        <w:t>34-011</w:t>
      </w:r>
    </w:p>
    <w:p w14:paraId="44035FAE" w14:textId="77777777" w:rsidR="000130A4" w:rsidRPr="001263D6" w:rsidRDefault="000130A4" w:rsidP="00D94E12">
      <w:pPr>
        <w:pStyle w:val="Odstavecseseznamem"/>
        <w:numPr>
          <w:ilvl w:val="0"/>
          <w:numId w:val="8"/>
        </w:numPr>
      </w:pPr>
      <w:r w:rsidRPr="001263D6">
        <w:t>popis stávajícího mostu (bude demolován)</w:t>
      </w:r>
    </w:p>
    <w:p w14:paraId="507A785E" w14:textId="5D024C74" w:rsidR="000130A4" w:rsidRPr="001263D6" w:rsidRDefault="000130A4" w:rsidP="000130A4">
      <w:r w:rsidRPr="001263D6">
        <w:t>Stávající most sestává z 1 klenbového pole o světlosti 2,90 m. Klenba tloušťky 0,50 m je z lomového kamene s </w:t>
      </w:r>
      <w:proofErr w:type="spellStart"/>
      <w:proofErr w:type="gramStart"/>
      <w:r w:rsidRPr="001263D6">
        <w:t>nadnásypem</w:t>
      </w:r>
      <w:proofErr w:type="spellEnd"/>
      <w:r w:rsidRPr="001263D6">
        <w:t>..</w:t>
      </w:r>
      <w:proofErr w:type="gramEnd"/>
      <w:r w:rsidRPr="001263D6">
        <w:t xml:space="preserve"> Šíře nosné konstrukce mostu je 6,12 m. Na klenbu navazují kamenná křídla. Levé mostní křídlo za mostem pokračuje jako betonová opěrná zeď délky cca </w:t>
      </w:r>
      <w:r w:rsidR="006C4B2D">
        <w:t>9,00</w:t>
      </w:r>
      <w:r w:rsidRPr="001263D6">
        <w:t xml:space="preserve"> m.</w:t>
      </w:r>
    </w:p>
    <w:p w14:paraId="0568860B" w14:textId="77777777" w:rsidR="000130A4" w:rsidRPr="001263D6" w:rsidRDefault="000130A4" w:rsidP="000130A4">
      <w:r w:rsidRPr="001263D6">
        <w:t>Celý most včetně opěrné zdi bude demolován.</w:t>
      </w:r>
    </w:p>
    <w:p w14:paraId="15EB09F3" w14:textId="77777777" w:rsidR="000130A4" w:rsidRPr="001263D6" w:rsidRDefault="000130A4" w:rsidP="00D94E12">
      <w:pPr>
        <w:pStyle w:val="Odstavecseseznamem"/>
        <w:numPr>
          <w:ilvl w:val="0"/>
          <w:numId w:val="8"/>
        </w:numPr>
      </w:pPr>
      <w:r w:rsidRPr="001263D6">
        <w:t>nově navržený most</w:t>
      </w:r>
    </w:p>
    <w:p w14:paraId="74E95A5C" w14:textId="77777777" w:rsidR="000130A4" w:rsidRPr="001263D6" w:rsidRDefault="000130A4" w:rsidP="000130A4">
      <w:r w:rsidRPr="001263D6">
        <w:t xml:space="preserve">Šikmý </w:t>
      </w:r>
      <w:proofErr w:type="gramStart"/>
      <w:r w:rsidRPr="001263D6">
        <w:t>1-polový</w:t>
      </w:r>
      <w:proofErr w:type="gramEnd"/>
      <w:r w:rsidRPr="001263D6">
        <w:t xml:space="preserve"> otevřený ŽB rám o kolmé světlosti 2,90 m, příčel tloušťky 0,45 m s náběhy 300 x 300 mm u stojek. Stojka rámu tloušťky 0,45 m vetknutá do plošného základu. Šikmost mostu levá 96,53g. Most se </w:t>
      </w:r>
      <w:r w:rsidRPr="001263D6">
        <w:lastRenderedPageBreak/>
        <w:t xml:space="preserve">nachází v pravostranném půdorysném oblouku poloměru R=143 m, výškově ve vrcholovém zakružovacím oblouku poloměru R=250 m. Příčný sklon komunikace na mostě je střechovitý </w:t>
      </w:r>
      <w:proofErr w:type="gramStart"/>
      <w:r w:rsidRPr="001263D6">
        <w:t>2,50%</w:t>
      </w:r>
      <w:proofErr w:type="gramEnd"/>
      <w:r w:rsidRPr="001263D6">
        <w:t>. Založení plošné na základových pasech. Šířkové uspořádání mostu odpovídá kategorii S 6,0/30 – šířka mezi obrubami 6,00 m, šířka mostu 7,60 m. Římsy monolitické ŽB s lícními prefabrikáty. Výška obrubníku 150 mm, šířka římsy 800 mm. Do říms je kotveno zábradlí svodidla výšky 1,1 m. Most bez dilatačních závěrů jen s proříznutou spárou v obrusné vrstvě nad rubem stojek zalitou asfaltovou zálivkou. Přechodová oblast s přechodovým klínem z mezerovitého betonu. Drenáž za rubem vyvedená mimo most. Mostní objekt je opatřen rovnoběžnými ŽB křídly. Na opěru č.2 navazuje ŽB opěrná úhlová zeď oddělená dilatační spárou.</w:t>
      </w:r>
    </w:p>
    <w:p w14:paraId="373C6645" w14:textId="77777777" w:rsidR="000130A4" w:rsidRPr="001263D6" w:rsidRDefault="000130A4" w:rsidP="000130A4">
      <w:r w:rsidRPr="001263D6">
        <w:t>Zpevnění na konci říms na délku 2,0 m. Pod mostem je zpevnění lomovým kamenem do betonu zakončené příčnými prahy z </w:t>
      </w:r>
      <w:proofErr w:type="spellStart"/>
      <w:r w:rsidRPr="001263D6">
        <w:t>vodostavebného</w:t>
      </w:r>
      <w:proofErr w:type="spellEnd"/>
      <w:r w:rsidRPr="001263D6">
        <w:t xml:space="preserve"> betonu cca 5,0 m před a za obrysem mostu. </w:t>
      </w:r>
    </w:p>
    <w:p w14:paraId="232C3FCF" w14:textId="77777777" w:rsidR="000130A4" w:rsidRPr="001263D6" w:rsidRDefault="000130A4" w:rsidP="000130A4">
      <w:pPr>
        <w:rPr>
          <w:rFonts w:cs="Arial"/>
          <w:szCs w:val="22"/>
        </w:rPr>
      </w:pPr>
      <w:r w:rsidRPr="001263D6">
        <w:rPr>
          <w:rFonts w:cs="Arial"/>
          <w:szCs w:val="22"/>
        </w:rPr>
        <w:t xml:space="preserve">Do vzdálenosti 20 m před a za most bude provedeno odstranění náletových dřevin z koryta </w:t>
      </w:r>
      <w:proofErr w:type="spellStart"/>
      <w:r w:rsidRPr="001263D6">
        <w:rPr>
          <w:rFonts w:cs="Arial"/>
          <w:szCs w:val="22"/>
        </w:rPr>
        <w:t>Přestavlckého</w:t>
      </w:r>
      <w:proofErr w:type="spellEnd"/>
      <w:r w:rsidRPr="001263D6">
        <w:rPr>
          <w:rFonts w:cs="Arial"/>
          <w:szCs w:val="22"/>
        </w:rPr>
        <w:t xml:space="preserve"> potoka a jeho pročištění od nánosů bahna. Vzhledem k tomuto by bylo účelné, aby správce toku (Povodí Labe </w:t>
      </w:r>
      <w:proofErr w:type="spellStart"/>
      <w:r w:rsidRPr="001263D6">
        <w:rPr>
          <w:rFonts w:cs="Arial"/>
          <w:szCs w:val="22"/>
        </w:rPr>
        <w:t>p.o</w:t>
      </w:r>
      <w:proofErr w:type="spellEnd"/>
      <w:r w:rsidRPr="001263D6">
        <w:rPr>
          <w:rFonts w:cs="Arial"/>
          <w:szCs w:val="22"/>
        </w:rPr>
        <w:t xml:space="preserve">.) současně s rekonstrukcí mostu provedl pročištění koryta </w:t>
      </w:r>
      <w:proofErr w:type="spellStart"/>
      <w:r w:rsidRPr="001263D6">
        <w:rPr>
          <w:rFonts w:cs="Arial"/>
          <w:szCs w:val="22"/>
        </w:rPr>
        <w:t>Přestavlckého</w:t>
      </w:r>
      <w:proofErr w:type="spellEnd"/>
      <w:r w:rsidRPr="001263D6">
        <w:rPr>
          <w:rFonts w:cs="Arial"/>
          <w:szCs w:val="22"/>
        </w:rPr>
        <w:t xml:space="preserve"> potoka v celé jeho délce.</w:t>
      </w:r>
    </w:p>
    <w:p w14:paraId="73989A66" w14:textId="77777777" w:rsidR="000130A4" w:rsidRPr="001263D6" w:rsidRDefault="000130A4" w:rsidP="000130A4">
      <w:r w:rsidRPr="001263D6">
        <w:rPr>
          <w:rFonts w:cs="Arial"/>
          <w:szCs w:val="22"/>
        </w:rPr>
        <w:t>Nosná konstrukce mostu a přilehlá opěrná zeď jsou navrženy staticky a konstrukčně tak, aby v </w:t>
      </w:r>
      <w:proofErr w:type="gramStart"/>
      <w:r w:rsidRPr="001263D6">
        <w:rPr>
          <w:rFonts w:cs="Arial"/>
          <w:szCs w:val="22"/>
        </w:rPr>
        <w:t>budoucnu  mohlo</w:t>
      </w:r>
      <w:proofErr w:type="gramEnd"/>
      <w:r w:rsidRPr="001263D6">
        <w:rPr>
          <w:rFonts w:cs="Arial"/>
          <w:szCs w:val="22"/>
        </w:rPr>
        <w:t xml:space="preserve"> teoreticky dojít  k jejich rozšíření o 1,0 m. Toto rozšíření umožní při jednom okraji mostu (levé, či pravé) provedení jednostranného veřejného chodníku šířky 1,5 m.</w:t>
      </w:r>
    </w:p>
    <w:p w14:paraId="08DAA196" w14:textId="22B31EC4" w:rsidR="005301F8" w:rsidRPr="00DE1405" w:rsidRDefault="005301F8" w:rsidP="005301F8">
      <w:pPr>
        <w:pStyle w:val="Nadpis3"/>
      </w:pPr>
      <w:bookmarkStart w:id="50" w:name="_Toc54007081"/>
      <w:r w:rsidRPr="00DE1405">
        <w:t xml:space="preserve">Základní </w:t>
      </w:r>
      <w:r w:rsidR="00273FE8" w:rsidRPr="00DE1405">
        <w:t>popis</w:t>
      </w:r>
      <w:r w:rsidRPr="00DE1405">
        <w:t xml:space="preserve"> technických a technologických zařízení</w:t>
      </w:r>
      <w:bookmarkEnd w:id="50"/>
    </w:p>
    <w:p w14:paraId="1ADF99CE" w14:textId="30170696" w:rsidR="00081688" w:rsidRPr="00DE1405" w:rsidRDefault="00C47072" w:rsidP="005301F8">
      <w:r w:rsidRPr="00DE1405">
        <w:t>Technická a technologická zařízení nejsou součástí této stavby.</w:t>
      </w:r>
    </w:p>
    <w:p w14:paraId="2E267B7F" w14:textId="77777777" w:rsidR="005301F8" w:rsidRPr="00DE1405" w:rsidRDefault="005301F8" w:rsidP="00DD2E43">
      <w:pPr>
        <w:pStyle w:val="Nadpis3"/>
      </w:pPr>
      <w:bookmarkStart w:id="51" w:name="_Toc54007082"/>
      <w:r w:rsidRPr="00DE1405">
        <w:t>Zásady požárně bezpečnostního řešení</w:t>
      </w:r>
      <w:bookmarkEnd w:id="51"/>
    </w:p>
    <w:p w14:paraId="155C7E9F" w14:textId="77777777" w:rsidR="00970362" w:rsidRPr="00DE1405" w:rsidRDefault="00970362" w:rsidP="00970362">
      <w:r w:rsidRPr="00DE1405">
        <w:t>V souladu s § 24 odst. (3) zákona č.133/1985 Sb. v platném znění nejsou pro dopravní stavby pozemních komunikací stanovené prováděcím právním předpisem (vyhláška č. 23/2008 Sb. v platném znění) technické podmínky požární ochrany pro navrhování, výstavbu nebo užívání těchto staveb. Z tohoto důvodu není zpracováno požárně bezpečnostní řešení stavby. Při navrhování a při realizaci stavby pozemní komunikace nesmí docházet ke zhoršování podmínek pro hašení požárů a pro záchranné práce v dotčeném území. Při vlastním návrhu pozemní komunikace musí být respektovány související požadavky přílohy č. 3 uvedené vyhlášky. Pro objekty zařízení staveniště nutno přiměřeně použít ustanovení § 2 až 14 vyhlášky (viz § 28 vyhlášky). Při svařování, budou vyhodnoceny podmínky požární bezpečnosti a navržena opatření v souladu s ustanoveními vyhlášky č. 87/2000 Sb. v platném znění.</w:t>
      </w:r>
    </w:p>
    <w:p w14:paraId="1872582E" w14:textId="77777777" w:rsidR="004E3F9C" w:rsidRPr="00DE1405" w:rsidRDefault="004E3F9C" w:rsidP="004E3F9C">
      <w:r w:rsidRPr="00DE1405">
        <w:t xml:space="preserve">Posuzované stavební objekty jsou z hlediska požární bezpečnosti, ve smyslu ČSN 73 0802/2000 Požární bezpečnost </w:t>
      </w:r>
      <w:proofErr w:type="gramStart"/>
      <w:r w:rsidRPr="00DE1405">
        <w:t>staveb - Nevýrobní</w:t>
      </w:r>
      <w:proofErr w:type="gramEnd"/>
      <w:r w:rsidRPr="00DE1405">
        <w:t xml:space="preserve"> objekty, hodnoceny jako objekty bez požárního rizika, které nejsou dále posuzovány a hodnoceny</w:t>
      </w:r>
      <w:r w:rsidR="00970362" w:rsidRPr="00DE1405">
        <w:t>.</w:t>
      </w:r>
    </w:p>
    <w:p w14:paraId="75AD9BF3" w14:textId="77777777" w:rsidR="005301F8" w:rsidRPr="00DE1405" w:rsidRDefault="005301F8" w:rsidP="005301F8">
      <w:pPr>
        <w:pStyle w:val="Nadpis3"/>
      </w:pPr>
      <w:bookmarkStart w:id="52" w:name="_Toc54007083"/>
      <w:r w:rsidRPr="00DE1405">
        <w:t>Úspora energie a tepelná ochrana</w:t>
      </w:r>
      <w:bookmarkEnd w:id="52"/>
    </w:p>
    <w:p w14:paraId="20449ECF" w14:textId="77777777" w:rsidR="005301F8" w:rsidRDefault="001E0C2F" w:rsidP="005301F8">
      <w:r w:rsidRPr="00DE1405">
        <w:t>Ne</w:t>
      </w:r>
      <w:r w:rsidR="00970362" w:rsidRPr="00DE1405">
        <w:t>týká se této stavby</w:t>
      </w:r>
      <w:r w:rsidRPr="00DE1405">
        <w:t>.</w:t>
      </w:r>
    </w:p>
    <w:p w14:paraId="038D2379" w14:textId="36F88A1C" w:rsidR="002305CF" w:rsidRPr="00DE1405" w:rsidRDefault="002305CF" w:rsidP="002305CF">
      <w:pPr>
        <w:pStyle w:val="Nadpis3"/>
      </w:pPr>
      <w:bookmarkStart w:id="53" w:name="_Toc54007084"/>
      <w:r w:rsidRPr="00DE1405">
        <w:t xml:space="preserve">Hygienické požadavky na stavby, požadavky na pracovní </w:t>
      </w:r>
      <w:r w:rsidR="002124AA" w:rsidRPr="00DE1405">
        <w:t xml:space="preserve">a komunální </w:t>
      </w:r>
      <w:r w:rsidRPr="00DE1405">
        <w:t>prostředí</w:t>
      </w:r>
      <w:bookmarkEnd w:id="53"/>
    </w:p>
    <w:p w14:paraId="58969C3E" w14:textId="77777777" w:rsidR="00090517" w:rsidRPr="00DE1405" w:rsidRDefault="00090517" w:rsidP="00090517">
      <w:r w:rsidRPr="00DE1405">
        <w:t xml:space="preserve">Životní prostředí nebude stavbou negativně dotčeno. Stavba je navržena v souladu s hygienickými předpisy a požadavky dle </w:t>
      </w:r>
      <w:proofErr w:type="spellStart"/>
      <w:r w:rsidRPr="00DE1405">
        <w:t>vyhl</w:t>
      </w:r>
      <w:proofErr w:type="spellEnd"/>
      <w:r w:rsidRPr="00DE1405">
        <w:t xml:space="preserve">. č. 268/2009 Sb. o technických požadavcích na stavby a </w:t>
      </w:r>
      <w:proofErr w:type="spellStart"/>
      <w:r w:rsidRPr="00DE1405">
        <w:t>vyhl</w:t>
      </w:r>
      <w:proofErr w:type="spellEnd"/>
      <w:r w:rsidRPr="00DE1405">
        <w:t xml:space="preserve">. č. 269/2009 Sb., kterou se mění </w:t>
      </w:r>
      <w:proofErr w:type="spellStart"/>
      <w:r w:rsidRPr="00DE1405">
        <w:t>vyhl</w:t>
      </w:r>
      <w:proofErr w:type="spellEnd"/>
      <w:r w:rsidRPr="00DE1405">
        <w:t xml:space="preserve">. č. 501/2006 Sb. o obecných požadavcích na využívání území. </w:t>
      </w:r>
    </w:p>
    <w:p w14:paraId="24F4D4B6" w14:textId="77777777" w:rsidR="00090517" w:rsidRPr="00DE1405" w:rsidRDefault="00090517" w:rsidP="00090517">
      <w:r w:rsidRPr="00DE1405">
        <w:t>Při provádění stavby musí investor a dodavatel dbát zejména na:</w:t>
      </w:r>
    </w:p>
    <w:p w14:paraId="5F9109F4" w14:textId="77777777" w:rsidR="00090517" w:rsidRPr="00DE1405" w:rsidRDefault="00090517" w:rsidP="00090517">
      <w:pPr>
        <w:spacing w:before="0"/>
      </w:pPr>
      <w:r w:rsidRPr="00DE1405">
        <w:tab/>
        <w:t>- snížení prašnosti včasným čištěním vozovek;</w:t>
      </w:r>
    </w:p>
    <w:p w14:paraId="5A37CC8D" w14:textId="77777777" w:rsidR="00090517" w:rsidRPr="00DE1405" w:rsidRDefault="00090517" w:rsidP="00090517">
      <w:pPr>
        <w:spacing w:before="0"/>
      </w:pPr>
      <w:r w:rsidRPr="00DE1405">
        <w:tab/>
        <w:t>- zamezení znečištění ovzduší spalováním odpadů;</w:t>
      </w:r>
    </w:p>
    <w:p w14:paraId="20421094" w14:textId="7AB07DCA" w:rsidR="00D866F4" w:rsidRPr="00DE1405" w:rsidRDefault="00090517" w:rsidP="00090517">
      <w:pPr>
        <w:spacing w:before="0"/>
      </w:pPr>
      <w:r w:rsidRPr="00DE1405">
        <w:tab/>
        <w:t>- ochranu před znečištěním zejména ropnými produkty</w:t>
      </w:r>
      <w:r w:rsidR="006B4F77" w:rsidRPr="00DE1405">
        <w:t>;</w:t>
      </w:r>
      <w:r w:rsidRPr="00DE1405">
        <w:t xml:space="preserve"> nesmí dojít ke</w:t>
      </w:r>
      <w:r w:rsidR="006B4F77" w:rsidRPr="00DE1405">
        <w:t xml:space="preserve"> </w:t>
      </w:r>
      <w:r w:rsidRPr="00DE1405">
        <w:t xml:space="preserve">znečištění </w:t>
      </w:r>
      <w:r w:rsidR="00D866F4" w:rsidRPr="00DE1405">
        <w:t xml:space="preserve">vodního toku </w:t>
      </w:r>
    </w:p>
    <w:p w14:paraId="29AF212E" w14:textId="4195D27F" w:rsidR="00090517" w:rsidRPr="00DE1405" w:rsidRDefault="006B4F77" w:rsidP="00090517">
      <w:pPr>
        <w:spacing w:before="0"/>
      </w:pPr>
      <w:r w:rsidRPr="00DE1405">
        <w:t xml:space="preserve"> </w:t>
      </w:r>
      <w:r w:rsidRPr="00DE1405">
        <w:tab/>
        <w:t xml:space="preserve">  </w:t>
      </w:r>
      <w:r w:rsidR="00D866F4" w:rsidRPr="00DE1405">
        <w:t xml:space="preserve">ani </w:t>
      </w:r>
      <w:r w:rsidR="00090517" w:rsidRPr="00DE1405">
        <w:t>spodních vod.</w:t>
      </w:r>
    </w:p>
    <w:p w14:paraId="3E98A107" w14:textId="77777777" w:rsidR="00090517" w:rsidRPr="00DE1405" w:rsidRDefault="00090517" w:rsidP="00090517">
      <w:r w:rsidRPr="00DE1405">
        <w:lastRenderedPageBreak/>
        <w:t>Při provádění stavebních musí být dodržováno nařízení vlády č. 361/2007 Sb., které stanoví podmínky ochrany zdraví při práci, hygienické požadavky na pracoviště a pracovní prostředí.</w:t>
      </w:r>
    </w:p>
    <w:p w14:paraId="00664FAE" w14:textId="12ED5F23" w:rsidR="002305CF" w:rsidRPr="00DE1405" w:rsidRDefault="002305CF" w:rsidP="002305CF">
      <w:r w:rsidRPr="00DE1405">
        <w:t>Zhotovitel stavby musí použít pouze certifikované materiály a hmoty, které svými vlastnostmi, zajistí, při běžné údržbě, požadovanou mechanickou pevnost a stabilitu konstrukcí, požární bezpečnost, hygienické požadavky, ochranu zdraví a životního prostředí a bezpečnost při užívaní stavby, po dobu její životnosti.</w:t>
      </w:r>
    </w:p>
    <w:p w14:paraId="700B7A49" w14:textId="77777777" w:rsidR="00DD2E43" w:rsidRPr="00BD7502" w:rsidRDefault="005301F8" w:rsidP="00DD2E43">
      <w:pPr>
        <w:pStyle w:val="Nadpis3"/>
      </w:pPr>
      <w:bookmarkStart w:id="54" w:name="_Toc54007085"/>
      <w:r w:rsidRPr="00BD7502">
        <w:t>Zásady ochrany stavby před negativními účinky vnějšího prostředí</w:t>
      </w:r>
      <w:bookmarkEnd w:id="54"/>
    </w:p>
    <w:p w14:paraId="035F2595" w14:textId="77777777" w:rsidR="005301F8" w:rsidRPr="00BD7502" w:rsidRDefault="00F5108B" w:rsidP="00D94E12">
      <w:pPr>
        <w:pStyle w:val="Odstavecseseznamem"/>
        <w:numPr>
          <w:ilvl w:val="0"/>
          <w:numId w:val="13"/>
        </w:numPr>
        <w:contextualSpacing w:val="0"/>
      </w:pPr>
      <w:bookmarkStart w:id="55" w:name="_Hlk534358219"/>
      <w:r w:rsidRPr="00BD7502">
        <w:t>o</w:t>
      </w:r>
      <w:r w:rsidR="00DD2E43" w:rsidRPr="00BD7502">
        <w:t>chrana před pronikáním radonu z</w:t>
      </w:r>
      <w:r w:rsidR="00173ACD" w:rsidRPr="00BD7502">
        <w:t> </w:t>
      </w:r>
      <w:r w:rsidR="00DD2E43" w:rsidRPr="00BD7502">
        <w:t>podloží</w:t>
      </w:r>
    </w:p>
    <w:bookmarkEnd w:id="55"/>
    <w:p w14:paraId="74316592" w14:textId="77777777" w:rsidR="00173ACD" w:rsidRPr="00BD7502" w:rsidRDefault="00173ACD" w:rsidP="00173ACD">
      <w:r w:rsidRPr="00BD7502">
        <w:t>Vzhledem k charakteru stavby není nutno sledovat účinky působení radonu.</w:t>
      </w:r>
    </w:p>
    <w:p w14:paraId="261284D5" w14:textId="77777777" w:rsidR="00090517" w:rsidRPr="00BD7502" w:rsidRDefault="00F5108B" w:rsidP="00D94E12">
      <w:pPr>
        <w:pStyle w:val="Odstavecseseznamem"/>
        <w:numPr>
          <w:ilvl w:val="0"/>
          <w:numId w:val="13"/>
        </w:numPr>
        <w:contextualSpacing w:val="0"/>
      </w:pPr>
      <w:r w:rsidRPr="00BD7502">
        <w:t>o</w:t>
      </w:r>
      <w:r w:rsidR="00090517" w:rsidRPr="00BD7502">
        <w:t>chrana před bludnými proudy</w:t>
      </w:r>
    </w:p>
    <w:p w14:paraId="2F7E9D59" w14:textId="7AD11BD0" w:rsidR="00090517" w:rsidRPr="00BD7502" w:rsidRDefault="00FB5E8C" w:rsidP="00090517">
      <w:r w:rsidRPr="00BD7502">
        <w:t>M</w:t>
      </w:r>
      <w:r w:rsidR="00090517" w:rsidRPr="00BD7502">
        <w:t>ost se nachází v oblasti se zvýšenou agresivitou prostředí (stupeň III.)</w:t>
      </w:r>
      <w:r w:rsidRPr="00BD7502">
        <w:t xml:space="preserve"> </w:t>
      </w:r>
      <w:r w:rsidR="00090517" w:rsidRPr="00BD7502">
        <w:t xml:space="preserve">z hlediska </w:t>
      </w:r>
      <w:r w:rsidRPr="00BD7502">
        <w:t>působení</w:t>
      </w:r>
      <w:r w:rsidR="00090517" w:rsidRPr="00BD7502">
        <w:t xml:space="preserve"> bludných proudů. Bude nutné provést základní</w:t>
      </w:r>
      <w:r w:rsidR="007571E8" w:rsidRPr="00BD7502">
        <w:t xml:space="preserve"> </w:t>
      </w:r>
      <w:r w:rsidR="00090517" w:rsidRPr="00BD7502">
        <w:t xml:space="preserve">ochranná opatření stupně č.3 na pětistupňové škále podle TP 124 </w:t>
      </w:r>
      <w:r w:rsidR="007571E8" w:rsidRPr="00BD7502">
        <w:t>Základní ochranná opatření pro omezení vlivu bludných proudů na mostní objekty a ostatní betonové konstrukce pozemních komunikací</w:t>
      </w:r>
      <w:r w:rsidR="00090517" w:rsidRPr="00BD7502">
        <w:t>.</w:t>
      </w:r>
    </w:p>
    <w:p w14:paraId="27671B20" w14:textId="77777777" w:rsidR="00DD2E43" w:rsidRPr="00BD7502" w:rsidRDefault="00F5108B" w:rsidP="00D94E12">
      <w:pPr>
        <w:pStyle w:val="Odstavecseseznamem"/>
        <w:numPr>
          <w:ilvl w:val="0"/>
          <w:numId w:val="13"/>
        </w:numPr>
        <w:contextualSpacing w:val="0"/>
      </w:pPr>
      <w:r w:rsidRPr="00BD7502">
        <w:t>o</w:t>
      </w:r>
      <w:r w:rsidR="00DD2E43" w:rsidRPr="00BD7502">
        <w:t>chrana před technickou seizmicitou</w:t>
      </w:r>
    </w:p>
    <w:p w14:paraId="39887284" w14:textId="77777777" w:rsidR="00DD2E43" w:rsidRPr="00BD7502" w:rsidRDefault="00DD2E43" w:rsidP="007745C5">
      <w:r w:rsidRPr="00BD7502">
        <w:rPr>
          <w:szCs w:val="22"/>
        </w:rPr>
        <w:t>Při provádění veškerých stavebních prací musí zhotovitel zvolit takovou techniku, aby nedošlo k překročení nejvyšších přípustných hodnot vibrací.</w:t>
      </w:r>
    </w:p>
    <w:p w14:paraId="429E0E44" w14:textId="77777777" w:rsidR="00DD2E43" w:rsidRPr="00BD7502" w:rsidRDefault="00F5108B" w:rsidP="00D94E12">
      <w:pPr>
        <w:pStyle w:val="Odstavecseseznamem"/>
        <w:numPr>
          <w:ilvl w:val="0"/>
          <w:numId w:val="13"/>
        </w:numPr>
        <w:contextualSpacing w:val="0"/>
      </w:pPr>
      <w:r w:rsidRPr="00BD7502">
        <w:t>o</w:t>
      </w:r>
      <w:r w:rsidR="00DD2E43" w:rsidRPr="00BD7502">
        <w:t>chrana před hlukem</w:t>
      </w:r>
    </w:p>
    <w:p w14:paraId="44961826" w14:textId="136EE487" w:rsidR="00DD2E43" w:rsidRPr="00BD7502" w:rsidRDefault="00DD2E43" w:rsidP="00DD2E43">
      <w:pPr>
        <w:rPr>
          <w:szCs w:val="22"/>
        </w:rPr>
      </w:pPr>
      <w:r w:rsidRPr="00BD7502">
        <w:rPr>
          <w:szCs w:val="22"/>
        </w:rPr>
        <w:t>Při provádění veškerých stavebních prací musí zhotovitel zvolit takovou techniku, aby nedošlo k překročení nejvyšších přípustných hodnot hluku.</w:t>
      </w:r>
    </w:p>
    <w:p w14:paraId="4D2954A7" w14:textId="77777777" w:rsidR="00DD2E43" w:rsidRPr="00EF6A92" w:rsidRDefault="00F5108B" w:rsidP="00D94E12">
      <w:pPr>
        <w:pStyle w:val="Odstavecseseznamem"/>
        <w:numPr>
          <w:ilvl w:val="0"/>
          <w:numId w:val="13"/>
        </w:numPr>
        <w:contextualSpacing w:val="0"/>
      </w:pPr>
      <w:r w:rsidRPr="00EF6A92">
        <w:t>p</w:t>
      </w:r>
      <w:r w:rsidR="00DD2E43" w:rsidRPr="00EF6A92">
        <w:t>rotipovodňová opatření</w:t>
      </w:r>
    </w:p>
    <w:p w14:paraId="45A16542" w14:textId="62E7E770" w:rsidR="00F770C4" w:rsidRPr="00EF6A92" w:rsidRDefault="00F770C4" w:rsidP="00F770C4">
      <w:r w:rsidRPr="00EF6A92">
        <w:t xml:space="preserve">V rámci přípravy vlastní stavby </w:t>
      </w:r>
      <w:r w:rsidRPr="00EF6A92">
        <w:rPr>
          <w:b/>
          <w:sz w:val="22"/>
          <w:szCs w:val="22"/>
          <w:u w:val="single"/>
        </w:rPr>
        <w:t>bude zhotovitelem zpracován povodňový a havarijní plán</w:t>
      </w:r>
      <w:r w:rsidRPr="00EF6A92">
        <w:t xml:space="preserve">, které budou předloženy ke schválení Povodí </w:t>
      </w:r>
      <w:r w:rsidR="00EF6A92" w:rsidRPr="00EF6A92">
        <w:t>Labe</w:t>
      </w:r>
      <w:r w:rsidRPr="00EF6A92">
        <w:t xml:space="preserve">, </w:t>
      </w:r>
      <w:proofErr w:type="spellStart"/>
      <w:r w:rsidRPr="00EF6A92">
        <w:t>s.p</w:t>
      </w:r>
      <w:proofErr w:type="spellEnd"/>
      <w:r w:rsidRPr="00EF6A92">
        <w:t xml:space="preserve">. a poté </w:t>
      </w:r>
      <w:r w:rsidR="00745441" w:rsidRPr="00EF6A92">
        <w:t>příslušnému</w:t>
      </w:r>
      <w:r w:rsidR="005D480C" w:rsidRPr="00EF6A92">
        <w:t xml:space="preserve"> vodoprávní</w:t>
      </w:r>
      <w:r w:rsidR="00745441" w:rsidRPr="00EF6A92">
        <w:t>mu</w:t>
      </w:r>
      <w:r w:rsidR="005D480C" w:rsidRPr="00EF6A92">
        <w:t xml:space="preserve"> úřadu</w:t>
      </w:r>
      <w:r w:rsidRPr="00EF6A92">
        <w:t>.</w:t>
      </w:r>
    </w:p>
    <w:p w14:paraId="4B0E818E" w14:textId="69743FC9" w:rsidR="001765EF" w:rsidRDefault="009B7572" w:rsidP="00D94E12">
      <w:pPr>
        <w:pStyle w:val="Odstavecseseznamem"/>
        <w:numPr>
          <w:ilvl w:val="0"/>
          <w:numId w:val="13"/>
        </w:numPr>
        <w:contextualSpacing w:val="0"/>
      </w:pPr>
      <w:r w:rsidRPr="00EF6A92">
        <w:t xml:space="preserve">ochrana před </w:t>
      </w:r>
      <w:r w:rsidR="00DB317E">
        <w:t>sesuvy půdy</w:t>
      </w:r>
    </w:p>
    <w:p w14:paraId="2BBFDF3C" w14:textId="38B85A3E" w:rsidR="00DA02E3" w:rsidRDefault="00DA02E3" w:rsidP="00DA02E3">
      <w:r>
        <w:t>Stavba se nen</w:t>
      </w:r>
      <w:r w:rsidR="007172BD">
        <w:t>ac</w:t>
      </w:r>
      <w:r>
        <w:t>hází v</w:t>
      </w:r>
      <w:r w:rsidR="007172BD">
        <w:t> </w:t>
      </w:r>
      <w:r>
        <w:t>sesuvném</w:t>
      </w:r>
      <w:r w:rsidR="007172BD">
        <w:t xml:space="preserve"> území. Svahy kolem mostu jsou v maximálním sklonu 1:1.</w:t>
      </w:r>
      <w:r w:rsidR="000130A4">
        <w:t>2</w:t>
      </w:r>
      <w:r w:rsidR="007172BD">
        <w:t>5</w:t>
      </w:r>
      <w:r w:rsidR="00AC45BF">
        <w:t>.</w:t>
      </w:r>
    </w:p>
    <w:p w14:paraId="00C25311" w14:textId="79C2B2A0" w:rsidR="00AC45BF" w:rsidRDefault="00AC45BF" w:rsidP="00D94E12">
      <w:pPr>
        <w:pStyle w:val="Odstavecseseznamem"/>
        <w:numPr>
          <w:ilvl w:val="0"/>
          <w:numId w:val="13"/>
        </w:numPr>
        <w:contextualSpacing w:val="0"/>
      </w:pPr>
      <w:r>
        <w:rPr>
          <w:rFonts w:cs="Arial"/>
          <w:color w:val="000000"/>
          <w:shd w:val="clear" w:color="auto" w:fill="FFFFFF"/>
        </w:rPr>
        <w:t>ochrana před vlivy poddolování</w:t>
      </w:r>
    </w:p>
    <w:p w14:paraId="39F951BF" w14:textId="29997006" w:rsidR="00AC45BF" w:rsidRDefault="00AC45BF" w:rsidP="00AC45BF">
      <w:r>
        <w:t xml:space="preserve">Stavba se nenachází </w:t>
      </w:r>
      <w:r w:rsidR="00DD02C8" w:rsidRPr="00EF6A92">
        <w:t>v blízkosti území s vlivem poddolování</w:t>
      </w:r>
      <w:r>
        <w:t>.</w:t>
      </w:r>
    </w:p>
    <w:p w14:paraId="5FA93EDF" w14:textId="16368D72" w:rsidR="00AB7FB2" w:rsidRDefault="00AB7FB2" w:rsidP="00D94E12">
      <w:pPr>
        <w:pStyle w:val="Odstavecseseznamem"/>
        <w:numPr>
          <w:ilvl w:val="0"/>
          <w:numId w:val="13"/>
        </w:numPr>
        <w:contextualSpacing w:val="0"/>
      </w:pPr>
      <w:r>
        <w:rPr>
          <w:rFonts w:cs="Arial"/>
          <w:color w:val="000000"/>
          <w:shd w:val="clear" w:color="auto" w:fill="FFFFFF"/>
        </w:rPr>
        <w:t>o</w:t>
      </w:r>
      <w:r w:rsidR="00DD02C8">
        <w:rPr>
          <w:rFonts w:cs="Arial"/>
          <w:color w:val="000000"/>
          <w:shd w:val="clear" w:color="auto" w:fill="FFFFFF"/>
        </w:rPr>
        <w:t>statní negativní vlivy</w:t>
      </w:r>
    </w:p>
    <w:p w14:paraId="7ADDE6B9" w14:textId="6B9EE386" w:rsidR="00AB7FB2" w:rsidRDefault="00943F9F" w:rsidP="00AB7FB2">
      <w:r>
        <w:t>Nejsou</w:t>
      </w:r>
    </w:p>
    <w:p w14:paraId="7E7E93D9" w14:textId="77777777" w:rsidR="007745C5" w:rsidRPr="00EF6A92" w:rsidRDefault="007745C5" w:rsidP="007745C5">
      <w:pPr>
        <w:pStyle w:val="Nadpis2"/>
        <w:keepNext w:val="0"/>
      </w:pPr>
      <w:bookmarkStart w:id="56" w:name="_Toc524511351"/>
      <w:bookmarkStart w:id="57" w:name="_Toc54007086"/>
      <w:r w:rsidRPr="00EF6A92">
        <w:t>Připojení na technickou infrastrukturu</w:t>
      </w:r>
      <w:bookmarkEnd w:id="56"/>
      <w:bookmarkEnd w:id="57"/>
    </w:p>
    <w:p w14:paraId="58FAE42A" w14:textId="77777777" w:rsidR="007745C5" w:rsidRPr="00EF6A92" w:rsidRDefault="00B22715" w:rsidP="00D94E12">
      <w:pPr>
        <w:pStyle w:val="Odstavecseseznamem"/>
        <w:numPr>
          <w:ilvl w:val="0"/>
          <w:numId w:val="9"/>
        </w:numPr>
        <w:rPr>
          <w:szCs w:val="22"/>
        </w:rPr>
      </w:pPr>
      <w:bookmarkStart w:id="58" w:name="_Hlk534359276"/>
      <w:r w:rsidRPr="00EF6A92">
        <w:rPr>
          <w:szCs w:val="22"/>
        </w:rPr>
        <w:t>napojovací místa technické infrastruktury, přeložky</w:t>
      </w:r>
      <w:r w:rsidR="00F770C4" w:rsidRPr="00EF6A92">
        <w:rPr>
          <w:szCs w:val="22"/>
        </w:rPr>
        <w:t>.</w:t>
      </w:r>
    </w:p>
    <w:p w14:paraId="2C1014AC" w14:textId="28294FF3" w:rsidR="00B22715" w:rsidRPr="00EF6A92" w:rsidRDefault="003C0B66" w:rsidP="00B22715">
      <w:pPr>
        <w:rPr>
          <w:szCs w:val="22"/>
        </w:rPr>
      </w:pPr>
      <w:bookmarkStart w:id="59" w:name="_Hlk534359370"/>
      <w:bookmarkEnd w:id="58"/>
      <w:r w:rsidRPr="00EF6A92">
        <w:rPr>
          <w:szCs w:val="22"/>
        </w:rPr>
        <w:t>Netýká se této stavby</w:t>
      </w:r>
      <w:r w:rsidR="00205417" w:rsidRPr="00EF6A92">
        <w:rPr>
          <w:szCs w:val="22"/>
        </w:rPr>
        <w:t>.</w:t>
      </w:r>
      <w:r w:rsidR="00EF6A92" w:rsidRPr="00EF6A92">
        <w:rPr>
          <w:szCs w:val="22"/>
        </w:rPr>
        <w:t xml:space="preserve"> </w:t>
      </w:r>
    </w:p>
    <w:bookmarkEnd w:id="59"/>
    <w:p w14:paraId="7FF5D629" w14:textId="77777777" w:rsidR="00B22715" w:rsidRPr="00EF6A92" w:rsidRDefault="00B22715" w:rsidP="00D94E12">
      <w:pPr>
        <w:pStyle w:val="Odstavecseseznamem"/>
        <w:numPr>
          <w:ilvl w:val="0"/>
          <w:numId w:val="9"/>
        </w:numPr>
        <w:rPr>
          <w:szCs w:val="22"/>
        </w:rPr>
      </w:pPr>
      <w:r w:rsidRPr="00EF6A92">
        <w:rPr>
          <w:szCs w:val="22"/>
        </w:rPr>
        <w:t>připojovací rozměry, výkonové kapacity a délky.</w:t>
      </w:r>
    </w:p>
    <w:p w14:paraId="1525CE45" w14:textId="77777777" w:rsidR="00B22715" w:rsidRDefault="00530A83" w:rsidP="00B22715">
      <w:pPr>
        <w:rPr>
          <w:szCs w:val="22"/>
        </w:rPr>
      </w:pPr>
      <w:r w:rsidRPr="00EF6A92">
        <w:rPr>
          <w:szCs w:val="22"/>
        </w:rPr>
        <w:t>Netýká se této stavby</w:t>
      </w:r>
      <w:r w:rsidR="003C47A9" w:rsidRPr="00EF6A92">
        <w:rPr>
          <w:szCs w:val="22"/>
        </w:rPr>
        <w:t>.</w:t>
      </w:r>
    </w:p>
    <w:p w14:paraId="6666EBC8" w14:textId="77777777" w:rsidR="00B22715" w:rsidRPr="0045629A" w:rsidRDefault="00B22715" w:rsidP="00B22715">
      <w:pPr>
        <w:rPr>
          <w:sz w:val="6"/>
          <w:szCs w:val="22"/>
          <w:highlight w:val="cyan"/>
        </w:rPr>
      </w:pPr>
    </w:p>
    <w:p w14:paraId="157032C6" w14:textId="77777777" w:rsidR="007745C5" w:rsidRPr="00EF6A92" w:rsidRDefault="007745C5" w:rsidP="007745C5">
      <w:pPr>
        <w:pStyle w:val="Nadpis2"/>
        <w:keepNext w:val="0"/>
      </w:pPr>
      <w:bookmarkStart w:id="60" w:name="_Toc524511352"/>
      <w:bookmarkStart w:id="61" w:name="_Toc54007087"/>
      <w:r w:rsidRPr="00EF6A92">
        <w:t>Dopravní řešení</w:t>
      </w:r>
      <w:bookmarkEnd w:id="60"/>
      <w:bookmarkEnd w:id="61"/>
    </w:p>
    <w:p w14:paraId="0C58849D" w14:textId="626F530A" w:rsidR="00536F3D" w:rsidRDefault="00536F3D" w:rsidP="00D94E12">
      <w:pPr>
        <w:pStyle w:val="Odstavecseseznamem"/>
        <w:numPr>
          <w:ilvl w:val="0"/>
          <w:numId w:val="12"/>
        </w:numPr>
      </w:pPr>
      <w:bookmarkStart w:id="62" w:name="_Hlk534359122"/>
      <w:r w:rsidRPr="00EF6A92">
        <w:rPr>
          <w:szCs w:val="22"/>
        </w:rPr>
        <w:t>popis dopravního řešení včetně bezbariérových opatření pro přístupnost a užívání stavby osobami</w:t>
      </w:r>
      <w:r w:rsidRPr="00EF6A92">
        <w:t xml:space="preserve"> se sníženou schopností pohybu nebo orientace</w:t>
      </w:r>
    </w:p>
    <w:p w14:paraId="09FC249A" w14:textId="28FA8604" w:rsidR="000130A4" w:rsidRPr="001263D6" w:rsidRDefault="000130A4" w:rsidP="000130A4">
      <w:bookmarkStart w:id="63" w:name="_Hlk534360440"/>
      <w:bookmarkEnd w:id="62"/>
      <w:r w:rsidRPr="001263D6">
        <w:lastRenderedPageBreak/>
        <w:t>Převáděnou komunikací je silnice II/334 Horní Kruty – Újezdec. Směrově je upravená část komunikace navržena v pravostranném oblouku poloměru R=</w:t>
      </w:r>
      <w:proofErr w:type="gramStart"/>
      <w:r w:rsidRPr="001263D6">
        <w:t>143m</w:t>
      </w:r>
      <w:proofErr w:type="gramEnd"/>
      <w:r w:rsidRPr="001263D6">
        <w:t>, na nějž navazují levostranné oblouky poloměru R=138 m a R=125 m. Výškově je komunikace ve vrcholovém zakružovacím oblouku o poloměru R=250 m. V průběhu výstavby bude komunikace II/334 v prostoru stavebně upravovaného mostu zcela uzavřena a vyznačen</w:t>
      </w:r>
      <w:r w:rsidR="004B259E">
        <w:t>y</w:t>
      </w:r>
      <w:r w:rsidRPr="001263D6">
        <w:t xml:space="preserve"> objízdn</w:t>
      </w:r>
      <w:r w:rsidR="004B259E">
        <w:t>é</w:t>
      </w:r>
      <w:r w:rsidRPr="001263D6">
        <w:t xml:space="preserve"> tras</w:t>
      </w:r>
      <w:r w:rsidR="004B259E">
        <w:t>y</w:t>
      </w:r>
      <w:r w:rsidRPr="001263D6">
        <w:t xml:space="preserve">. </w:t>
      </w:r>
    </w:p>
    <w:p w14:paraId="5FC7BE87" w14:textId="77777777" w:rsidR="00536F3D" w:rsidRPr="00057B1A" w:rsidRDefault="00536F3D" w:rsidP="00D94E12">
      <w:pPr>
        <w:pStyle w:val="Odstavecseseznamem"/>
        <w:numPr>
          <w:ilvl w:val="0"/>
          <w:numId w:val="12"/>
        </w:numPr>
      </w:pPr>
      <w:r w:rsidRPr="00057B1A">
        <w:t>napojení území na stávající dopravní infrastrukturu</w:t>
      </w:r>
    </w:p>
    <w:bookmarkEnd w:id="63"/>
    <w:p w14:paraId="0CE51DA8" w14:textId="19CE4F08" w:rsidR="00536F3D" w:rsidRPr="00057B1A" w:rsidRDefault="00536F3D" w:rsidP="00536F3D">
      <w:r w:rsidRPr="00057B1A">
        <w:t>Území je napojeno na stávající dopravní infrastrukturu</w:t>
      </w:r>
      <w:r w:rsidR="009F1AEF" w:rsidRPr="00057B1A">
        <w:t xml:space="preserve"> komunikací </w:t>
      </w:r>
      <w:r w:rsidR="00540887" w:rsidRPr="00057B1A">
        <w:t>II/</w:t>
      </w:r>
      <w:r w:rsidR="000130A4">
        <w:t>334.</w:t>
      </w:r>
    </w:p>
    <w:p w14:paraId="4CAF7CFD" w14:textId="77777777" w:rsidR="003371B8" w:rsidRPr="00057B1A" w:rsidRDefault="003371B8" w:rsidP="00D94E12">
      <w:pPr>
        <w:pStyle w:val="Odstavecseseznamem"/>
        <w:numPr>
          <w:ilvl w:val="0"/>
          <w:numId w:val="12"/>
        </w:numPr>
      </w:pPr>
      <w:r w:rsidRPr="00057B1A">
        <w:t>doprava v klidu</w:t>
      </w:r>
    </w:p>
    <w:p w14:paraId="035AD047" w14:textId="77777777" w:rsidR="003371B8" w:rsidRPr="00057B1A" w:rsidRDefault="003371B8" w:rsidP="003371B8">
      <w:pPr>
        <w:rPr>
          <w:szCs w:val="22"/>
        </w:rPr>
      </w:pPr>
      <w:r w:rsidRPr="00057B1A">
        <w:rPr>
          <w:szCs w:val="22"/>
        </w:rPr>
        <w:t>Netýká se této stavby.</w:t>
      </w:r>
    </w:p>
    <w:p w14:paraId="4DF4E984" w14:textId="77777777" w:rsidR="003371B8" w:rsidRPr="00057B1A" w:rsidRDefault="003371B8" w:rsidP="00D94E12">
      <w:pPr>
        <w:pStyle w:val="Odstavecseseznamem"/>
        <w:numPr>
          <w:ilvl w:val="0"/>
          <w:numId w:val="12"/>
        </w:numPr>
      </w:pPr>
      <w:r w:rsidRPr="00057B1A">
        <w:t>pěší a cyklistické stezky</w:t>
      </w:r>
    </w:p>
    <w:p w14:paraId="03CED3F3" w14:textId="77777777" w:rsidR="000130A4" w:rsidRPr="001263D6" w:rsidRDefault="000130A4" w:rsidP="000130A4">
      <w:r w:rsidRPr="001263D6">
        <w:t>S převedením chodníků nebo cyklostezky po mostě se v současné době neuvažuje. V budoucnu se však nedá vyloučit rozvoj této části obce s potřebou vytvoření alespoň jednostranného chodníku pro pěší. Z tohoto důvodu je mostní konstrukce staticky a konstrukčně navržena tak, aby ji v budoucnu bylo možné rozšířit v příčném směru o 1,0 m, což by umožnilo realizaci veřejného chodníku šířky 1,50 m. Budoucí rozšíření je možné při levém i pravém okraji, je však podmíněno podáním žádosti o nové územní rozhodnutí (resp. nové stavební povolení).</w:t>
      </w:r>
    </w:p>
    <w:p w14:paraId="6D740E07" w14:textId="77777777" w:rsidR="009F1AEF" w:rsidRPr="00060ED1" w:rsidRDefault="009F1AEF" w:rsidP="009F1AEF">
      <w:pPr>
        <w:pStyle w:val="Nadpis2"/>
        <w:keepNext w:val="0"/>
      </w:pPr>
      <w:bookmarkStart w:id="64" w:name="_Toc524511353"/>
      <w:bookmarkStart w:id="65" w:name="_Toc54007088"/>
      <w:r w:rsidRPr="00060ED1">
        <w:t>Řešení vegetace a souvisejících terénních úprav</w:t>
      </w:r>
      <w:bookmarkEnd w:id="64"/>
      <w:bookmarkEnd w:id="65"/>
    </w:p>
    <w:p w14:paraId="184B1E1A" w14:textId="77777777" w:rsidR="009F1AEF" w:rsidRPr="00060ED1" w:rsidRDefault="001B3225" w:rsidP="00D94E12">
      <w:pPr>
        <w:pStyle w:val="Odstavecseseznamem"/>
        <w:numPr>
          <w:ilvl w:val="0"/>
          <w:numId w:val="14"/>
        </w:numPr>
        <w:rPr>
          <w:szCs w:val="22"/>
        </w:rPr>
      </w:pPr>
      <w:bookmarkStart w:id="66" w:name="_Hlk534361568"/>
      <w:r w:rsidRPr="00060ED1">
        <w:rPr>
          <w:szCs w:val="22"/>
        </w:rPr>
        <w:t>T</w:t>
      </w:r>
      <w:r w:rsidR="009F1AEF" w:rsidRPr="00060ED1">
        <w:rPr>
          <w:szCs w:val="22"/>
        </w:rPr>
        <w:t xml:space="preserve">erénní úpravy </w:t>
      </w:r>
    </w:p>
    <w:bookmarkEnd w:id="66"/>
    <w:p w14:paraId="4D8B0FDA" w14:textId="77777777" w:rsidR="000A4AAD" w:rsidRPr="001263D6" w:rsidRDefault="000A4AAD" w:rsidP="000A4AAD">
      <w:r w:rsidRPr="001263D6">
        <w:t>Vzhledem k rozšíření mostu levým (východním) směrem dojde v rámci stavby k příčnému posunu silniční příkopy vlevo za opěrou č.2. To si vyžádá výkopové práce a zřízení nového násypového tělesa komunikace za opěrnou zdí. Svahy u mostních křídel budou nasypány z ostrohranného štěrkového materiálu (výrazný sklon svahu).</w:t>
      </w:r>
    </w:p>
    <w:p w14:paraId="53F0127D" w14:textId="77777777" w:rsidR="00F23FCE" w:rsidRPr="00060ED1" w:rsidRDefault="001B3225" w:rsidP="00D94E12">
      <w:pPr>
        <w:pStyle w:val="Odstavecseseznamem"/>
        <w:numPr>
          <w:ilvl w:val="0"/>
          <w:numId w:val="14"/>
        </w:numPr>
        <w:rPr>
          <w:szCs w:val="22"/>
        </w:rPr>
      </w:pPr>
      <w:r w:rsidRPr="00060ED1">
        <w:rPr>
          <w:szCs w:val="22"/>
        </w:rPr>
        <w:t>P</w:t>
      </w:r>
      <w:r w:rsidR="00F23FCE" w:rsidRPr="00060ED1">
        <w:rPr>
          <w:szCs w:val="22"/>
        </w:rPr>
        <w:t>oužité vegetační prvky</w:t>
      </w:r>
    </w:p>
    <w:p w14:paraId="3C021EA6" w14:textId="24B05C05" w:rsidR="00F23FCE" w:rsidRPr="00060ED1" w:rsidRDefault="00E17566" w:rsidP="00F23FCE">
      <w:pPr>
        <w:rPr>
          <w:szCs w:val="22"/>
        </w:rPr>
      </w:pPr>
      <w:r w:rsidRPr="00060ED1">
        <w:rPr>
          <w:szCs w:val="22"/>
        </w:rPr>
        <w:t>Netýká se této stavby</w:t>
      </w:r>
    </w:p>
    <w:p w14:paraId="385EACF5" w14:textId="77777777" w:rsidR="00F23FCE" w:rsidRPr="00060ED1" w:rsidRDefault="001B3225" w:rsidP="00D94E12">
      <w:pPr>
        <w:pStyle w:val="Odstavecseseznamem"/>
        <w:numPr>
          <w:ilvl w:val="0"/>
          <w:numId w:val="14"/>
        </w:numPr>
        <w:rPr>
          <w:szCs w:val="22"/>
        </w:rPr>
      </w:pPr>
      <w:r w:rsidRPr="00060ED1">
        <w:rPr>
          <w:bCs/>
          <w:szCs w:val="22"/>
        </w:rPr>
        <w:t>B</w:t>
      </w:r>
      <w:r w:rsidR="00F23FCE" w:rsidRPr="00060ED1">
        <w:rPr>
          <w:bCs/>
          <w:szCs w:val="22"/>
        </w:rPr>
        <w:t>iotechnická, protierozní opatření</w:t>
      </w:r>
    </w:p>
    <w:p w14:paraId="231E0700" w14:textId="77777777" w:rsidR="00F23FCE" w:rsidRPr="00060ED1" w:rsidRDefault="00F23FCE" w:rsidP="00F23FCE">
      <w:pPr>
        <w:rPr>
          <w:szCs w:val="22"/>
        </w:rPr>
      </w:pPr>
      <w:r w:rsidRPr="00060ED1">
        <w:rPr>
          <w:szCs w:val="22"/>
        </w:rPr>
        <w:t>Netýká se této stavby.</w:t>
      </w:r>
    </w:p>
    <w:p w14:paraId="51FF563A" w14:textId="77777777" w:rsidR="009F1AEF" w:rsidRPr="0045629A" w:rsidRDefault="009F1AEF" w:rsidP="00536F3D">
      <w:pPr>
        <w:rPr>
          <w:sz w:val="2"/>
          <w:highlight w:val="cyan"/>
        </w:rPr>
      </w:pPr>
    </w:p>
    <w:p w14:paraId="4B9BD6FF" w14:textId="77777777" w:rsidR="009F1AEF" w:rsidRPr="00175A2C" w:rsidRDefault="009F1AEF" w:rsidP="009F1AEF">
      <w:pPr>
        <w:pStyle w:val="Nadpis2"/>
      </w:pPr>
      <w:bookmarkStart w:id="67" w:name="_Toc54007089"/>
      <w:r w:rsidRPr="00175A2C">
        <w:t>Popis vlivů stavby na životní prostředí a jeho ochrana</w:t>
      </w:r>
      <w:bookmarkEnd w:id="67"/>
    </w:p>
    <w:p w14:paraId="6D00656F" w14:textId="77777777" w:rsidR="005C7B06" w:rsidRPr="001263D6" w:rsidRDefault="005C7B06" w:rsidP="00D94E12">
      <w:pPr>
        <w:pStyle w:val="Odstavecseseznamem"/>
        <w:numPr>
          <w:ilvl w:val="0"/>
          <w:numId w:val="10"/>
        </w:numPr>
      </w:pPr>
      <w:bookmarkStart w:id="68" w:name="_Hlk534719072"/>
      <w:r w:rsidRPr="001263D6">
        <w:t xml:space="preserve">Vliv na životní </w:t>
      </w:r>
      <w:proofErr w:type="gramStart"/>
      <w:r w:rsidRPr="001263D6">
        <w:t>prostředí - ovzduší</w:t>
      </w:r>
      <w:proofErr w:type="gramEnd"/>
      <w:r w:rsidRPr="001263D6">
        <w:t>, hluk, voda, odpady a půda</w:t>
      </w:r>
    </w:p>
    <w:p w14:paraId="4340351B" w14:textId="66D508F8" w:rsidR="005C7B06" w:rsidRPr="001263D6" w:rsidRDefault="005C7B06" w:rsidP="005C7B06">
      <w:r w:rsidRPr="001263D6">
        <w:t>Řešená lokalita se nachází v intravilánu obce. Mostní objekt se nachází v zastavěném území v údolní nivě potoka (významný krajinný prvek</w:t>
      </w:r>
      <w:r w:rsidR="0085111A">
        <w:t>)</w:t>
      </w:r>
      <w:r w:rsidRPr="001263D6">
        <w:t>. Jelikož se jedná o stavební úpravu mostu, nebude mít stavba na dotčené území, krajinu a přírodu zásadní negativní vliv. Území bude využíváno stejným způsobem jako dosud. Z hlediska ochrany přírody není předpoklad zásadního zásahu do životního prostředí.</w:t>
      </w:r>
    </w:p>
    <w:p w14:paraId="1142284D" w14:textId="77777777" w:rsidR="005C7B06" w:rsidRPr="001263D6" w:rsidRDefault="005C7B06" w:rsidP="005C7B06">
      <w:r w:rsidRPr="001263D6">
        <w:t xml:space="preserve">Posuzovaná stavba po jejím dokončení není bodovým zdrojem znečištění ovzduší. Stavbou se dopravní zátěž motorové dopravy nezmění. Emise z dopravy se výstavbou v zásadě nemění. </w:t>
      </w:r>
    </w:p>
    <w:p w14:paraId="3210BD22" w14:textId="77777777" w:rsidR="005C7B06" w:rsidRPr="001263D6" w:rsidRDefault="005C7B06" w:rsidP="005C7B06">
      <w:r w:rsidRPr="001263D6">
        <w:t>Hluková zátěž během stavebních prací může být zvýšená. Po stavbě nedojde provozem na komunikaci ke zvýšení hladiny hluku.</w:t>
      </w:r>
    </w:p>
    <w:p w14:paraId="47348CCE" w14:textId="77777777" w:rsidR="005C7B06" w:rsidRPr="001263D6" w:rsidRDefault="005C7B06" w:rsidP="005C7B06">
      <w:r w:rsidRPr="001263D6">
        <w:t xml:space="preserve">Ve stávajícím stavu probíhá odtok dešťových vod ze silnice a mostu do silničních příkopů. Odvodnění komunikace se po stavební úpravě mostu nemění. Ve srovnání se současným stavem nedojde k negativnímu ovlivnění </w:t>
      </w:r>
      <w:proofErr w:type="spellStart"/>
      <w:r w:rsidRPr="001263D6">
        <w:t>Přestavlckého</w:t>
      </w:r>
      <w:proofErr w:type="spellEnd"/>
      <w:r w:rsidRPr="001263D6">
        <w:t xml:space="preserve"> potoka.</w:t>
      </w:r>
    </w:p>
    <w:p w14:paraId="460A914E" w14:textId="77777777" w:rsidR="005C7B06" w:rsidRPr="001263D6" w:rsidRDefault="005C7B06" w:rsidP="005C7B06">
      <w:r w:rsidRPr="001263D6">
        <w:rPr>
          <w:rFonts w:cs="Arial"/>
        </w:rPr>
        <w:t>Při realizaci:</w:t>
      </w:r>
    </w:p>
    <w:p w14:paraId="1E752857" w14:textId="77777777" w:rsidR="005C7B06" w:rsidRPr="001263D6" w:rsidRDefault="005C7B06" w:rsidP="005C7B06">
      <w:pPr>
        <w:shd w:val="clear" w:color="auto" w:fill="FFFFFF"/>
        <w:spacing w:before="0"/>
        <w:rPr>
          <w:rFonts w:ascii="Calibri" w:hAnsi="Calibri" w:cs="Calibri"/>
          <w:color w:val="222222"/>
          <w:sz w:val="22"/>
          <w:szCs w:val="22"/>
        </w:rPr>
      </w:pPr>
      <w:r w:rsidRPr="001263D6">
        <w:rPr>
          <w:rFonts w:cs="Arial"/>
          <w:color w:val="222222"/>
        </w:rPr>
        <w:lastRenderedPageBreak/>
        <w:t>Budou aplikována účinná opatření k minimalizaci zatěžování lokality prachem a hlukem.</w:t>
      </w:r>
    </w:p>
    <w:p w14:paraId="0F9964A1" w14:textId="77777777" w:rsidR="005C7B06" w:rsidRPr="001263D6" w:rsidRDefault="005C7B06" w:rsidP="005C7B06">
      <w:pPr>
        <w:shd w:val="clear" w:color="auto" w:fill="FFFFFF"/>
        <w:spacing w:before="0"/>
        <w:rPr>
          <w:rFonts w:ascii="Calibri" w:hAnsi="Calibri" w:cs="Calibri"/>
          <w:color w:val="222222"/>
          <w:sz w:val="22"/>
          <w:szCs w:val="22"/>
        </w:rPr>
      </w:pPr>
      <w:r w:rsidRPr="001263D6">
        <w:rPr>
          <w:rFonts w:cs="Arial"/>
          <w:color w:val="222222"/>
        </w:rPr>
        <w:t xml:space="preserve">Při odvozu prašného materiálu bude používáno </w:t>
      </w:r>
      <w:proofErr w:type="spellStart"/>
      <w:r w:rsidRPr="001263D6">
        <w:rPr>
          <w:rFonts w:cs="Arial"/>
          <w:color w:val="222222"/>
        </w:rPr>
        <w:t>plachtování</w:t>
      </w:r>
      <w:proofErr w:type="spellEnd"/>
      <w:r w:rsidRPr="001263D6">
        <w:rPr>
          <w:rFonts w:cs="Arial"/>
          <w:color w:val="222222"/>
        </w:rPr>
        <w:t xml:space="preserve"> nákladu na ložné ploše vozidel.</w:t>
      </w:r>
    </w:p>
    <w:p w14:paraId="0AB631DC" w14:textId="77777777" w:rsidR="005C7B06" w:rsidRPr="001263D6" w:rsidRDefault="005C7B06" w:rsidP="005C7B06">
      <w:pPr>
        <w:shd w:val="clear" w:color="auto" w:fill="FFFFFF"/>
        <w:spacing w:before="0"/>
        <w:rPr>
          <w:rFonts w:ascii="Calibri" w:hAnsi="Calibri" w:cs="Calibri"/>
          <w:color w:val="222222"/>
          <w:sz w:val="22"/>
          <w:szCs w:val="22"/>
        </w:rPr>
      </w:pPr>
      <w:r w:rsidRPr="001263D6">
        <w:rPr>
          <w:rFonts w:cs="Arial"/>
          <w:color w:val="222222"/>
        </w:rPr>
        <w:t xml:space="preserve">Mezideponie prašného materiálu bude </w:t>
      </w:r>
      <w:proofErr w:type="spellStart"/>
      <w:r w:rsidRPr="001263D6">
        <w:rPr>
          <w:rFonts w:cs="Arial"/>
          <w:color w:val="222222"/>
        </w:rPr>
        <w:t>plachtována</w:t>
      </w:r>
      <w:proofErr w:type="spellEnd"/>
      <w:r w:rsidRPr="001263D6">
        <w:rPr>
          <w:rFonts w:cs="Arial"/>
          <w:color w:val="222222"/>
        </w:rPr>
        <w:t xml:space="preserve"> nebo kropena tak, aby její povrch nevysychal.</w:t>
      </w:r>
    </w:p>
    <w:p w14:paraId="0AA36F56" w14:textId="77777777" w:rsidR="005C7B06" w:rsidRPr="001263D6" w:rsidRDefault="005C7B06" w:rsidP="005C7B06">
      <w:pPr>
        <w:shd w:val="clear" w:color="auto" w:fill="FFFFFF"/>
        <w:spacing w:before="0"/>
        <w:rPr>
          <w:rFonts w:ascii="Calibri" w:hAnsi="Calibri" w:cs="Calibri"/>
          <w:color w:val="222222"/>
          <w:sz w:val="22"/>
          <w:szCs w:val="22"/>
        </w:rPr>
      </w:pPr>
      <w:r w:rsidRPr="001263D6">
        <w:rPr>
          <w:rFonts w:cs="Arial"/>
          <w:color w:val="222222"/>
        </w:rPr>
        <w:t>Kola vozidel budou před výjezdem ze staveniště umývána tak, aby nebyla znečištěna veřejná komunikace.</w:t>
      </w:r>
    </w:p>
    <w:p w14:paraId="3AF2E260" w14:textId="77777777" w:rsidR="005C7B06" w:rsidRPr="001263D6" w:rsidRDefault="005C7B06" w:rsidP="005C7B06">
      <w:pPr>
        <w:shd w:val="clear" w:color="auto" w:fill="FFFFFF"/>
        <w:spacing w:before="0"/>
        <w:rPr>
          <w:rFonts w:ascii="Calibri" w:hAnsi="Calibri" w:cs="Calibri"/>
          <w:color w:val="222222"/>
          <w:sz w:val="22"/>
          <w:szCs w:val="22"/>
        </w:rPr>
      </w:pPr>
      <w:r w:rsidRPr="001263D6">
        <w:rPr>
          <w:rFonts w:cs="Arial"/>
          <w:color w:val="222222"/>
        </w:rPr>
        <w:t>Při znečištění veřejné komunikace bude neprodleně provedena její očista.</w:t>
      </w:r>
    </w:p>
    <w:p w14:paraId="12E35631" w14:textId="77777777" w:rsidR="005C7B06" w:rsidRPr="001263D6" w:rsidRDefault="005C7B06" w:rsidP="005C7B06">
      <w:r w:rsidRPr="001263D6">
        <w:rPr>
          <w:rFonts w:cs="Arial"/>
          <w:color w:val="222222"/>
        </w:rPr>
        <w:t>S výše uvedenými podmínkami budou prokazatelně seznámeni všichni pracovníci vykonávající stavbu.</w:t>
      </w:r>
    </w:p>
    <w:p w14:paraId="366E5D0F" w14:textId="77777777" w:rsidR="005C7B06" w:rsidRPr="001263D6" w:rsidRDefault="005C7B06" w:rsidP="005C7B06">
      <w:r w:rsidRPr="001263D6">
        <w:t xml:space="preserve">Zhotovitel musí zejména dbát na to, aby nedocházelo </w:t>
      </w:r>
      <w:proofErr w:type="gramStart"/>
      <w:r w:rsidRPr="001263D6">
        <w:t>k  produkci</w:t>
      </w:r>
      <w:proofErr w:type="gramEnd"/>
      <w:r w:rsidRPr="001263D6">
        <w:t xml:space="preserve"> nadměrného množství výfukových zplodin, hluku a prachu. Stavební činnost může v určité míře negativně působit na životní prostředí co se týká hluku, emisí z dopravy, prašnosti, znečištění vod a podobně. Následný provoz (užívání stavby) na hotové </w:t>
      </w:r>
      <w:proofErr w:type="gramStart"/>
      <w:r w:rsidRPr="001263D6">
        <w:t>stavbě  nebude</w:t>
      </w:r>
      <w:proofErr w:type="gramEnd"/>
      <w:r w:rsidRPr="001263D6">
        <w:t xml:space="preserve"> způsobovat žádné negativní vlivy. Užíváním stavby nebude, mimo posypů v zimním období, vznikat žádný odpad. Stavba není v rozporu s principy ochrany krajiny a přírody. Stavební mechanizace se v rámci stavby bude pohybovat pouze v rozsahu dočasného záboru. Přístup na stavbu bude probíhat po veřejné silniční síti. </w:t>
      </w:r>
    </w:p>
    <w:p w14:paraId="42F4D853" w14:textId="77777777" w:rsidR="005C7B06" w:rsidRPr="001263D6" w:rsidRDefault="005C7B06" w:rsidP="00D94E12">
      <w:pPr>
        <w:pStyle w:val="Odstavecseseznamem"/>
        <w:numPr>
          <w:ilvl w:val="0"/>
          <w:numId w:val="10"/>
        </w:numPr>
      </w:pPr>
      <w:r w:rsidRPr="001263D6">
        <w:t xml:space="preserve">Vliv na přírodu a </w:t>
      </w:r>
      <w:proofErr w:type="gramStart"/>
      <w:r w:rsidRPr="001263D6">
        <w:t>krajinu - ochrana</w:t>
      </w:r>
      <w:proofErr w:type="gramEnd"/>
      <w:r w:rsidRPr="001263D6">
        <w:t xml:space="preserve"> dřevin, ochrana památných stromů, ochrana rostlin a živočichů, zachování ekologických funkcí a vazeb v krajině apod.</w:t>
      </w:r>
    </w:p>
    <w:p w14:paraId="461BB3C1" w14:textId="77777777" w:rsidR="005C7B06" w:rsidRPr="001263D6" w:rsidRDefault="005C7B06" w:rsidP="005C7B06">
      <w:r w:rsidRPr="001263D6">
        <w:t xml:space="preserve">V rámci ochrany přírody a krajiny se rozlišuje podle stávající legislativy, především zákona č. 114/1992 Sb., o ochraně přírody a krajiny, v platném znění, obecná ochrana územní a druhů a zvláštní ochranu územní a druhů. Předmětem stavby je stavební činnost v extravilánu, která svým rozsahem nesnižuje a nemění krajinný ráz a jeho estetickou hodnotu. Stavba nepředstavuje závažný zásah, který by se mohl dotknout zájmů ochrany rostlin a živočichů. Stavbou nedojde ke změně ekologických funkcí a vazeb v krajině. </w:t>
      </w:r>
    </w:p>
    <w:p w14:paraId="2FCBD785" w14:textId="77777777" w:rsidR="005C7B06" w:rsidRPr="001263D6" w:rsidRDefault="005C7B06" w:rsidP="005C7B06">
      <w:r w:rsidRPr="001263D6">
        <w:t>Při realizaci zhotovitel zajistí:</w:t>
      </w:r>
    </w:p>
    <w:p w14:paraId="3A17CC14" w14:textId="77777777" w:rsidR="005C7B06" w:rsidRPr="001263D6" w:rsidRDefault="005C7B06" w:rsidP="005C7B06">
      <w:r w:rsidRPr="001263D6">
        <w:t>Zabránění úniku pohonných hmot a stavebních látek do zeminy, vodních toků a podzemních vod.</w:t>
      </w:r>
    </w:p>
    <w:p w14:paraId="3DFCEF09" w14:textId="77777777" w:rsidR="005C7B06" w:rsidRPr="001263D6" w:rsidRDefault="005C7B06" w:rsidP="005C7B06">
      <w:r w:rsidRPr="001263D6">
        <w:t>Při realizaci akce musí být zabráněno zavlečení, či rozšíření nepůvodních druhů rostlin.</w:t>
      </w:r>
    </w:p>
    <w:p w14:paraId="2B6B08F5" w14:textId="77777777" w:rsidR="005C7B06" w:rsidRPr="001263D6" w:rsidRDefault="005C7B06" w:rsidP="005C7B06">
      <w:r w:rsidRPr="001263D6">
        <w:t>Pokud dojde během realizace stavby ke zjištění výskytu zvláště chráněných druhů rostlin nebo živočichů, nesmí dojít prováděním stavebních prací ke škodlivému zásahu do jejich vývoje nebo biotopu.</w:t>
      </w:r>
    </w:p>
    <w:p w14:paraId="44436CEE" w14:textId="77777777" w:rsidR="005C7B06" w:rsidRPr="001263D6" w:rsidRDefault="005C7B06" w:rsidP="00D94E12">
      <w:pPr>
        <w:pStyle w:val="Odstavecseseznamem"/>
        <w:numPr>
          <w:ilvl w:val="0"/>
          <w:numId w:val="10"/>
        </w:numPr>
        <w:ind w:left="1440" w:hanging="1440"/>
      </w:pPr>
      <w:r w:rsidRPr="001263D6">
        <w:t>Vliv na soustavu chráněných území Natura 2000</w:t>
      </w:r>
    </w:p>
    <w:p w14:paraId="69B6BCB4" w14:textId="77777777" w:rsidR="005C7B06" w:rsidRPr="001263D6" w:rsidRDefault="005C7B06" w:rsidP="005C7B06">
      <w:r w:rsidRPr="001263D6">
        <w:t>Staveniště se nenachází na území chráněném soustavou Natura 2000.</w:t>
      </w:r>
    </w:p>
    <w:p w14:paraId="227221DB" w14:textId="77777777" w:rsidR="005C7B06" w:rsidRPr="001263D6" w:rsidRDefault="005C7B06" w:rsidP="00D94E12">
      <w:pPr>
        <w:pStyle w:val="Odstavecseseznamem"/>
        <w:numPr>
          <w:ilvl w:val="0"/>
          <w:numId w:val="10"/>
        </w:numPr>
      </w:pPr>
      <w:r w:rsidRPr="001263D6">
        <w:t>Způsob zohlednění podmínek závazného stanoviska posouzení vlivu záměru na životní prostředí, je-li podkladem</w:t>
      </w:r>
    </w:p>
    <w:p w14:paraId="0F898795" w14:textId="77777777" w:rsidR="005C7B06" w:rsidRPr="001263D6" w:rsidRDefault="005C7B06" w:rsidP="005C7B06">
      <w:r w:rsidRPr="001263D6">
        <w:t>Bude doplněno po obdržení stanovisek dotčených orgánů</w:t>
      </w:r>
    </w:p>
    <w:p w14:paraId="2A231B5F" w14:textId="77777777" w:rsidR="005C7B06" w:rsidRPr="001263D6" w:rsidRDefault="005C7B06" w:rsidP="00D94E12">
      <w:pPr>
        <w:pStyle w:val="Odstavecseseznamem"/>
        <w:numPr>
          <w:ilvl w:val="0"/>
          <w:numId w:val="10"/>
        </w:numPr>
      </w:pPr>
      <w:r w:rsidRPr="001263D6">
        <w:rPr>
          <w:rFonts w:cs="Arial"/>
          <w:color w:val="000000"/>
          <w:shd w:val="clear" w:color="auto" w:fill="FFFFFF"/>
        </w:rPr>
        <w:t>v případě záměrů spadajících do režimu zákona o integrované prevenci základní parametry způsobu naplnění závěrů o nejlepších dostupných technikách nebo integrované povolení, bylo-li vydáno,</w:t>
      </w:r>
    </w:p>
    <w:p w14:paraId="1FDDE6DA" w14:textId="77777777" w:rsidR="005C7B06" w:rsidRPr="001263D6" w:rsidRDefault="005C7B06" w:rsidP="005C7B06">
      <w:r w:rsidRPr="001263D6">
        <w:t>Záměr nespadá do režimu daného zákona</w:t>
      </w:r>
    </w:p>
    <w:p w14:paraId="1EEDFCC8" w14:textId="77777777" w:rsidR="005C7B06" w:rsidRPr="001263D6" w:rsidRDefault="005C7B06" w:rsidP="00D94E12">
      <w:pPr>
        <w:pStyle w:val="Odstavecseseznamem"/>
        <w:numPr>
          <w:ilvl w:val="0"/>
          <w:numId w:val="11"/>
        </w:numPr>
      </w:pPr>
      <w:r w:rsidRPr="001263D6">
        <w:t>Navrhovaná ochranná a bezpečnostní pásma, rozsah omezení a podmínky ochrany podle jiných právních předpisů.</w:t>
      </w:r>
    </w:p>
    <w:p w14:paraId="53D54A6A" w14:textId="77777777" w:rsidR="005C7B06" w:rsidRDefault="005C7B06" w:rsidP="005C7B06">
      <w:pPr>
        <w:pStyle w:val="Zhlav"/>
        <w:rPr>
          <w:bCs/>
        </w:rPr>
      </w:pPr>
      <w:r w:rsidRPr="001263D6">
        <w:rPr>
          <w:bCs/>
        </w:rPr>
        <w:t>Všechny inženýrské sítě musí být před započetím stavby vytyčeny jejich správci.</w:t>
      </w:r>
    </w:p>
    <w:p w14:paraId="111F6FCA" w14:textId="77777777" w:rsidR="00BF61EF" w:rsidRPr="006B2802" w:rsidRDefault="00BF61EF" w:rsidP="00BF61EF">
      <w:pPr>
        <w:pStyle w:val="Nadpis2"/>
      </w:pPr>
      <w:bookmarkStart w:id="69" w:name="_Toc54007090"/>
      <w:r w:rsidRPr="006B2802">
        <w:t>Ochrana obyvatelstva</w:t>
      </w:r>
      <w:bookmarkEnd w:id="69"/>
    </w:p>
    <w:p w14:paraId="7E10488F" w14:textId="72CEDB55" w:rsidR="00BF61EF" w:rsidRDefault="00BF61EF" w:rsidP="00BF61EF">
      <w:r w:rsidRPr="006B2802">
        <w:t>Není součástí stavby</w:t>
      </w:r>
      <w:r w:rsidR="00995133" w:rsidRPr="006B2802">
        <w:t>. V území není žádná stavba požární ochrany na záchranné a likvidační práce nebo na ochranu obyvatelstva. Pouze po dobu výstavby budou provedena opatření pro vyznačení a zabezpečení staveniště.</w:t>
      </w:r>
    </w:p>
    <w:p w14:paraId="04C14C4F" w14:textId="675B055A" w:rsidR="00586BBC" w:rsidRDefault="00586BBC" w:rsidP="00BF61EF"/>
    <w:p w14:paraId="29E947E8" w14:textId="615060F2" w:rsidR="00586BBC" w:rsidRDefault="00586BBC" w:rsidP="00BF61EF"/>
    <w:p w14:paraId="51BC8E49" w14:textId="1A2BA4DF" w:rsidR="00BF61EF" w:rsidRDefault="00BF61EF" w:rsidP="00BF61EF">
      <w:pPr>
        <w:pStyle w:val="Nadpis2"/>
        <w:keepNext w:val="0"/>
      </w:pPr>
      <w:bookmarkStart w:id="70" w:name="_Toc524511356"/>
      <w:bookmarkStart w:id="71" w:name="_Toc54007091"/>
      <w:bookmarkEnd w:id="68"/>
      <w:r w:rsidRPr="006B2802">
        <w:lastRenderedPageBreak/>
        <w:t>Zásady organizace výstavby</w:t>
      </w:r>
      <w:bookmarkEnd w:id="70"/>
      <w:bookmarkEnd w:id="71"/>
    </w:p>
    <w:p w14:paraId="1760C2AD" w14:textId="7B2A139D" w:rsidR="00730921" w:rsidRDefault="00730921" w:rsidP="00730921">
      <w:pPr>
        <w:pStyle w:val="Nadpis3"/>
      </w:pPr>
      <w:bookmarkStart w:id="72" w:name="_Toc54007092"/>
      <w:r>
        <w:t>Technická zpráva</w:t>
      </w:r>
      <w:bookmarkEnd w:id="72"/>
    </w:p>
    <w:p w14:paraId="76D27AF1" w14:textId="77777777" w:rsidR="00730921" w:rsidRDefault="00730921" w:rsidP="00D94E12">
      <w:pPr>
        <w:pStyle w:val="Odstavecseseznamem"/>
        <w:numPr>
          <w:ilvl w:val="0"/>
          <w:numId w:val="16"/>
        </w:numPr>
      </w:pPr>
      <w:r>
        <w:rPr>
          <w:rFonts w:cs="Arial"/>
          <w:color w:val="000000"/>
        </w:rPr>
        <w:t>potřeby a spotřeby rozhodujících médií a hmot, jejich zajištění</w:t>
      </w:r>
    </w:p>
    <w:p w14:paraId="03C37274" w14:textId="5E326189" w:rsidR="00730921" w:rsidRDefault="00730921" w:rsidP="00730921">
      <w:pPr>
        <w:rPr>
          <w:szCs w:val="22"/>
        </w:rPr>
      </w:pPr>
      <w:r>
        <w:rPr>
          <w:szCs w:val="22"/>
        </w:rPr>
        <w:t xml:space="preserve">Beton cca </w:t>
      </w:r>
      <w:r w:rsidR="007A5895">
        <w:rPr>
          <w:szCs w:val="22"/>
        </w:rPr>
        <w:t>8</w:t>
      </w:r>
      <w:r>
        <w:rPr>
          <w:szCs w:val="22"/>
        </w:rPr>
        <w:t xml:space="preserve">0 m3, ocel cca 10 tun, lomový kámen cca </w:t>
      </w:r>
      <w:r w:rsidR="007A5895">
        <w:rPr>
          <w:szCs w:val="22"/>
        </w:rPr>
        <w:t>1</w:t>
      </w:r>
      <w:r>
        <w:rPr>
          <w:szCs w:val="22"/>
        </w:rPr>
        <w:t xml:space="preserve">0 m3, živice cca </w:t>
      </w:r>
      <w:r w:rsidR="007A5895">
        <w:rPr>
          <w:szCs w:val="22"/>
        </w:rPr>
        <w:t>30</w:t>
      </w:r>
      <w:r>
        <w:rPr>
          <w:szCs w:val="22"/>
        </w:rPr>
        <w:t xml:space="preserve"> m3.</w:t>
      </w:r>
      <w:r w:rsidRPr="00EB44B6">
        <w:rPr>
          <w:szCs w:val="22"/>
        </w:rPr>
        <w:t xml:space="preserve"> </w:t>
      </w:r>
    </w:p>
    <w:p w14:paraId="7C0A8C33" w14:textId="77777777" w:rsidR="00730921" w:rsidRPr="00477C24" w:rsidRDefault="00730921" w:rsidP="00730921">
      <w:r w:rsidRPr="00477C24">
        <w:t>Meziskládky materiálu včetně zeminy pro zpětné zásypy budou umístěny vhodně na staveništi nebo na pozemcích v majetku investora, případně na pozemcích jiných vlastníků na základě smluvního vztahu mezi zhotovitelem a vlastníkem využívaných pozemků. Zajištění stavebních hmot je věcí budoucího zhotovitele.</w:t>
      </w:r>
    </w:p>
    <w:p w14:paraId="3BB18C58" w14:textId="77777777" w:rsidR="00730921" w:rsidRDefault="00730921" w:rsidP="00730921">
      <w:r w:rsidRPr="00477C24">
        <w:t>Beton pro monolitické konstrukce bude zajištěn dovozem z betonárny. Prefabrikované betonové dílce budou na stavbu dovezeny z výrobny. Betonář</w:t>
      </w:r>
      <w:r>
        <w:t>s</w:t>
      </w:r>
      <w:r w:rsidRPr="00477C24">
        <w:t xml:space="preserve">ká výztuž bude na stavbu dovezena již </w:t>
      </w:r>
      <w:proofErr w:type="spellStart"/>
      <w:r w:rsidRPr="00477C24">
        <w:t>naohýbaná</w:t>
      </w:r>
      <w:proofErr w:type="spellEnd"/>
      <w:r w:rsidRPr="00477C24">
        <w:t xml:space="preserve"> z </w:t>
      </w:r>
      <w:proofErr w:type="spellStart"/>
      <w:r w:rsidRPr="00477C24">
        <w:t>armovny</w:t>
      </w:r>
      <w:proofErr w:type="spellEnd"/>
      <w:r w:rsidRPr="00477C24">
        <w:t>.</w:t>
      </w:r>
    </w:p>
    <w:p w14:paraId="37698B7E" w14:textId="77777777" w:rsidR="00730921" w:rsidRDefault="00730921" w:rsidP="00D94E12">
      <w:pPr>
        <w:pStyle w:val="Odstavecseseznamem"/>
        <w:numPr>
          <w:ilvl w:val="0"/>
          <w:numId w:val="16"/>
        </w:numPr>
        <w:rPr>
          <w:rFonts w:cs="Arial"/>
          <w:color w:val="000000"/>
        </w:rPr>
      </w:pPr>
      <w:r w:rsidRPr="00E855E7">
        <w:rPr>
          <w:rFonts w:cs="Arial"/>
          <w:color w:val="000000"/>
        </w:rPr>
        <w:t>odvodnění staveniště</w:t>
      </w:r>
    </w:p>
    <w:p w14:paraId="67193A76" w14:textId="77777777" w:rsidR="00730921" w:rsidRPr="00F51F7F" w:rsidRDefault="00730921" w:rsidP="00730921">
      <w:pPr>
        <w:rPr>
          <w:b/>
          <w:u w:val="single"/>
        </w:rPr>
      </w:pPr>
      <w:r w:rsidRPr="00477C24">
        <w:t xml:space="preserve">Staveniště bude odvodněno do koryta přilehlého vodního toku a vsakováním do terénu. </w:t>
      </w:r>
      <w:r>
        <w:t xml:space="preserve">Stavební jámy budou v rozích opatřeny betonovými studnami, z nichž se v případě nutnosti bude čerpat voda. </w:t>
      </w:r>
      <w:r w:rsidRPr="00477C24">
        <w:t>Jedná se výhradně o odvedení povrchových srážkových vod. Před prováděním nového mostu je nutné provést demolici starého mostu po základovou spáru</w:t>
      </w:r>
      <w:r w:rsidRPr="007F774D">
        <w:t>. Tomu bude předcházet dočasné zatrubnění toku.</w:t>
      </w:r>
      <w:r w:rsidRPr="00477C24">
        <w:t xml:space="preserve"> </w:t>
      </w:r>
      <w:r w:rsidRPr="00F51F7F">
        <w:rPr>
          <w:b/>
          <w:u w:val="single"/>
        </w:rPr>
        <w:t>Zhotovitel zpracuje havarijní plán pro případ povodňového stavu v lokalitě.</w:t>
      </w:r>
    </w:p>
    <w:p w14:paraId="4DE4AAF7" w14:textId="77777777" w:rsidR="00730921" w:rsidRDefault="00730921" w:rsidP="00D94E12">
      <w:pPr>
        <w:pStyle w:val="Odstavecseseznamem"/>
        <w:numPr>
          <w:ilvl w:val="0"/>
          <w:numId w:val="16"/>
        </w:numPr>
        <w:rPr>
          <w:rFonts w:cs="Arial"/>
          <w:color w:val="000000"/>
        </w:rPr>
      </w:pPr>
      <w:r w:rsidRPr="00E855E7">
        <w:rPr>
          <w:rFonts w:cs="Arial"/>
          <w:color w:val="000000"/>
        </w:rPr>
        <w:t>napojení staveniště na stávající dopravní a technickou infrastrukturu</w:t>
      </w:r>
    </w:p>
    <w:p w14:paraId="587FA75C" w14:textId="417310A4" w:rsidR="00730921" w:rsidRPr="00477C24" w:rsidRDefault="00730921" w:rsidP="00730921">
      <w:r w:rsidRPr="00477C24">
        <w:t>Staveniště je přímo napojeno na silnici I</w:t>
      </w:r>
      <w:r>
        <w:t>I</w:t>
      </w:r>
      <w:r w:rsidRPr="00477C24">
        <w:t>/</w:t>
      </w:r>
      <w:r w:rsidR="00856615">
        <w:t>3</w:t>
      </w:r>
      <w:r w:rsidR="007A5895">
        <w:t>34</w:t>
      </w:r>
      <w:r w:rsidRPr="00477C24">
        <w:t xml:space="preserve">. </w:t>
      </w:r>
      <w:r w:rsidRPr="00477C24">
        <w:rPr>
          <w:bCs/>
        </w:rPr>
        <w:t>Zdroj vody pro stavební účely bude zhotovitel řešit dle vlastních potřeb a možností, nejpravděpodobněji mobilními zdroji. Přívod elektrické energie na staveniště bude zajištěn po dohodě zhotovitele se správci sítí</w:t>
      </w:r>
      <w:r>
        <w:rPr>
          <w:bCs/>
        </w:rPr>
        <w:t>, případně mobilními zdroji</w:t>
      </w:r>
      <w:r w:rsidRPr="00477C24">
        <w:rPr>
          <w:bCs/>
        </w:rPr>
        <w:t>.</w:t>
      </w:r>
    </w:p>
    <w:p w14:paraId="34446843" w14:textId="77777777" w:rsidR="00730921" w:rsidRDefault="00730921" w:rsidP="00D94E12">
      <w:pPr>
        <w:pStyle w:val="Odstavecseseznamem"/>
        <w:numPr>
          <w:ilvl w:val="0"/>
          <w:numId w:val="16"/>
        </w:numPr>
        <w:rPr>
          <w:rFonts w:cs="Arial"/>
          <w:color w:val="000000"/>
        </w:rPr>
      </w:pPr>
      <w:r w:rsidRPr="00E855E7">
        <w:rPr>
          <w:rFonts w:cs="Arial"/>
          <w:color w:val="000000"/>
        </w:rPr>
        <w:t>vliv provádění stavby na okolní stavby a pozemky</w:t>
      </w:r>
    </w:p>
    <w:p w14:paraId="0BBBD39D" w14:textId="337FE8B9" w:rsidR="00085DE9" w:rsidRDefault="00730921" w:rsidP="00730921">
      <w:r w:rsidRPr="00477C24">
        <w:t>Stavba ovlivní provoz na komunikaci I</w:t>
      </w:r>
      <w:r>
        <w:t>I</w:t>
      </w:r>
      <w:r w:rsidRPr="00477C24">
        <w:t>/</w:t>
      </w:r>
      <w:r w:rsidR="00856615">
        <w:t>3</w:t>
      </w:r>
      <w:r w:rsidR="007A5895">
        <w:t>34</w:t>
      </w:r>
      <w:r w:rsidRPr="00477C24">
        <w:t xml:space="preserve">. Výstavba mostu bude probíhat </w:t>
      </w:r>
      <w:r>
        <w:t>při dopravně inženýrském opatření – obj</w:t>
      </w:r>
      <w:r w:rsidR="00856615">
        <w:t>ízdn</w:t>
      </w:r>
      <w:r w:rsidR="000847DB">
        <w:t>é</w:t>
      </w:r>
      <w:r w:rsidR="00856615">
        <w:t xml:space="preserve"> tras</w:t>
      </w:r>
      <w:r w:rsidR="000847DB">
        <w:t>y</w:t>
      </w:r>
      <w:r w:rsidR="00856615">
        <w:t xml:space="preserve"> přes </w:t>
      </w:r>
      <w:proofErr w:type="spellStart"/>
      <w:r w:rsidR="007A5895">
        <w:t>Bohouňovice</w:t>
      </w:r>
      <w:proofErr w:type="spellEnd"/>
      <w:r w:rsidR="000847DB">
        <w:t>, resp. přes Skvrňov</w:t>
      </w:r>
      <w:r>
        <w:t xml:space="preserve">. </w:t>
      </w:r>
    </w:p>
    <w:p w14:paraId="3F60A523" w14:textId="441A6CDB" w:rsidR="00730921" w:rsidRPr="00B727CE" w:rsidRDefault="007A5895" w:rsidP="00730921">
      <w:r>
        <w:rPr>
          <w:bCs/>
        </w:rPr>
        <w:t>Z důvodu provedení výkopové jámy severní opěry mostu</w:t>
      </w:r>
      <w:r w:rsidR="00C06AF1">
        <w:rPr>
          <w:bCs/>
        </w:rPr>
        <w:t xml:space="preserve"> </w:t>
      </w:r>
      <w:r w:rsidR="00473C9E">
        <w:rPr>
          <w:bCs/>
        </w:rPr>
        <w:t xml:space="preserve">(stísněné podmínky) </w:t>
      </w:r>
      <w:r w:rsidR="00C06AF1">
        <w:rPr>
          <w:bCs/>
        </w:rPr>
        <w:t xml:space="preserve">bude před zahájením zemních prací rozebrána část plotu na soukromém pozemku č. 1283/1 a </w:t>
      </w:r>
      <w:r w:rsidR="00473C9E">
        <w:rPr>
          <w:bCs/>
        </w:rPr>
        <w:t>na tento pozemek bude zasahovat svah předmětného výkopu. P</w:t>
      </w:r>
      <w:r w:rsidR="00C06AF1">
        <w:rPr>
          <w:bCs/>
        </w:rPr>
        <w:t xml:space="preserve">o dokončení </w:t>
      </w:r>
      <w:r w:rsidR="00473C9E">
        <w:rPr>
          <w:bCs/>
        </w:rPr>
        <w:t xml:space="preserve">stavby </w:t>
      </w:r>
      <w:r w:rsidR="00C06AF1">
        <w:rPr>
          <w:bCs/>
        </w:rPr>
        <w:t xml:space="preserve">mostu bude </w:t>
      </w:r>
      <w:r w:rsidR="009F336B">
        <w:rPr>
          <w:bCs/>
        </w:rPr>
        <w:t xml:space="preserve">daný pozemek včetně oplocení uveden do původního stavu </w:t>
      </w:r>
      <w:r w:rsidR="00C06AF1">
        <w:rPr>
          <w:bCs/>
        </w:rPr>
        <w:t>na náklady stavebníka</w:t>
      </w:r>
      <w:r w:rsidR="009F336B">
        <w:rPr>
          <w:bCs/>
        </w:rPr>
        <w:t xml:space="preserve"> (KSUS)</w:t>
      </w:r>
      <w:r w:rsidR="00C06AF1">
        <w:rPr>
          <w:bCs/>
        </w:rPr>
        <w:t>.</w:t>
      </w:r>
      <w:r w:rsidR="00085DE9">
        <w:rPr>
          <w:bCs/>
        </w:rPr>
        <w:t xml:space="preserve"> Současně z důvodu stability této stavební jámy</w:t>
      </w:r>
      <w:r w:rsidR="003168C1">
        <w:rPr>
          <w:bCs/>
        </w:rPr>
        <w:t xml:space="preserve"> bude cca na dobu 2 měsíců </w:t>
      </w:r>
      <w:r w:rsidR="00085DE9">
        <w:rPr>
          <w:bCs/>
        </w:rPr>
        <w:t>nemožné používat</w:t>
      </w:r>
      <w:r w:rsidR="003168C1">
        <w:rPr>
          <w:bCs/>
        </w:rPr>
        <w:t xml:space="preserve"> současný přilehlý vjezd na soukromou parcelu č. 1258. Toto </w:t>
      </w:r>
      <w:r w:rsidR="00085DE9">
        <w:rPr>
          <w:bCs/>
        </w:rPr>
        <w:t xml:space="preserve">opatření </w:t>
      </w:r>
      <w:r w:rsidR="003168C1">
        <w:rPr>
          <w:bCs/>
        </w:rPr>
        <w:t xml:space="preserve">je z důvodu stability stavební jámy, která by byla pojezdem automobilů </w:t>
      </w:r>
      <w:r w:rsidR="00085DE9">
        <w:rPr>
          <w:bCs/>
        </w:rPr>
        <w:t xml:space="preserve">ve vjezdu </w:t>
      </w:r>
      <w:r w:rsidR="003168C1">
        <w:rPr>
          <w:bCs/>
        </w:rPr>
        <w:t>ohrožena. Ostatní vjezdy na předmětnou parcelu zůstanou stavbou nedotčeny.</w:t>
      </w:r>
      <w:r w:rsidR="00085DE9">
        <w:rPr>
          <w:bCs/>
        </w:rPr>
        <w:t xml:space="preserve"> Rovněž soukromá parkovací plocha na parcele sousedící s předmětným vjezdem</w:t>
      </w:r>
    </w:p>
    <w:p w14:paraId="79ABFE89" w14:textId="77777777" w:rsidR="00730921" w:rsidRDefault="00730921" w:rsidP="00D94E12">
      <w:pPr>
        <w:pStyle w:val="Odstavecseseznamem"/>
        <w:numPr>
          <w:ilvl w:val="0"/>
          <w:numId w:val="16"/>
        </w:numPr>
        <w:rPr>
          <w:rFonts w:cs="Arial"/>
          <w:color w:val="000000"/>
        </w:rPr>
      </w:pPr>
      <w:r w:rsidRPr="00E855E7">
        <w:rPr>
          <w:rFonts w:cs="Arial"/>
          <w:color w:val="000000"/>
        </w:rPr>
        <w:t>ochrana okolí staveniště a požadavky na související asanace, demolice, kácení dřevin</w:t>
      </w:r>
    </w:p>
    <w:p w14:paraId="5650D145" w14:textId="73813CFE" w:rsidR="00730921" w:rsidRPr="00B727CE" w:rsidRDefault="00730921" w:rsidP="00730921">
      <w:r w:rsidRPr="00B727CE">
        <w:t xml:space="preserve">Staveniště bude oploceno (plot výšky 1,8 m), sklad dovezeného materiálu bude taktéž oplocen, aby se zamezilo krádežím. Původní most bude demolován a vozovka v předpolích bude odfrézována. Bude provedeno kácení </w:t>
      </w:r>
      <w:r w:rsidR="00FF71A2">
        <w:t>pouze náletových dřevin</w:t>
      </w:r>
      <w:r w:rsidR="009F336B">
        <w:t xml:space="preserve"> v rozsahu cca 100 m</w:t>
      </w:r>
      <w:r w:rsidR="009F336B" w:rsidRPr="00BD3DFF">
        <w:rPr>
          <w:vertAlign w:val="superscript"/>
        </w:rPr>
        <w:t>2</w:t>
      </w:r>
      <w:r w:rsidR="009F336B">
        <w:t xml:space="preserve"> v souladu s rozhodnutím Obecního úřadu Horní Kruty č.j. HOKR/205/2020</w:t>
      </w:r>
      <w:r w:rsidR="00473C9E">
        <w:t>.</w:t>
      </w:r>
      <w:r w:rsidR="009F336B">
        <w:t xml:space="preserve"> Dle tohoto rozhodnutí je stavebníkovi uložena povinnost výsadby 10 ks ovocných dřevin jako kompenzace vzniklé kácením.</w:t>
      </w:r>
    </w:p>
    <w:p w14:paraId="75791583" w14:textId="77777777" w:rsidR="00730921" w:rsidRDefault="00730921" w:rsidP="00D94E12">
      <w:pPr>
        <w:pStyle w:val="Odstavecseseznamem"/>
        <w:numPr>
          <w:ilvl w:val="0"/>
          <w:numId w:val="16"/>
        </w:numPr>
        <w:rPr>
          <w:rFonts w:cs="Arial"/>
          <w:color w:val="000000"/>
        </w:rPr>
      </w:pPr>
      <w:r w:rsidRPr="00E855E7">
        <w:rPr>
          <w:rFonts w:cs="Arial"/>
          <w:color w:val="000000"/>
        </w:rPr>
        <w:t>maximální dočasné a trvalé zábory pro staveniště</w:t>
      </w:r>
    </w:p>
    <w:p w14:paraId="413B2D70" w14:textId="77777777" w:rsidR="00730921" w:rsidRPr="00B727CE" w:rsidRDefault="00730921" w:rsidP="00730921">
      <w:r w:rsidRPr="00B727CE">
        <w:t>Staveniště je vymezeno v rámci trvalého záboru a dočasného záboru do 1 roku. Dočasný zábor určuje rozsah zemních prací nutných pro provedení konstrukce, přístupu na stavbu, plochy pro skládku materiálu, zařízení staveniště a provizorní komunikaci. Mimo tento zábor není možné umisťovat skládky, zřizovat objekty zařízení staveniště a provádět stavební práce. Dodavatel musí po skončení stavebních prací všechny využívané pozemky rekultivovat a uvést je do původního stavu a předat vlastníkům pozemků.</w:t>
      </w:r>
    </w:p>
    <w:p w14:paraId="164AFC6E" w14:textId="7D881B61" w:rsidR="00730921" w:rsidRDefault="00730921" w:rsidP="00730921">
      <w:pPr>
        <w:rPr>
          <w:b/>
          <w:bCs/>
        </w:rPr>
      </w:pPr>
      <w:r w:rsidRPr="003A7228">
        <w:rPr>
          <w:b/>
          <w:bCs/>
        </w:rPr>
        <w:t xml:space="preserve">Plocha trvalého záboru je </w:t>
      </w:r>
      <w:r w:rsidR="003C3105">
        <w:rPr>
          <w:b/>
          <w:bCs/>
        </w:rPr>
        <w:t>138</w:t>
      </w:r>
      <w:r w:rsidRPr="003A7228">
        <w:rPr>
          <w:b/>
          <w:bCs/>
        </w:rPr>
        <w:t xml:space="preserve"> m</w:t>
      </w:r>
      <w:r w:rsidRPr="00BD3DFF">
        <w:rPr>
          <w:b/>
          <w:bCs/>
          <w:vertAlign w:val="superscript"/>
        </w:rPr>
        <w:t>2</w:t>
      </w:r>
      <w:r w:rsidRPr="003A7228">
        <w:rPr>
          <w:b/>
          <w:bCs/>
        </w:rPr>
        <w:t xml:space="preserve">. Plocha dočasného záboru (nad rámec trvalého záboru) je </w:t>
      </w:r>
      <w:r w:rsidR="003C3105">
        <w:rPr>
          <w:b/>
          <w:bCs/>
        </w:rPr>
        <w:t>850 m</w:t>
      </w:r>
      <w:r w:rsidR="003C3105" w:rsidRPr="00BD3DFF">
        <w:rPr>
          <w:b/>
          <w:bCs/>
          <w:vertAlign w:val="superscript"/>
        </w:rPr>
        <w:t>2</w:t>
      </w:r>
      <w:r w:rsidRPr="003A7228">
        <w:rPr>
          <w:b/>
          <w:bCs/>
        </w:rPr>
        <w:t>.</w:t>
      </w:r>
    </w:p>
    <w:p w14:paraId="55C2BA29" w14:textId="77777777" w:rsidR="00730921" w:rsidRPr="003A7228" w:rsidRDefault="00730921" w:rsidP="00730921">
      <w:pPr>
        <w:rPr>
          <w:b/>
          <w:bCs/>
          <w:sz w:val="8"/>
          <w:szCs w:val="8"/>
        </w:rPr>
      </w:pPr>
    </w:p>
    <w:p w14:paraId="25FE5FAC" w14:textId="77777777" w:rsidR="00730921" w:rsidRDefault="00730921" w:rsidP="00D94E12">
      <w:pPr>
        <w:pStyle w:val="Odstavecseseznamem"/>
        <w:numPr>
          <w:ilvl w:val="0"/>
          <w:numId w:val="16"/>
        </w:numPr>
        <w:rPr>
          <w:rFonts w:cs="Arial"/>
          <w:color w:val="000000"/>
        </w:rPr>
      </w:pPr>
      <w:r w:rsidRPr="00E855E7">
        <w:rPr>
          <w:rFonts w:cs="Arial"/>
          <w:color w:val="000000"/>
        </w:rPr>
        <w:lastRenderedPageBreak/>
        <w:t xml:space="preserve">požadavky na bezbariérové </w:t>
      </w:r>
      <w:proofErr w:type="spellStart"/>
      <w:r w:rsidRPr="00E855E7">
        <w:rPr>
          <w:rFonts w:cs="Arial"/>
          <w:color w:val="000000"/>
        </w:rPr>
        <w:t>obchozí</w:t>
      </w:r>
      <w:proofErr w:type="spellEnd"/>
      <w:r w:rsidRPr="00E855E7">
        <w:rPr>
          <w:rFonts w:cs="Arial"/>
          <w:color w:val="000000"/>
        </w:rPr>
        <w:t xml:space="preserve"> trasy</w:t>
      </w:r>
    </w:p>
    <w:p w14:paraId="2AA91158" w14:textId="77777777" w:rsidR="00730921" w:rsidRPr="00477C24" w:rsidRDefault="00730921" w:rsidP="00730921">
      <w:r w:rsidRPr="00477C24">
        <w:t xml:space="preserve">Nenavrhují se. </w:t>
      </w:r>
    </w:p>
    <w:p w14:paraId="330B17DD" w14:textId="77777777" w:rsidR="00730921" w:rsidRDefault="00730921" w:rsidP="00D94E12">
      <w:pPr>
        <w:pStyle w:val="Odstavecseseznamem"/>
        <w:numPr>
          <w:ilvl w:val="0"/>
          <w:numId w:val="16"/>
        </w:numPr>
        <w:rPr>
          <w:rFonts w:cs="Arial"/>
          <w:color w:val="000000"/>
        </w:rPr>
      </w:pPr>
      <w:r w:rsidRPr="00E855E7">
        <w:rPr>
          <w:rFonts w:cs="Arial"/>
          <w:color w:val="000000"/>
        </w:rPr>
        <w:t>maximální produkovaná množství a druhy odpadů a emisí při výstavbě, jejich likvidace</w:t>
      </w:r>
    </w:p>
    <w:p w14:paraId="4B9F4A48" w14:textId="77777777" w:rsidR="00730921" w:rsidRPr="00477C24" w:rsidRDefault="00730921" w:rsidP="00730921">
      <w:r w:rsidRPr="00477C24">
        <w:t>Odpady budou vznikat v první řadě v průběhu stavby, dále pak jejím užíváním, opravami a údržbou. Během výstavby i provozu stavebních úprav se zřizovatel stavby musí řídit veškerými právními normami týkajících se nakládání s odpady viz kap. B.2.3 Celkové technické řešení bod d). Zde je uvedena taktéž druhová skladba odpadů a způsob jejich likvidace.</w:t>
      </w:r>
    </w:p>
    <w:p w14:paraId="38F1938F" w14:textId="77777777" w:rsidR="00730921" w:rsidRPr="00477C24" w:rsidRDefault="00730921" w:rsidP="00730921">
      <w:r w:rsidRPr="00477C24">
        <w:t xml:space="preserve">S odpadem, který vznikne v rámci stavby, bude nakládáno v souladu se zákonem č. 185/2001 </w:t>
      </w:r>
      <w:proofErr w:type="spellStart"/>
      <w:proofErr w:type="gramStart"/>
      <w:r w:rsidRPr="00477C24">
        <w:t>Sb</w:t>
      </w:r>
      <w:proofErr w:type="spellEnd"/>
      <w:r w:rsidRPr="00477C24">
        <w:t>„ o</w:t>
      </w:r>
      <w:proofErr w:type="gramEnd"/>
      <w:r w:rsidRPr="00477C24">
        <w:t xml:space="preserve"> odpadech a o změně některých dalších zákonů ve znění pozdějších předpisů a s prováděcími předpisy vydanými na jeho základě. Dále bude zajištěna likvidace vzniklých odpadů dle výše uvedeného </w:t>
      </w:r>
      <w:proofErr w:type="gramStart"/>
      <w:r w:rsidRPr="00477C24">
        <w:t>zákona</w:t>
      </w:r>
      <w:proofErr w:type="gramEnd"/>
      <w:r w:rsidRPr="00477C24">
        <w:t xml:space="preserve"> tj. přednostní využití (výkup, recyklace) nebo jejich odstranění na odpovídající skládce odpadů. Zemina a jiné přírodní materiály mohou být využity pouze v přirozeném stavu pro účely stavby na místě, na kterém byly </w:t>
      </w:r>
      <w:proofErr w:type="gramStart"/>
      <w:r w:rsidRPr="00477C24">
        <w:t>vytěženy</w:t>
      </w:r>
      <w:proofErr w:type="gramEnd"/>
      <w:r w:rsidRPr="00477C24">
        <w:t xml:space="preserve"> a to pouze v případě, pokud tyto materiály nebudou kontaminovány. Při nakládání s odpady obsahující azbestová vlákna nebo azbestový prach (např. eternit) je nutno dodržet ustanovení §35 zákona o odpadech a tyto odpady ukládat pouze na skládky k tomu určené. Odpady musí být upraveny, zabaleny, případně po uložení na skládku okamžitě zakryty. Před manipulací a nakládáním s odpadem obsahujícím nebezpečné látky je nutno mít souhlas k nakládání s nebezpečnými odpady od místně příslušného orgánu odpadového hospodářství, nebo odpad předat osobě oprávněné k nakládání s nebezpečnými odpady. Každý původce odpadu má podle § 39 </w:t>
      </w:r>
      <w:proofErr w:type="spellStart"/>
      <w:r w:rsidRPr="00477C24">
        <w:t>ods</w:t>
      </w:r>
      <w:proofErr w:type="spellEnd"/>
      <w:r w:rsidRPr="00477C24">
        <w:t xml:space="preserve">. 1 zákona o odpadech povinnost vést průběžnou evidenci produkovaných odpadů s náležitostmi uvedenými v § 21 </w:t>
      </w:r>
      <w:proofErr w:type="spellStart"/>
      <w:r w:rsidRPr="00477C24">
        <w:t>vyhl</w:t>
      </w:r>
      <w:proofErr w:type="spellEnd"/>
      <w:r w:rsidRPr="00477C24">
        <w:t>. MŽP č. 383/2001 Sb., o podrobnostech nakládání s odpady a dále dodržovat povinnosti původců odpadů dle § 16 zákona o odpadech. Doklady o způsobu odstranění, nebo využití odpadu, který v rámci realizace záměru vznikne, budou součástí dokumentace předkládané ke kontrole.</w:t>
      </w:r>
    </w:p>
    <w:p w14:paraId="26B6A1E7" w14:textId="77777777" w:rsidR="00730921" w:rsidRPr="00477C24" w:rsidRDefault="00730921" w:rsidP="00730921">
      <w:r w:rsidRPr="00477C24">
        <w:t>Z hlediska problematiky nakládání s odpady lze veškeré odpady, které vzniknou při výstavbě předmětné stavby využít nebo odstranit již v průběhu výstavby bez dalšího rizika ohrožení životního prostředí v území stavby a jejího okolí. Původcem odpadů bude zhotovitel stavby. Ten má povinnost nakládat s jednotlivými odpady, které jeho činností vzniknou, v souladu se zákonem č. 185/2001 Sb., o odpadech a souvisejícími vyhláškami a předpisy, především s vyhláškou MŽP č. 383/2001 Sb., o podrobnostech nakládání s odpady, vyhláškou MŽP č. 93/2016 Sb., kterou se stanoví katalog odpadů a vyhláškou MŽP č. 376/2001 Sb., o hodnocení nebezpečných vlastností odpadů, v platných zněních. Odpady obsahující azbest je možné odstraňovat na některých skládkách skupiny S OO (skládky „ostatních“ odpadů) a na skládkách skupiny S-NO (skládky „nebezpečných“ odpadů) v souladu s § 7 vyhlášky č. 294/2005 Sb. a v souladu s jejich schváleným provozním řádem a podmínkami uvedenými v rozhodnutí příslušného správního orgánu o souhlasu s provozem takového zařízení na odstraňování odpadů.</w:t>
      </w:r>
    </w:p>
    <w:p w14:paraId="476DE34C" w14:textId="77777777" w:rsidR="00730921" w:rsidRDefault="00730921" w:rsidP="00D94E12">
      <w:pPr>
        <w:pStyle w:val="Odstavecseseznamem"/>
        <w:numPr>
          <w:ilvl w:val="0"/>
          <w:numId w:val="16"/>
        </w:numPr>
        <w:rPr>
          <w:rFonts w:cs="Arial"/>
          <w:color w:val="000000"/>
        </w:rPr>
      </w:pPr>
      <w:r w:rsidRPr="00E855E7">
        <w:rPr>
          <w:rFonts w:cs="Arial"/>
          <w:color w:val="000000"/>
        </w:rPr>
        <w:t>bilance zemních prací, požadavky na přísun nebo deponie zemin</w:t>
      </w:r>
    </w:p>
    <w:p w14:paraId="5DB5C648" w14:textId="5BD2F3DC" w:rsidR="00730921" w:rsidRPr="00904C27" w:rsidRDefault="00FF71A2" w:rsidP="00730921">
      <w:pPr>
        <w:pStyle w:val="mcntmcntmsonormal11"/>
        <w:spacing w:before="120"/>
        <w:rPr>
          <w:rFonts w:ascii="Arial" w:hAnsi="Arial" w:cs="Times New Roman"/>
          <w:sz w:val="20"/>
          <w:szCs w:val="20"/>
        </w:rPr>
      </w:pPr>
      <w:r>
        <w:rPr>
          <w:rFonts w:ascii="Arial" w:hAnsi="Arial" w:cs="Times New Roman"/>
          <w:sz w:val="20"/>
          <w:szCs w:val="20"/>
        </w:rPr>
        <w:t>Bilance zemních prací je vyrovnaná.</w:t>
      </w:r>
      <w:r w:rsidR="00730921" w:rsidRPr="00904C27">
        <w:rPr>
          <w:rFonts w:ascii="Arial" w:hAnsi="Arial" w:cs="Times New Roman"/>
          <w:sz w:val="20"/>
          <w:szCs w:val="20"/>
        </w:rPr>
        <w:t xml:space="preserve"> Vykopaná zemina v rámci zemních prací stavby bude dočasně uskladněna na mezideponii a následně použita pro zásyp výkopů předmětné stavby. </w:t>
      </w:r>
    </w:p>
    <w:p w14:paraId="218492AC" w14:textId="77777777" w:rsidR="00730921" w:rsidRDefault="00730921" w:rsidP="00D94E12">
      <w:pPr>
        <w:pStyle w:val="Odstavecseseznamem"/>
        <w:numPr>
          <w:ilvl w:val="0"/>
          <w:numId w:val="16"/>
        </w:numPr>
        <w:rPr>
          <w:rFonts w:cs="Arial"/>
          <w:color w:val="000000"/>
        </w:rPr>
      </w:pPr>
      <w:r w:rsidRPr="00E855E7">
        <w:rPr>
          <w:rFonts w:cs="Arial"/>
          <w:color w:val="000000"/>
        </w:rPr>
        <w:t>ochrana životního prostředí při výstavbě</w:t>
      </w:r>
    </w:p>
    <w:p w14:paraId="75FB9424" w14:textId="77777777" w:rsidR="00730921" w:rsidRPr="00477C24" w:rsidRDefault="00730921" w:rsidP="00730921">
      <w:r w:rsidRPr="00477C24">
        <w:t>Při provádění stavby musí zhotovitel dodržovat požadavky všech předpisů týkajících se ochrany životního prostředí. Zásady ochrany životního prostředí se řídí obecnými právními předpisy (zákony č. 17/92 Sb. o životním prostředí ve znění pozdějších předpisů, č. 100/01 Sb. o posuzování vlivů na životní prostředí, č. 114/92 Sb. o ochraně přírody a krajiny ve znění pozdějších předpisů, vyhláška č. 268/2009 Sb. o technických požadavcích na stavby), obecnými ustanoveními kapitoly 1 TKP staveb pozemních komunikací, ustanoveními stavebního povolení a rozhodnutími ostatních orgánů státní správy.</w:t>
      </w:r>
    </w:p>
    <w:p w14:paraId="4F6F2A1B" w14:textId="77777777" w:rsidR="00730921" w:rsidRPr="00477C24" w:rsidRDefault="00730921" w:rsidP="00730921">
      <w:r w:rsidRPr="00477C24">
        <w:t xml:space="preserve">Při pracích na staveništi je povinností zhotovitele při manipulaci se škodlivými látkami a následně při zneškodňování odpadů postupovat v souladu se zákony č. 254/2001 Sb. o vodách (vodní zákon), 185/2001 Sb. o odpadech a prováděcími vyhláškami. </w:t>
      </w:r>
    </w:p>
    <w:p w14:paraId="76AF1F8D" w14:textId="77777777" w:rsidR="00730921" w:rsidRPr="00477C24" w:rsidRDefault="00730921" w:rsidP="00730921">
      <w:r w:rsidRPr="00477C24">
        <w:lastRenderedPageBreak/>
        <w:t>Všechny druhotné materiály zabudované do zemního tělesa musí splňovat ustanovení zákona č. 114/92 Sb., o ochraně přírody a krajiny ve znění pozdějších předpisů a prováděcí vyhlášky č. 395/92 Sb. a souvisejících právních předpisů.</w:t>
      </w:r>
    </w:p>
    <w:p w14:paraId="375A6AF2" w14:textId="77777777" w:rsidR="00730921" w:rsidRPr="00477C24" w:rsidRDefault="00730921" w:rsidP="00730921">
      <w:r w:rsidRPr="00477C24">
        <w:t xml:space="preserve">Provoz stavby nesmí nepříznivě ovlivnit životní prostředí. Během stavebních prací zhotovitel účinně zamezí průniku ropných a chemických látek do půdy a do vody toku a zajistí ekologickou likvidaci odpadu vzniklého užíváním stavby. </w:t>
      </w:r>
    </w:p>
    <w:p w14:paraId="22C5902C" w14:textId="77777777" w:rsidR="00730921" w:rsidRPr="00477C24" w:rsidRDefault="00730921" w:rsidP="00730921">
      <w:r w:rsidRPr="00477C24">
        <w:t>Zhotovitel musí zejména dbát na to, aby stroje a vozidla pracující na staveništi byly v řádném technickém stavu a nedocházelo k úniku olejů a pohonných hmot, produkci nadměrného množství výfukových zplodin, hluku a prachu. Dojde-li k úniku ropných látek, zajistí zhotovitel bezodkladně nápravu na vlastní náklady. Při manipulaci se zdraví škodlivými látkami musejí být způsob nakládání, bezpečnostní a ochranná opatření včetně havarijních opatření stanoveny pravidly, která je povinen vypracovat, dodržovat a kontrolovat zhotovitel. V případě havárie je povinen zhotovitel provést bezodkladně nápravu na vlastní náklady.</w:t>
      </w:r>
    </w:p>
    <w:p w14:paraId="10389BB0" w14:textId="77777777" w:rsidR="00730921" w:rsidRDefault="00730921" w:rsidP="00730921">
      <w:r w:rsidRPr="00477C24">
        <w:t xml:space="preserve">Při provádění veškerých stavebních prací musí zhotovitel zvolit takovou techniku, aby nedošlo k překročení nejvyšších přípustných hodnot hluku a vibrací. Stavba bude probíhat mimo noční </w:t>
      </w:r>
      <w:proofErr w:type="gramStart"/>
      <w:r w:rsidRPr="00477C24">
        <w:t>dobu</w:t>
      </w:r>
      <w:proofErr w:type="gramEnd"/>
      <w:r w:rsidRPr="00477C24">
        <w:t xml:space="preserve"> tj. mimo 22:00-6:00. Po skončení stavby zhotovitel uvede staveniště do původního stavu. </w:t>
      </w:r>
    </w:p>
    <w:p w14:paraId="72E9F831" w14:textId="242D05D2" w:rsidR="00730921" w:rsidRDefault="00730921" w:rsidP="00730921">
      <w:r>
        <w:t xml:space="preserve">Práce v korytě a okolí vodního toku budou prováděny při </w:t>
      </w:r>
      <w:r w:rsidR="00FF71A2">
        <w:t>zatrubnění potoka v místě staveniště</w:t>
      </w:r>
      <w:r>
        <w:t>.</w:t>
      </w:r>
    </w:p>
    <w:p w14:paraId="14E36584" w14:textId="77777777" w:rsidR="00730921" w:rsidRDefault="00730921" w:rsidP="00730921">
      <w:r>
        <w:t>Práce v korytě způsobující kalení vody nebudou prováděny v souvislé délce přesahující 5 dní.</w:t>
      </w:r>
    </w:p>
    <w:p w14:paraId="72BA3A37" w14:textId="6E450754" w:rsidR="00730921" w:rsidRDefault="00730921" w:rsidP="00730921">
      <w:r>
        <w:t>Po celou dobu prací v korytě a okolí toku budou dodržována opatření k ochraně čistoty vody.</w:t>
      </w:r>
    </w:p>
    <w:p w14:paraId="69370AA3" w14:textId="77777777" w:rsidR="00FF71A2" w:rsidRPr="00FF71A2" w:rsidRDefault="00FF71A2" w:rsidP="00730921">
      <w:pPr>
        <w:rPr>
          <w:sz w:val="16"/>
          <w:szCs w:val="16"/>
        </w:rPr>
      </w:pPr>
    </w:p>
    <w:p w14:paraId="6D5831D6" w14:textId="77777777" w:rsidR="00730921" w:rsidRDefault="00730921" w:rsidP="00D94E12">
      <w:pPr>
        <w:pStyle w:val="Odstavecseseznamem"/>
        <w:numPr>
          <w:ilvl w:val="0"/>
          <w:numId w:val="16"/>
        </w:numPr>
        <w:rPr>
          <w:rFonts w:cs="Arial"/>
          <w:color w:val="000000"/>
        </w:rPr>
      </w:pPr>
      <w:r w:rsidRPr="00E855E7">
        <w:rPr>
          <w:rFonts w:cs="Arial"/>
          <w:color w:val="000000"/>
        </w:rPr>
        <w:t>stanovení podmínek pro provádění stavby z hlediska bezpečnosti a ochrany zdraví, plán bezpečnosti a ochrany zdraví při práci na staveništi</w:t>
      </w:r>
    </w:p>
    <w:p w14:paraId="6B7CC145" w14:textId="77777777" w:rsidR="00730921" w:rsidRPr="00E855E7" w:rsidRDefault="00730921" w:rsidP="00730921">
      <w:pPr>
        <w:pStyle w:val="Odstavecseseznamem"/>
        <w:rPr>
          <w:rFonts w:cs="Arial"/>
          <w:color w:val="000000"/>
        </w:rPr>
      </w:pPr>
    </w:p>
    <w:p w14:paraId="2C0F6EE0" w14:textId="77777777" w:rsidR="00730921" w:rsidRPr="00477C24" w:rsidRDefault="00730921" w:rsidP="00730921">
      <w:r w:rsidRPr="00477C24">
        <w:t xml:space="preserve">Při realizaci objektu je nutné seznámení všech zúčastněných osob s bezpečnostními zákony, vyhláškami, nařízeními vlády a souvisejícími platnými normami v oblasti bezpečnosti a ochrany zdraví při práci. </w:t>
      </w:r>
    </w:p>
    <w:p w14:paraId="671D561F" w14:textId="77777777" w:rsidR="00730921" w:rsidRPr="00477C24" w:rsidRDefault="00730921" w:rsidP="00730921">
      <w:r w:rsidRPr="00477C24">
        <w:t>Základní povinnosti dodavatele stavebních prací upravuje Zákoník práce v úplném znění     č. 262/2006 Sb. v části páté – „Bezpečnost a ochrana zdraví při práci“, hlava I - Předcházení ohrožení života a zdraví při práci se zaměřením na § 102 odst. 1 – přijímání opatření  k předcházení rizikům v návaznosti na odst. 3 – povinnosti zaměstnavatele; zákon č. 309/2006 Sb., kterým se upravují další požadavky bezpečnosti a ochrany zdraví při práci v pracovněprávních vztazích a o zajištění bezpečnosti a ochrany zdraví při činnosti nebo poskytování služeb mimo pracovněprávní vztahy v návaznosti na NV č. 591/2006 Sb., o bližších požadavcích na bezpečnost a ochranu zdraví při práci na staveništích; nařízení vlády č. 362/2005 Sb., o bližších požadavcích na bezpečnost a ochranu zdraví při práci na pracovišti s nebezpečím pádu z výšky nebo do hloubky, NV č. 101/2005Sb., o podrobnějších požadavcích na pracoviště a pracovní prostředí, NV č.361/2007 Sb., kterým se stanoví podmínky ochrany zdraví při práci (doplněno o NV č.168/2002 Sb., kterým se stanoví způsob organizace práce a pracovních postupů, který je zaměstnavatel povinen zajistit při provozování dopravními prostředky a NV č.378/2001 Sb., kterým se stanoví bližší požadavky na bezpečný provoz a používání strojů, tech. zařízení, přístrojů a nářadí, apod. v návaznosti na zákon č.22/1997 Sb., o technických požadavcích na výrobky ve znění pozdějších předpisů). NV č. 523/2002 Sb., o bezpečnosti a ochraně zdraví zaměstnanců při práci včetně souvisejících předpisů v oblasti BOZP. Zákon č.266/2006 Sb., o úrazovém pojištění zaměstnanců.</w:t>
      </w:r>
    </w:p>
    <w:p w14:paraId="6B7DDFCA" w14:textId="77777777" w:rsidR="00730921" w:rsidRPr="00477C24" w:rsidRDefault="00730921" w:rsidP="00730921">
      <w:r w:rsidRPr="00477C24">
        <w:t>Další související základní předpisy k zajištění bezpečnosti práce jsou zejména:</w:t>
      </w:r>
    </w:p>
    <w:p w14:paraId="56FF443D" w14:textId="77777777" w:rsidR="00730921" w:rsidRPr="00477C24" w:rsidRDefault="00730921" w:rsidP="00730921">
      <w:r w:rsidRPr="00477C24">
        <w:t xml:space="preserve">Nařízení vlády č. 494/2001 Sb., kterým se stanoví způsob evidence, hlášení a zaslání záznamu o úrazu - </w:t>
      </w:r>
      <w:proofErr w:type="gramStart"/>
      <w:r w:rsidRPr="00477C24">
        <w:t>§  1</w:t>
      </w:r>
      <w:proofErr w:type="gramEnd"/>
      <w:r w:rsidRPr="00477C24">
        <w:t>-5 Povinnosti zaměstnavatele</w:t>
      </w:r>
    </w:p>
    <w:p w14:paraId="19E9BBBE" w14:textId="77777777" w:rsidR="00730921" w:rsidRPr="00477C24" w:rsidRDefault="00730921" w:rsidP="00730921">
      <w:r w:rsidRPr="00477C24">
        <w:t xml:space="preserve">Nařízení vlády č. 495/2001 Sb., kterým se stanoví rozsah a bližší podmínky poskytování osobních ochranných pracovních prostředků v návaznosti na ZP § 132 – opatření k prevenci rizik. </w:t>
      </w:r>
    </w:p>
    <w:p w14:paraId="36D42ADC" w14:textId="77777777" w:rsidR="00730921" w:rsidRPr="00477C24" w:rsidRDefault="00730921" w:rsidP="00730921">
      <w:r w:rsidRPr="00477C24">
        <w:t>Zákon č.167/2008 Sb. předcházení ekologické újmě a o její nápravě (platnost od 17.8.2008).</w:t>
      </w:r>
    </w:p>
    <w:p w14:paraId="047D14AA" w14:textId="77777777" w:rsidR="00730921" w:rsidRPr="00477C24" w:rsidRDefault="00730921" w:rsidP="00730921">
      <w:r w:rsidRPr="00477C24">
        <w:lastRenderedPageBreak/>
        <w:t xml:space="preserve">V souladu s jednotlivými předpisy je třeba vytvářet bezpečné a zdraví neohrožující pracovní prostředí a pracovní podmínky vhodnou organizací bezpečnosti a ochrany zdraví při práci </w:t>
      </w:r>
      <w:proofErr w:type="gramStart"/>
      <w:r w:rsidRPr="00477C24">
        <w:t>a  předcházet</w:t>
      </w:r>
      <w:proofErr w:type="gramEnd"/>
      <w:r w:rsidRPr="00477C24">
        <w:t xml:space="preserve"> možným rizikům, odstraňovat je nebo minimalizovat působení neodstranitelných rizik.</w:t>
      </w:r>
    </w:p>
    <w:p w14:paraId="4D8E6FF6" w14:textId="77777777" w:rsidR="00730921" w:rsidRPr="00477C24" w:rsidRDefault="00730921" w:rsidP="00730921">
      <w:r w:rsidRPr="00477C24">
        <w:t>Způsob provádění prací musí být v souladu s pokyny povodňového a havarijního plánu. Při stavebních pracích je třeba dbát na obecnou ochranu rostlin a živočichů. Je nutné zajistit, aby při provádění stavebních prací nedocházelo k nadměrnému úhynu rostlin a živočichů, eventuálně ničení míst jejich biotopů.</w:t>
      </w:r>
    </w:p>
    <w:p w14:paraId="6C69FEAA" w14:textId="77777777" w:rsidR="00730921" w:rsidRPr="00477C24" w:rsidRDefault="00730921" w:rsidP="00730921">
      <w:r w:rsidRPr="00477C24">
        <w:t>Pracovní postupy uvedené v této projektové dokumentaci musí realizovat proškolení pracovníci pod vedením zkušeného technika.</w:t>
      </w:r>
    </w:p>
    <w:p w14:paraId="395BB8D8" w14:textId="77777777" w:rsidR="00730921" w:rsidRDefault="00730921" w:rsidP="00730921">
      <w:r w:rsidRPr="00477C24">
        <w:t>Vzhledem k tomu, že výška mostu nad terénem je větší než 1,5 m, tak je nutno při pracích zajistit ochranu proti pádu pracovníků prostřednictvím osobních ochranných pracovních pomůcek proti pádu. Bude tedy použit pracovní polohovací systém. Kotevní bod bude určen stavbyvedoucím (lze využít např. oka betonových panelů, případně certifikované kotvící lano natažené kolem zajištěného nákladního automobilu proti pohybu). V rámci systému pro pracovní polohování je možno využít jak pracovní polohovací pás, tak bezpečnostní zachycovací postroj. Spojovací prostředek (spojuje kotvící bod a zachycovací postroj či pás) bude nastaven takové délky, aby se pracovník nedostal za hranu pádu.</w:t>
      </w:r>
    </w:p>
    <w:p w14:paraId="0ECEFE54" w14:textId="77777777" w:rsidR="00730921" w:rsidRPr="00477C24" w:rsidRDefault="00730921" w:rsidP="00730921">
      <w:r>
        <w:t>Objednatel stavby je povinen před zahájením prací nechat zpracovat Plán BOZP vybraným koordinátorem BOZP.</w:t>
      </w:r>
    </w:p>
    <w:p w14:paraId="35FF9769" w14:textId="77777777" w:rsidR="00730921" w:rsidRPr="00437083" w:rsidRDefault="00730921" w:rsidP="00D94E12">
      <w:pPr>
        <w:pStyle w:val="Odstavecseseznamem"/>
        <w:numPr>
          <w:ilvl w:val="0"/>
          <w:numId w:val="16"/>
        </w:numPr>
        <w:rPr>
          <w:rFonts w:cs="Arial"/>
          <w:color w:val="000000"/>
        </w:rPr>
      </w:pPr>
      <w:r w:rsidRPr="00E855E7">
        <w:rPr>
          <w:rFonts w:cs="Arial"/>
          <w:color w:val="000000"/>
        </w:rPr>
        <w:t>úpravy pro bezbariérové užívání výstavbou dotčených staveb,</w:t>
      </w:r>
    </w:p>
    <w:p w14:paraId="29606825" w14:textId="77777777" w:rsidR="00730921" w:rsidRPr="00477C24" w:rsidRDefault="00730921" w:rsidP="00730921">
      <w:pPr>
        <w:keepNext/>
        <w:tabs>
          <w:tab w:val="left" w:pos="3402"/>
        </w:tabs>
        <w:jc w:val="left"/>
      </w:pPr>
      <w:r w:rsidRPr="00477C24">
        <w:t>Nejsou, součástí stavby není bezbariérové užívání.</w:t>
      </w:r>
    </w:p>
    <w:p w14:paraId="7288147A" w14:textId="77777777" w:rsidR="00730921" w:rsidRPr="00A317E1" w:rsidRDefault="00730921" w:rsidP="00D94E12">
      <w:pPr>
        <w:pStyle w:val="Odstavecseseznamem"/>
        <w:numPr>
          <w:ilvl w:val="0"/>
          <w:numId w:val="16"/>
        </w:numPr>
        <w:rPr>
          <w:rFonts w:cs="Arial"/>
          <w:color w:val="000000"/>
        </w:rPr>
      </w:pPr>
      <w:r w:rsidRPr="00A317E1">
        <w:rPr>
          <w:rFonts w:cs="Arial"/>
          <w:color w:val="000000"/>
        </w:rPr>
        <w:t>zásady pro dopravní inženýrská opatření,</w:t>
      </w:r>
    </w:p>
    <w:p w14:paraId="6BD55BAF" w14:textId="5CAA2C02" w:rsidR="00D94E12" w:rsidRPr="00A317E1" w:rsidRDefault="00645E75" w:rsidP="00730921">
      <w:r w:rsidRPr="00A317E1">
        <w:t>Bud</w:t>
      </w:r>
      <w:r w:rsidR="00D94E12" w:rsidRPr="00A317E1">
        <w:t>ou</w:t>
      </w:r>
      <w:r w:rsidRPr="00A317E1">
        <w:t xml:space="preserve"> proveden</w:t>
      </w:r>
      <w:r w:rsidR="00D94E12" w:rsidRPr="00A317E1">
        <w:t>a</w:t>
      </w:r>
      <w:r w:rsidRPr="00A317E1">
        <w:t xml:space="preserve"> dopravně-inženýrsk</w:t>
      </w:r>
      <w:r w:rsidR="00D94E12" w:rsidRPr="00A317E1">
        <w:t>á</w:t>
      </w:r>
      <w:r w:rsidRPr="00A317E1">
        <w:t xml:space="preserve"> opatření:</w:t>
      </w:r>
    </w:p>
    <w:p w14:paraId="49C14E78" w14:textId="04140B8C" w:rsidR="00D94E12" w:rsidRPr="00A317E1" w:rsidRDefault="00D94E12" w:rsidP="00D94E12">
      <w:pPr>
        <w:pStyle w:val="Odstavecseseznamem"/>
        <w:numPr>
          <w:ilvl w:val="0"/>
          <w:numId w:val="19"/>
        </w:numPr>
      </w:pPr>
      <w:r w:rsidRPr="00A317E1">
        <w:t xml:space="preserve">zřízena </w:t>
      </w:r>
      <w:r w:rsidR="00645E75" w:rsidRPr="00A317E1">
        <w:t>objízdná trasa po silnicích 3. třídy III/3342</w:t>
      </w:r>
      <w:r w:rsidR="000847DB" w:rsidRPr="00A317E1">
        <w:t>4</w:t>
      </w:r>
      <w:r w:rsidR="00645E75" w:rsidRPr="00A317E1">
        <w:t xml:space="preserve"> a III/3342</w:t>
      </w:r>
      <w:r w:rsidR="000847DB" w:rsidRPr="00A317E1">
        <w:t>3</w:t>
      </w:r>
      <w:r w:rsidR="00645E75" w:rsidRPr="00A317E1">
        <w:t xml:space="preserve"> přes </w:t>
      </w:r>
      <w:proofErr w:type="spellStart"/>
      <w:r w:rsidR="00645E75" w:rsidRPr="00A317E1">
        <w:t>Bohouňovice</w:t>
      </w:r>
      <w:proofErr w:type="spellEnd"/>
      <w:r w:rsidR="000847DB" w:rsidRPr="00A317E1">
        <w:t xml:space="preserve"> pro vozidla do 6 t a pro autobusy</w:t>
      </w:r>
    </w:p>
    <w:p w14:paraId="0DCC131C" w14:textId="7F1ED812" w:rsidR="00D94E12" w:rsidRPr="00A317E1" w:rsidRDefault="00D94E12" w:rsidP="00D94E12">
      <w:pPr>
        <w:pStyle w:val="Odstavecseseznamem"/>
        <w:numPr>
          <w:ilvl w:val="0"/>
          <w:numId w:val="19"/>
        </w:numPr>
      </w:pPr>
      <w:r w:rsidRPr="00A317E1">
        <w:t xml:space="preserve">zřízena </w:t>
      </w:r>
      <w:r w:rsidR="000847DB" w:rsidRPr="00A317E1">
        <w:t xml:space="preserve">objízdná trasa po silnicích 3. třídy III/3359 a III/33424 </w:t>
      </w:r>
      <w:r w:rsidR="004B259E" w:rsidRPr="00A317E1">
        <w:t xml:space="preserve">přes Smrk, </w:t>
      </w:r>
      <w:proofErr w:type="spellStart"/>
      <w:r w:rsidR="004B259E" w:rsidRPr="00A317E1">
        <w:t>Svrňov</w:t>
      </w:r>
      <w:proofErr w:type="spellEnd"/>
      <w:r w:rsidR="004B259E" w:rsidRPr="00A317E1">
        <w:t xml:space="preserve"> a </w:t>
      </w:r>
      <w:proofErr w:type="spellStart"/>
      <w:r w:rsidR="004B259E" w:rsidRPr="00A317E1">
        <w:t>Bohouňovice</w:t>
      </w:r>
      <w:proofErr w:type="spellEnd"/>
      <w:r w:rsidR="004B259E" w:rsidRPr="00A317E1">
        <w:t xml:space="preserve"> </w:t>
      </w:r>
      <w:r w:rsidR="000847DB" w:rsidRPr="00A317E1">
        <w:t>pro vozidla nad 6 t</w:t>
      </w:r>
      <w:r w:rsidR="00645E75" w:rsidRPr="00A317E1">
        <w:t xml:space="preserve">. </w:t>
      </w:r>
    </w:p>
    <w:p w14:paraId="69867FA2" w14:textId="6905C620" w:rsidR="00730921" w:rsidRPr="00A317E1" w:rsidRDefault="00645E75" w:rsidP="00D94E12">
      <w:pPr>
        <w:pStyle w:val="Odstavecseseznamem"/>
        <w:numPr>
          <w:ilvl w:val="0"/>
          <w:numId w:val="19"/>
        </w:numPr>
      </w:pPr>
      <w:r w:rsidRPr="00A317E1">
        <w:t>Bude osazeno dočasné dopravní značení, které bude po dokončení mostu demontováno a odvezeno.</w:t>
      </w:r>
    </w:p>
    <w:p w14:paraId="1D8EB93B" w14:textId="77777777" w:rsidR="00D94E12" w:rsidRPr="00A317E1" w:rsidRDefault="00D94E12" w:rsidP="00D94E12">
      <w:pPr>
        <w:pStyle w:val="Odstavecseseznamem"/>
        <w:ind w:left="420"/>
      </w:pPr>
    </w:p>
    <w:p w14:paraId="67DB58AB" w14:textId="77777777" w:rsidR="00730921" w:rsidRPr="00A317E1" w:rsidRDefault="00730921" w:rsidP="00D94E12">
      <w:pPr>
        <w:pStyle w:val="Odstavecseseznamem"/>
        <w:numPr>
          <w:ilvl w:val="0"/>
          <w:numId w:val="16"/>
        </w:numPr>
        <w:rPr>
          <w:rFonts w:cs="Arial"/>
          <w:color w:val="000000"/>
        </w:rPr>
      </w:pPr>
      <w:r w:rsidRPr="00A317E1">
        <w:rPr>
          <w:rFonts w:cs="Arial"/>
          <w:color w:val="000000"/>
        </w:rPr>
        <w:t xml:space="preserve">stanovení speciálních podmínek pro provádění </w:t>
      </w:r>
      <w:proofErr w:type="gramStart"/>
      <w:r w:rsidRPr="00A317E1">
        <w:rPr>
          <w:rFonts w:cs="Arial"/>
          <w:color w:val="000000"/>
        </w:rPr>
        <w:t>stavby - řešení</w:t>
      </w:r>
      <w:proofErr w:type="gramEnd"/>
      <w:r w:rsidRPr="00A317E1">
        <w:rPr>
          <w:rFonts w:cs="Arial"/>
          <w:color w:val="000000"/>
        </w:rPr>
        <w:t xml:space="preserve"> dopravy během výstavby (přepravní a přístupové trasy, zvláštní užívání pozemní komunikace, uzavírky, objížďky, výluky), opatření proti účinkům vnějšího prostředí při výstavbě apod.,</w:t>
      </w:r>
    </w:p>
    <w:p w14:paraId="64E58AC2" w14:textId="0C180CDF" w:rsidR="00730921" w:rsidRDefault="00730921" w:rsidP="00730921">
      <w:r w:rsidRPr="00A317E1">
        <w:t xml:space="preserve">Navržená stavba nevyžaduje žádné zvláštní podmínky na postup prací. </w:t>
      </w:r>
      <w:r w:rsidR="00FC267C" w:rsidRPr="00A317E1">
        <w:t xml:space="preserve">Bude </w:t>
      </w:r>
      <w:r w:rsidR="00DF36BB" w:rsidRPr="00A317E1">
        <w:t>prováděna</w:t>
      </w:r>
      <w:r w:rsidR="00FC267C" w:rsidRPr="00A317E1">
        <w:t xml:space="preserve"> </w:t>
      </w:r>
      <w:r w:rsidR="00DF36BB" w:rsidRPr="00A317E1">
        <w:t xml:space="preserve">při </w:t>
      </w:r>
      <w:r w:rsidR="00FC267C" w:rsidRPr="00A317E1">
        <w:t>dočasn</w:t>
      </w:r>
      <w:r w:rsidR="00DF36BB" w:rsidRPr="00A317E1">
        <w:t>é</w:t>
      </w:r>
      <w:r w:rsidR="00FC267C" w:rsidRPr="00A317E1">
        <w:t xml:space="preserve"> </w:t>
      </w:r>
      <w:r w:rsidR="00DF36BB" w:rsidRPr="00A317E1">
        <w:t xml:space="preserve">objížďce </w:t>
      </w:r>
      <w:r w:rsidR="00993E89" w:rsidRPr="00A317E1">
        <w:t xml:space="preserve">po </w:t>
      </w:r>
      <w:r w:rsidR="000847DB" w:rsidRPr="00A317E1">
        <w:t>2 objízdných trasách</w:t>
      </w:r>
      <w:r w:rsidR="00DF36BB" w:rsidRPr="00A317E1">
        <w:t>. Situace</w:t>
      </w:r>
      <w:r w:rsidR="00DF36BB">
        <w:t xml:space="preserve"> objízdných tras viz příloh</w:t>
      </w:r>
      <w:r w:rsidR="000847DB">
        <w:t>y</w:t>
      </w:r>
      <w:r w:rsidR="00DF36BB">
        <w:t xml:space="preserve"> č. C.4</w:t>
      </w:r>
      <w:r w:rsidR="000847DB">
        <w:t>.1 a C.4.2</w:t>
      </w:r>
      <w:r w:rsidR="00DF36BB">
        <w:t>.</w:t>
      </w:r>
      <w:r>
        <w:t xml:space="preserve"> </w:t>
      </w:r>
      <w:r w:rsidRPr="00477C24">
        <w:t xml:space="preserve"> </w:t>
      </w:r>
    </w:p>
    <w:p w14:paraId="5509313B" w14:textId="77777777" w:rsidR="00730921" w:rsidRPr="00477C24" w:rsidRDefault="00730921" w:rsidP="00730921">
      <w:r w:rsidRPr="00F770C4">
        <w:t xml:space="preserve">V rámci přípravy vlastní stavby </w:t>
      </w:r>
      <w:r w:rsidRPr="00E80577">
        <w:rPr>
          <w:b/>
          <w:sz w:val="22"/>
          <w:szCs w:val="22"/>
          <w:u w:val="single"/>
        </w:rPr>
        <w:t>bude zhotovitelem zpracován povodňový a havarijní plán</w:t>
      </w:r>
      <w:r>
        <w:rPr>
          <w:b/>
          <w:sz w:val="22"/>
          <w:szCs w:val="22"/>
          <w:u w:val="single"/>
        </w:rPr>
        <w:t xml:space="preserve"> </w:t>
      </w:r>
      <w:r w:rsidRPr="009C4E7A">
        <w:t>(§ 39 a § 71 zákona č. 254/2001 Sb.)</w:t>
      </w:r>
      <w:r w:rsidRPr="00F770C4">
        <w:t>.</w:t>
      </w:r>
    </w:p>
    <w:p w14:paraId="5CB28ED5" w14:textId="77777777" w:rsidR="00730921" w:rsidRPr="00646907" w:rsidRDefault="00730921" w:rsidP="00D94E12">
      <w:pPr>
        <w:pStyle w:val="Odstavecseseznamem"/>
        <w:numPr>
          <w:ilvl w:val="0"/>
          <w:numId w:val="16"/>
        </w:numPr>
        <w:rPr>
          <w:rFonts w:cs="Arial"/>
          <w:color w:val="000000"/>
        </w:rPr>
      </w:pPr>
      <w:r w:rsidRPr="00E855E7">
        <w:rPr>
          <w:rFonts w:cs="Arial"/>
          <w:color w:val="000000"/>
        </w:rPr>
        <w:t>zařízení staveniště s vyznačením vjezdu,</w:t>
      </w:r>
    </w:p>
    <w:p w14:paraId="491E5885" w14:textId="77777777" w:rsidR="00730921" w:rsidRPr="00477C24" w:rsidRDefault="00730921" w:rsidP="00730921">
      <w:pPr>
        <w:keepNext/>
        <w:tabs>
          <w:tab w:val="left" w:pos="3402"/>
        </w:tabs>
      </w:pPr>
      <w:r w:rsidRPr="00477C24">
        <w:t xml:space="preserve">Zařízení staveniště zbuduje zhotovitel dle svých zvyklostí s ohledem na dodržení hygienických, ekologických a požárních předpisů a zásad ochrany životního prostředí (ekologická WC, kontejnery na separovaný odpad ze </w:t>
      </w:r>
      <w:proofErr w:type="gramStart"/>
      <w:r w:rsidRPr="00477C24">
        <w:t>stavby,</w:t>
      </w:r>
      <w:proofErr w:type="gramEnd"/>
      <w:r w:rsidRPr="00477C24">
        <w:t xml:space="preserve"> atd.). Návrh je též závislý mimo jiné od použitých technologií a typu a množství nasazených stavebních mechanizmů, </w:t>
      </w:r>
      <w:proofErr w:type="gramStart"/>
      <w:r w:rsidRPr="00477C24">
        <w:t>atd..</w:t>
      </w:r>
      <w:proofErr w:type="gramEnd"/>
    </w:p>
    <w:p w14:paraId="2C36C9AC" w14:textId="5A58F029" w:rsidR="00730921" w:rsidRPr="00477C24" w:rsidRDefault="00730921" w:rsidP="00730921">
      <w:pPr>
        <w:keepNext/>
        <w:tabs>
          <w:tab w:val="left" w:pos="3402"/>
        </w:tabs>
      </w:pPr>
      <w:r w:rsidRPr="00477C24">
        <w:t xml:space="preserve">Pro zařízení staveniště a skládky materiálu jsou využity především plochy </w:t>
      </w:r>
      <w:r w:rsidR="003B2D0B">
        <w:t>dočasného záboru na</w:t>
      </w:r>
      <w:r w:rsidRPr="00477C24">
        <w:t xml:space="preserve"> sil </w:t>
      </w:r>
      <w:r>
        <w:t>II</w:t>
      </w:r>
      <w:r w:rsidRPr="00477C24">
        <w:t>/</w:t>
      </w:r>
      <w:r w:rsidR="00DF36BB">
        <w:t>3</w:t>
      </w:r>
      <w:r w:rsidR="003B2D0B">
        <w:t>34</w:t>
      </w:r>
      <w:r>
        <w:t>.</w:t>
      </w:r>
      <w:r w:rsidRPr="00477C24">
        <w:t xml:space="preserve"> Přístup na staveniště bude veden z veřejné </w:t>
      </w:r>
      <w:proofErr w:type="gramStart"/>
      <w:r w:rsidRPr="00477C24">
        <w:t xml:space="preserve">komunikace </w:t>
      </w:r>
      <w:r w:rsidR="003B2D0B">
        <w:t xml:space="preserve">- </w:t>
      </w:r>
      <w:r w:rsidRPr="00477C24">
        <w:t>silnice</w:t>
      </w:r>
      <w:proofErr w:type="gramEnd"/>
      <w:r w:rsidRPr="00477C24">
        <w:t xml:space="preserve"> I</w:t>
      </w:r>
      <w:r>
        <w:t>I</w:t>
      </w:r>
      <w:r w:rsidRPr="00477C24">
        <w:t>/</w:t>
      </w:r>
      <w:r w:rsidR="003B2D0B">
        <w:t>334</w:t>
      </w:r>
      <w:r w:rsidRPr="00477C24">
        <w:t>. Vjezd a výjezd na staveniště bude povolen jen pro vozidla stavby. Před výjezdem vozidel stavby mimo prostor staveniště bude provedena jejich očista mechanickým odstraněním hrubých nečistot. Používaná komunikace bude pravidelně čištěna a myta čistícími a mycími vozidly, aktuálně dle povětrnostních podmínek při vlastní realizaci stavby.</w:t>
      </w:r>
    </w:p>
    <w:p w14:paraId="4CE39FC7" w14:textId="77777777" w:rsidR="00730921" w:rsidRPr="00E855E7" w:rsidRDefault="00730921" w:rsidP="00D94E12">
      <w:pPr>
        <w:pStyle w:val="Odstavecseseznamem"/>
        <w:numPr>
          <w:ilvl w:val="0"/>
          <w:numId w:val="16"/>
        </w:numPr>
        <w:rPr>
          <w:rFonts w:cs="Arial"/>
          <w:color w:val="000000"/>
        </w:rPr>
      </w:pPr>
      <w:r w:rsidRPr="00E855E7">
        <w:rPr>
          <w:rFonts w:cs="Arial"/>
          <w:color w:val="000000"/>
        </w:rPr>
        <w:t>postup výstavby, rozhodující dílčí termíny.</w:t>
      </w:r>
    </w:p>
    <w:p w14:paraId="0510AADD" w14:textId="77777777" w:rsidR="00D755E8" w:rsidRPr="000C1237" w:rsidRDefault="00D755E8" w:rsidP="00D755E8">
      <w:pPr>
        <w:ind w:firstLine="720"/>
      </w:pPr>
      <w:r w:rsidRPr="000C1237">
        <w:lastRenderedPageBreak/>
        <w:t>Postup prací:</w:t>
      </w:r>
    </w:p>
    <w:p w14:paraId="6B77963B" w14:textId="77777777" w:rsidR="00D755E8" w:rsidRPr="00013FBA" w:rsidRDefault="00D755E8" w:rsidP="00D755E8">
      <w:pPr>
        <w:numPr>
          <w:ilvl w:val="0"/>
          <w:numId w:val="4"/>
        </w:numPr>
        <w:spacing w:before="0"/>
        <w:rPr>
          <w:rFonts w:cs="Arial"/>
        </w:rPr>
      </w:pPr>
      <w:r w:rsidRPr="00013FBA">
        <w:rPr>
          <w:rFonts w:cs="Arial"/>
        </w:rPr>
        <w:t>příprava území včetně kácení náletových dřevin</w:t>
      </w:r>
    </w:p>
    <w:p w14:paraId="65CB4D3E" w14:textId="77777777" w:rsidR="00D755E8" w:rsidRPr="00013FBA" w:rsidRDefault="00D755E8" w:rsidP="00D755E8">
      <w:pPr>
        <w:numPr>
          <w:ilvl w:val="0"/>
          <w:numId w:val="4"/>
        </w:numPr>
        <w:spacing w:before="0"/>
        <w:rPr>
          <w:rFonts w:cs="Arial"/>
        </w:rPr>
      </w:pPr>
      <w:r w:rsidRPr="00013FBA">
        <w:rPr>
          <w:rFonts w:cs="Arial"/>
        </w:rPr>
        <w:t>zřízení dopravní objížďky (</w:t>
      </w:r>
      <w:proofErr w:type="spellStart"/>
      <w:r w:rsidRPr="00013FBA">
        <w:rPr>
          <w:rFonts w:cs="Arial"/>
        </w:rPr>
        <w:t>Bohouňovice</w:t>
      </w:r>
      <w:proofErr w:type="spellEnd"/>
      <w:r w:rsidRPr="00013FBA">
        <w:rPr>
          <w:rFonts w:cs="Arial"/>
        </w:rPr>
        <w:t>)</w:t>
      </w:r>
    </w:p>
    <w:p w14:paraId="435F2E72" w14:textId="77777777" w:rsidR="00D755E8" w:rsidRPr="00013FBA" w:rsidRDefault="00D755E8" w:rsidP="00D755E8">
      <w:pPr>
        <w:numPr>
          <w:ilvl w:val="0"/>
          <w:numId w:val="4"/>
        </w:numPr>
        <w:spacing w:before="0"/>
        <w:rPr>
          <w:rFonts w:cs="Arial"/>
        </w:rPr>
      </w:pPr>
      <w:r w:rsidRPr="00013FBA">
        <w:rPr>
          <w:rFonts w:cs="Arial"/>
        </w:rPr>
        <w:t>zřízení zařízení staveniště a příprava staveniště</w:t>
      </w:r>
    </w:p>
    <w:p w14:paraId="3585ACF9" w14:textId="77777777" w:rsidR="00D755E8" w:rsidRPr="00013FBA" w:rsidRDefault="00D755E8" w:rsidP="00D755E8">
      <w:pPr>
        <w:numPr>
          <w:ilvl w:val="0"/>
          <w:numId w:val="4"/>
        </w:numPr>
        <w:spacing w:before="0"/>
        <w:rPr>
          <w:rFonts w:cs="Arial"/>
        </w:rPr>
      </w:pPr>
      <w:r w:rsidRPr="00013FBA">
        <w:rPr>
          <w:rFonts w:cs="Arial"/>
        </w:rPr>
        <w:t xml:space="preserve">zřízení dočasného </w:t>
      </w:r>
      <w:proofErr w:type="spellStart"/>
      <w:r w:rsidRPr="00013FBA">
        <w:rPr>
          <w:rFonts w:cs="Arial"/>
        </w:rPr>
        <w:t>zahrázkování</w:t>
      </w:r>
      <w:proofErr w:type="spellEnd"/>
      <w:r w:rsidRPr="00013FBA">
        <w:rPr>
          <w:rFonts w:cs="Arial"/>
        </w:rPr>
        <w:t xml:space="preserve"> a zatrubnění potoka pod mostem</w:t>
      </w:r>
    </w:p>
    <w:p w14:paraId="644992F6" w14:textId="77777777" w:rsidR="00D755E8" w:rsidRPr="00013FBA" w:rsidRDefault="00D755E8" w:rsidP="00D755E8">
      <w:pPr>
        <w:numPr>
          <w:ilvl w:val="0"/>
          <w:numId w:val="4"/>
        </w:numPr>
        <w:spacing w:before="0"/>
        <w:rPr>
          <w:rFonts w:cs="Arial"/>
        </w:rPr>
      </w:pPr>
      <w:r w:rsidRPr="00013FBA">
        <w:rPr>
          <w:rFonts w:cs="Arial"/>
        </w:rPr>
        <w:t xml:space="preserve">odfrézování vozovkových vrstev na mostě a v předmostích </w:t>
      </w:r>
    </w:p>
    <w:p w14:paraId="7597E4A5" w14:textId="77777777" w:rsidR="00D755E8" w:rsidRPr="00013FBA" w:rsidRDefault="00D755E8" w:rsidP="00D755E8">
      <w:pPr>
        <w:numPr>
          <w:ilvl w:val="0"/>
          <w:numId w:val="4"/>
        </w:numPr>
        <w:spacing w:before="0"/>
        <w:rPr>
          <w:rFonts w:cs="Arial"/>
        </w:rPr>
      </w:pPr>
      <w:r w:rsidRPr="00013FBA">
        <w:rPr>
          <w:rFonts w:cs="Arial"/>
        </w:rPr>
        <w:t>odstranění části plotu na parcele 1283/1</w:t>
      </w:r>
    </w:p>
    <w:p w14:paraId="5F2B82C1" w14:textId="77777777" w:rsidR="00D755E8" w:rsidRPr="00013FBA" w:rsidRDefault="00D755E8" w:rsidP="00D755E8">
      <w:pPr>
        <w:numPr>
          <w:ilvl w:val="0"/>
          <w:numId w:val="4"/>
        </w:numPr>
        <w:spacing w:before="0"/>
        <w:rPr>
          <w:rFonts w:cs="Arial"/>
        </w:rPr>
      </w:pPr>
      <w:r w:rsidRPr="00013FBA">
        <w:rPr>
          <w:rFonts w:cs="Arial"/>
        </w:rPr>
        <w:t xml:space="preserve">demolice stávajícího mostu </w:t>
      </w:r>
    </w:p>
    <w:p w14:paraId="234406D9" w14:textId="77777777" w:rsidR="00D755E8" w:rsidRPr="00013FBA" w:rsidRDefault="00D755E8" w:rsidP="00D755E8">
      <w:pPr>
        <w:numPr>
          <w:ilvl w:val="0"/>
          <w:numId w:val="4"/>
        </w:numPr>
        <w:spacing w:before="0"/>
        <w:rPr>
          <w:rFonts w:cs="Arial"/>
        </w:rPr>
      </w:pPr>
      <w:r w:rsidRPr="00013FBA">
        <w:rPr>
          <w:rFonts w:cs="Arial"/>
        </w:rPr>
        <w:t>provedení výkopových jam pro základy mostu i opěrné zdi</w:t>
      </w:r>
    </w:p>
    <w:p w14:paraId="03C7796B" w14:textId="77777777" w:rsidR="00D755E8" w:rsidRPr="00013FBA" w:rsidRDefault="00D755E8" w:rsidP="00D755E8">
      <w:pPr>
        <w:numPr>
          <w:ilvl w:val="0"/>
          <w:numId w:val="4"/>
        </w:numPr>
        <w:spacing w:before="0"/>
        <w:rPr>
          <w:rFonts w:cs="Arial"/>
        </w:rPr>
      </w:pPr>
      <w:r w:rsidRPr="00013FBA">
        <w:rPr>
          <w:rFonts w:cs="Arial"/>
        </w:rPr>
        <w:t>provedení výkopových prací posunutého silničního příkopu</w:t>
      </w:r>
    </w:p>
    <w:p w14:paraId="1689B565" w14:textId="77777777" w:rsidR="00D755E8" w:rsidRPr="00013FBA" w:rsidRDefault="00D755E8" w:rsidP="00D755E8">
      <w:pPr>
        <w:numPr>
          <w:ilvl w:val="0"/>
          <w:numId w:val="4"/>
        </w:numPr>
        <w:spacing w:before="0"/>
        <w:rPr>
          <w:rFonts w:cs="Arial"/>
        </w:rPr>
      </w:pPr>
      <w:r w:rsidRPr="00013FBA">
        <w:rPr>
          <w:rFonts w:cs="Arial"/>
        </w:rPr>
        <w:t xml:space="preserve">realizace podkladních betonů </w:t>
      </w:r>
    </w:p>
    <w:p w14:paraId="3C00AE05" w14:textId="77777777" w:rsidR="00D755E8" w:rsidRPr="00013FBA" w:rsidRDefault="00D755E8" w:rsidP="00D755E8">
      <w:pPr>
        <w:numPr>
          <w:ilvl w:val="0"/>
          <w:numId w:val="4"/>
        </w:numPr>
        <w:spacing w:before="0"/>
        <w:rPr>
          <w:rFonts w:cs="Arial"/>
        </w:rPr>
      </w:pPr>
      <w:r w:rsidRPr="00013FBA">
        <w:rPr>
          <w:rFonts w:cs="Arial"/>
        </w:rPr>
        <w:t>betonáž základů mostu a opěrné zdi</w:t>
      </w:r>
    </w:p>
    <w:p w14:paraId="0120D6DA" w14:textId="77777777" w:rsidR="00D755E8" w:rsidRPr="00013FBA" w:rsidRDefault="00D755E8" w:rsidP="00D755E8">
      <w:pPr>
        <w:numPr>
          <w:ilvl w:val="0"/>
          <w:numId w:val="4"/>
        </w:numPr>
        <w:spacing w:before="0"/>
        <w:rPr>
          <w:rFonts w:cs="Arial"/>
        </w:rPr>
      </w:pPr>
      <w:r w:rsidRPr="00013FBA">
        <w:rPr>
          <w:rFonts w:cs="Arial"/>
        </w:rPr>
        <w:t xml:space="preserve">betonáž rámové nosné konstrukce mostu (vcelku bez pracovních </w:t>
      </w:r>
      <w:proofErr w:type="spellStart"/>
      <w:r w:rsidRPr="00013FBA">
        <w:rPr>
          <w:rFonts w:cs="Arial"/>
        </w:rPr>
        <w:t>spar</w:t>
      </w:r>
      <w:proofErr w:type="spellEnd"/>
      <w:r w:rsidRPr="00013FBA">
        <w:rPr>
          <w:rFonts w:cs="Arial"/>
        </w:rPr>
        <w:t xml:space="preserve">) </w:t>
      </w:r>
    </w:p>
    <w:p w14:paraId="63DF2549" w14:textId="77777777" w:rsidR="00D755E8" w:rsidRPr="00013FBA" w:rsidRDefault="00D755E8" w:rsidP="00D755E8">
      <w:pPr>
        <w:numPr>
          <w:ilvl w:val="0"/>
          <w:numId w:val="4"/>
        </w:numPr>
        <w:spacing w:before="0"/>
        <w:rPr>
          <w:rFonts w:cs="Arial"/>
        </w:rPr>
      </w:pPr>
      <w:r w:rsidRPr="00013FBA">
        <w:rPr>
          <w:rFonts w:cs="Arial"/>
        </w:rPr>
        <w:t>betonáž dříků opěrné zdi</w:t>
      </w:r>
    </w:p>
    <w:p w14:paraId="02A6554A" w14:textId="77777777" w:rsidR="00D755E8" w:rsidRPr="00013FBA" w:rsidRDefault="00D755E8" w:rsidP="00D755E8">
      <w:pPr>
        <w:numPr>
          <w:ilvl w:val="0"/>
          <w:numId w:val="4"/>
        </w:numPr>
        <w:spacing w:before="0"/>
        <w:rPr>
          <w:rFonts w:cs="Arial"/>
        </w:rPr>
      </w:pPr>
      <w:r w:rsidRPr="00013FBA">
        <w:rPr>
          <w:rFonts w:cs="Arial"/>
        </w:rPr>
        <w:t>betonáž mostních křídel</w:t>
      </w:r>
    </w:p>
    <w:p w14:paraId="4222A8D0" w14:textId="77777777" w:rsidR="00D755E8" w:rsidRPr="00013FBA" w:rsidRDefault="00D755E8" w:rsidP="00D755E8">
      <w:pPr>
        <w:numPr>
          <w:ilvl w:val="0"/>
          <w:numId w:val="4"/>
        </w:numPr>
        <w:spacing w:before="0"/>
        <w:rPr>
          <w:rFonts w:cs="Arial"/>
        </w:rPr>
      </w:pPr>
      <w:r w:rsidRPr="00013FBA">
        <w:rPr>
          <w:rFonts w:cs="Arial"/>
        </w:rPr>
        <w:t>provedení hydroizolace</w:t>
      </w:r>
    </w:p>
    <w:p w14:paraId="46B2FE7E" w14:textId="77777777" w:rsidR="00D755E8" w:rsidRPr="00013FBA" w:rsidRDefault="00D755E8" w:rsidP="00D755E8">
      <w:pPr>
        <w:numPr>
          <w:ilvl w:val="0"/>
          <w:numId w:val="4"/>
        </w:numPr>
        <w:spacing w:before="0"/>
        <w:rPr>
          <w:rFonts w:cs="Arial"/>
        </w:rPr>
      </w:pPr>
      <w:r w:rsidRPr="00013FBA">
        <w:rPr>
          <w:rFonts w:cs="Arial"/>
        </w:rPr>
        <w:t>realizace přechodových oblastí za mostem a zásypu za opěrnou zdí včetně přechodových klínů a drenáží</w:t>
      </w:r>
    </w:p>
    <w:p w14:paraId="5BDA0AD4" w14:textId="77777777" w:rsidR="00D755E8" w:rsidRPr="00013FBA" w:rsidRDefault="00D755E8" w:rsidP="00D755E8">
      <w:pPr>
        <w:numPr>
          <w:ilvl w:val="0"/>
          <w:numId w:val="4"/>
        </w:numPr>
        <w:spacing w:before="0"/>
        <w:rPr>
          <w:rFonts w:cs="Arial"/>
        </w:rPr>
      </w:pPr>
      <w:r w:rsidRPr="00013FBA">
        <w:rPr>
          <w:rFonts w:cs="Arial"/>
        </w:rPr>
        <w:t>realizace násypu levé krajnice za opěrnou zdí</w:t>
      </w:r>
    </w:p>
    <w:p w14:paraId="56DE45CD" w14:textId="77777777" w:rsidR="00D755E8" w:rsidRPr="00013FBA" w:rsidRDefault="00D755E8" w:rsidP="00D755E8">
      <w:pPr>
        <w:numPr>
          <w:ilvl w:val="0"/>
          <w:numId w:val="4"/>
        </w:numPr>
        <w:spacing w:before="0"/>
        <w:rPr>
          <w:rFonts w:cs="Arial"/>
        </w:rPr>
      </w:pPr>
      <w:r w:rsidRPr="00013FBA">
        <w:rPr>
          <w:rFonts w:cs="Arial"/>
        </w:rPr>
        <w:t xml:space="preserve">betonáž říms </w:t>
      </w:r>
    </w:p>
    <w:p w14:paraId="28289AB2" w14:textId="77777777" w:rsidR="00D755E8" w:rsidRPr="00013FBA" w:rsidRDefault="00D755E8" w:rsidP="00D755E8">
      <w:pPr>
        <w:numPr>
          <w:ilvl w:val="0"/>
          <w:numId w:val="4"/>
        </w:numPr>
        <w:spacing w:before="0"/>
        <w:rPr>
          <w:rFonts w:cs="Arial"/>
        </w:rPr>
      </w:pPr>
      <w:r w:rsidRPr="00013FBA">
        <w:rPr>
          <w:rFonts w:cs="Arial"/>
        </w:rPr>
        <w:t>provedení konstrukce vozovky před a za mostem</w:t>
      </w:r>
    </w:p>
    <w:p w14:paraId="38C3749C" w14:textId="77777777" w:rsidR="00D755E8" w:rsidRPr="00013FBA" w:rsidRDefault="00D755E8" w:rsidP="00D755E8">
      <w:pPr>
        <w:numPr>
          <w:ilvl w:val="0"/>
          <w:numId w:val="4"/>
        </w:numPr>
        <w:spacing w:before="0"/>
        <w:rPr>
          <w:rFonts w:cs="Arial"/>
        </w:rPr>
      </w:pPr>
      <w:r w:rsidRPr="00013FBA">
        <w:rPr>
          <w:rFonts w:cs="Arial"/>
        </w:rPr>
        <w:t>provedení vozovkových vrstev na mostě a předmostích</w:t>
      </w:r>
    </w:p>
    <w:p w14:paraId="3D5D4543" w14:textId="77777777" w:rsidR="00D755E8" w:rsidRPr="00013FBA" w:rsidRDefault="00D755E8" w:rsidP="00D755E8">
      <w:pPr>
        <w:numPr>
          <w:ilvl w:val="0"/>
          <w:numId w:val="4"/>
        </w:numPr>
        <w:spacing w:before="0"/>
        <w:rPr>
          <w:rFonts w:cs="Arial"/>
        </w:rPr>
      </w:pPr>
      <w:r w:rsidRPr="00013FBA">
        <w:rPr>
          <w:rFonts w:cs="Arial"/>
        </w:rPr>
        <w:t>osazení zábradlí</w:t>
      </w:r>
    </w:p>
    <w:p w14:paraId="3E36E4D8" w14:textId="77777777" w:rsidR="00D755E8" w:rsidRPr="00013FBA" w:rsidRDefault="00D755E8" w:rsidP="00D755E8">
      <w:pPr>
        <w:numPr>
          <w:ilvl w:val="0"/>
          <w:numId w:val="4"/>
        </w:numPr>
        <w:spacing w:before="0"/>
        <w:rPr>
          <w:rFonts w:cs="Arial"/>
        </w:rPr>
      </w:pPr>
      <w:proofErr w:type="spellStart"/>
      <w:r w:rsidRPr="00013FBA">
        <w:rPr>
          <w:rFonts w:cs="Arial"/>
        </w:rPr>
        <w:t>přídlažby</w:t>
      </w:r>
      <w:proofErr w:type="spellEnd"/>
      <w:r w:rsidRPr="00013FBA">
        <w:rPr>
          <w:rFonts w:cs="Arial"/>
        </w:rPr>
        <w:t xml:space="preserve"> za římsami, skluz </w:t>
      </w:r>
    </w:p>
    <w:p w14:paraId="5AF61393" w14:textId="77777777" w:rsidR="00D755E8" w:rsidRPr="00013FBA" w:rsidRDefault="00D755E8" w:rsidP="00D755E8">
      <w:pPr>
        <w:numPr>
          <w:ilvl w:val="0"/>
          <w:numId w:val="4"/>
        </w:numPr>
        <w:spacing w:before="0"/>
        <w:rPr>
          <w:rFonts w:cs="Arial"/>
        </w:rPr>
      </w:pPr>
      <w:r w:rsidRPr="00013FBA">
        <w:rPr>
          <w:rFonts w:cs="Arial"/>
        </w:rPr>
        <w:t>zpevnění koryta pod mostem a vedle mostu, odstranění zatrubnění potoka</w:t>
      </w:r>
    </w:p>
    <w:p w14:paraId="2D59D7D4" w14:textId="77777777" w:rsidR="00D755E8" w:rsidRDefault="00D755E8" w:rsidP="00D755E8">
      <w:pPr>
        <w:numPr>
          <w:ilvl w:val="0"/>
          <w:numId w:val="4"/>
        </w:numPr>
        <w:spacing w:before="0"/>
        <w:rPr>
          <w:rFonts w:cs="Arial"/>
        </w:rPr>
      </w:pPr>
      <w:r w:rsidRPr="00013FBA">
        <w:rPr>
          <w:rFonts w:cs="Arial"/>
        </w:rPr>
        <w:t>zpevnění silniční příkopy vlevo za mostem</w:t>
      </w:r>
    </w:p>
    <w:p w14:paraId="6AB9A94B" w14:textId="77777777" w:rsidR="00D755E8" w:rsidRPr="00013FBA" w:rsidRDefault="00D755E8" w:rsidP="00D755E8">
      <w:pPr>
        <w:numPr>
          <w:ilvl w:val="0"/>
          <w:numId w:val="4"/>
        </w:numPr>
        <w:spacing w:before="0"/>
        <w:rPr>
          <w:rFonts w:cs="Arial"/>
        </w:rPr>
      </w:pPr>
      <w:r>
        <w:rPr>
          <w:rFonts w:cs="Arial"/>
        </w:rPr>
        <w:t>obnovení odstraněné části plotu na parcele 1283/1</w:t>
      </w:r>
    </w:p>
    <w:p w14:paraId="6FA094CF" w14:textId="77777777" w:rsidR="00D755E8" w:rsidRPr="00013FBA" w:rsidRDefault="00D755E8" w:rsidP="00D755E8">
      <w:pPr>
        <w:numPr>
          <w:ilvl w:val="0"/>
          <w:numId w:val="4"/>
        </w:numPr>
        <w:spacing w:before="0"/>
        <w:rPr>
          <w:rFonts w:cs="Arial"/>
        </w:rPr>
      </w:pPr>
      <w:r w:rsidRPr="00013FBA">
        <w:rPr>
          <w:rFonts w:cs="Arial"/>
        </w:rPr>
        <w:t>obnovení vodorovného a svislého dopravního značení</w:t>
      </w:r>
    </w:p>
    <w:p w14:paraId="7E79BEFC" w14:textId="77777777" w:rsidR="00D755E8" w:rsidRPr="00013FBA" w:rsidRDefault="00D755E8" w:rsidP="00D755E8">
      <w:pPr>
        <w:numPr>
          <w:ilvl w:val="0"/>
          <w:numId w:val="4"/>
        </w:numPr>
        <w:spacing w:before="0"/>
        <w:rPr>
          <w:rFonts w:cs="Arial"/>
        </w:rPr>
      </w:pPr>
      <w:r w:rsidRPr="00013FBA">
        <w:rPr>
          <w:rFonts w:cs="Arial"/>
        </w:rPr>
        <w:t>uvedení mostu do provozu</w:t>
      </w:r>
    </w:p>
    <w:p w14:paraId="1FA0B812" w14:textId="77777777" w:rsidR="00D755E8" w:rsidRPr="00013FBA" w:rsidRDefault="00D755E8" w:rsidP="00D755E8">
      <w:pPr>
        <w:numPr>
          <w:ilvl w:val="0"/>
          <w:numId w:val="4"/>
        </w:numPr>
        <w:spacing w:before="0"/>
        <w:rPr>
          <w:rFonts w:cs="Arial"/>
        </w:rPr>
      </w:pPr>
      <w:r w:rsidRPr="00013FBA">
        <w:rPr>
          <w:rFonts w:cs="Arial"/>
        </w:rPr>
        <w:t>odstranění dopravního značení objížděk</w:t>
      </w:r>
    </w:p>
    <w:p w14:paraId="73C23B04" w14:textId="77777777" w:rsidR="00D755E8" w:rsidRPr="00013FBA" w:rsidRDefault="00D755E8" w:rsidP="00D755E8">
      <w:pPr>
        <w:numPr>
          <w:ilvl w:val="0"/>
          <w:numId w:val="4"/>
        </w:numPr>
        <w:spacing w:before="0"/>
        <w:rPr>
          <w:rFonts w:cs="Arial"/>
        </w:rPr>
      </w:pPr>
      <w:r w:rsidRPr="00013FBA">
        <w:rPr>
          <w:rFonts w:cs="Arial"/>
        </w:rPr>
        <w:t>dokončovací práce, úprava terénu do původního stavu, zatravnění</w:t>
      </w:r>
    </w:p>
    <w:p w14:paraId="0E88CB17" w14:textId="77777777" w:rsidR="00730921" w:rsidRDefault="00730921" w:rsidP="00730921">
      <w:pPr>
        <w:spacing w:before="0"/>
        <w:ind w:left="1208"/>
        <w:rPr>
          <w:rFonts w:cs="Arial"/>
        </w:rPr>
      </w:pPr>
    </w:p>
    <w:p w14:paraId="30E3EE59" w14:textId="77777777" w:rsidR="00730921" w:rsidRDefault="00730921" w:rsidP="00730921">
      <w:bookmarkStart w:id="73" w:name="_Hlk38216029"/>
      <w:r w:rsidRPr="00477C24">
        <w:t xml:space="preserve">Některé výše uvedené činnosti se mohou provádět zároveň nebo v jiném </w:t>
      </w:r>
      <w:proofErr w:type="gramStart"/>
      <w:r w:rsidRPr="00477C24">
        <w:t>pořadí,</w:t>
      </w:r>
      <w:proofErr w:type="gramEnd"/>
      <w:r w:rsidRPr="00477C24">
        <w:t xml:space="preserve"> než zde uvedeném. </w:t>
      </w:r>
    </w:p>
    <w:p w14:paraId="333BA0A1" w14:textId="77777777" w:rsidR="00730921" w:rsidRPr="00477C24" w:rsidRDefault="00730921" w:rsidP="00730921">
      <w:r w:rsidRPr="00477C24">
        <w:t xml:space="preserve">Rozhodující </w:t>
      </w:r>
      <w:r>
        <w:t xml:space="preserve">dílčí </w:t>
      </w:r>
      <w:r w:rsidRPr="00477C24">
        <w:t>termíny budou:</w:t>
      </w:r>
    </w:p>
    <w:p w14:paraId="118E013B" w14:textId="77777777" w:rsidR="00730921" w:rsidRPr="00477C24" w:rsidRDefault="00730921" w:rsidP="00D94E12">
      <w:pPr>
        <w:numPr>
          <w:ilvl w:val="0"/>
          <w:numId w:val="15"/>
        </w:numPr>
        <w:spacing w:before="0"/>
        <w:ind w:left="714" w:hanging="357"/>
      </w:pPr>
      <w:bookmarkStart w:id="74" w:name="_Hlk23930667"/>
      <w:r w:rsidRPr="00477C24">
        <w:t>Demolice starého mostu</w:t>
      </w:r>
    </w:p>
    <w:p w14:paraId="0FD1E584" w14:textId="77777777" w:rsidR="00730921" w:rsidRDefault="00730921" w:rsidP="00D94E12">
      <w:pPr>
        <w:numPr>
          <w:ilvl w:val="0"/>
          <w:numId w:val="15"/>
        </w:numPr>
        <w:spacing w:before="0"/>
        <w:ind w:left="714" w:hanging="357"/>
      </w:pPr>
      <w:r>
        <w:t>Betonáž základů</w:t>
      </w:r>
    </w:p>
    <w:p w14:paraId="025EAB75" w14:textId="011BB0A8" w:rsidR="00730921" w:rsidRPr="00477C24" w:rsidRDefault="00730921" w:rsidP="00D94E12">
      <w:pPr>
        <w:numPr>
          <w:ilvl w:val="0"/>
          <w:numId w:val="15"/>
        </w:numPr>
        <w:spacing w:before="0"/>
        <w:ind w:left="714" w:hanging="357"/>
      </w:pPr>
      <w:r>
        <w:t>Dokončení nosné konstrukce mostu</w:t>
      </w:r>
      <w:r w:rsidR="004E6DD4">
        <w:t xml:space="preserve"> a dříků opěrné zdi</w:t>
      </w:r>
    </w:p>
    <w:p w14:paraId="04E46B51" w14:textId="77777777" w:rsidR="00730921" w:rsidRDefault="00730921" w:rsidP="00D94E12">
      <w:pPr>
        <w:numPr>
          <w:ilvl w:val="0"/>
          <w:numId w:val="15"/>
        </w:numPr>
        <w:spacing w:before="0"/>
        <w:ind w:left="714" w:hanging="357"/>
      </w:pPr>
      <w:r w:rsidRPr="00477C24">
        <w:t>Dokončení stavby</w:t>
      </w:r>
      <w:bookmarkEnd w:id="74"/>
    </w:p>
    <w:p w14:paraId="03A5488A" w14:textId="77777777" w:rsidR="00730921" w:rsidRPr="00730921" w:rsidRDefault="00730921" w:rsidP="00730921">
      <w:pPr>
        <w:numPr>
          <w:ilvl w:val="2"/>
          <w:numId w:val="1"/>
        </w:numPr>
        <w:spacing w:before="240"/>
        <w:outlineLvl w:val="2"/>
        <w:rPr>
          <w:b/>
          <w:sz w:val="24"/>
        </w:rPr>
      </w:pPr>
      <w:bookmarkStart w:id="75" w:name="_Toc24286763"/>
      <w:bookmarkEnd w:id="73"/>
      <w:r w:rsidRPr="00730921">
        <w:rPr>
          <w:b/>
          <w:sz w:val="24"/>
        </w:rPr>
        <w:t>Výkresy</w:t>
      </w:r>
      <w:bookmarkEnd w:id="75"/>
    </w:p>
    <w:p w14:paraId="76DC766D" w14:textId="4CD088DD" w:rsidR="00730921" w:rsidRPr="00730921" w:rsidRDefault="00730921" w:rsidP="00D94E12">
      <w:pPr>
        <w:numPr>
          <w:ilvl w:val="1"/>
          <w:numId w:val="17"/>
        </w:numPr>
        <w:contextualSpacing/>
      </w:pPr>
      <w:r w:rsidRPr="00730921">
        <w:rPr>
          <w:rFonts w:cs="Arial"/>
          <w:color w:val="000000"/>
          <w:shd w:val="clear" w:color="auto" w:fill="FFFFFF"/>
        </w:rPr>
        <w:t>přehledná situace – viz příloha C</w:t>
      </w:r>
      <w:r w:rsidR="00984EC3">
        <w:rPr>
          <w:rFonts w:cs="Arial"/>
          <w:color w:val="000000"/>
          <w:shd w:val="clear" w:color="auto" w:fill="FFFFFF"/>
        </w:rPr>
        <w:t>.</w:t>
      </w:r>
      <w:r w:rsidRPr="00730921">
        <w:rPr>
          <w:rFonts w:cs="Arial"/>
          <w:color w:val="000000"/>
          <w:shd w:val="clear" w:color="auto" w:fill="FFFFFF"/>
        </w:rPr>
        <w:t>1</w:t>
      </w:r>
    </w:p>
    <w:p w14:paraId="02B823F4" w14:textId="771F6AC3" w:rsidR="00730921" w:rsidRPr="00730921" w:rsidRDefault="00730921" w:rsidP="00D94E12">
      <w:pPr>
        <w:numPr>
          <w:ilvl w:val="1"/>
          <w:numId w:val="17"/>
        </w:numPr>
        <w:contextualSpacing/>
      </w:pPr>
      <w:r w:rsidRPr="00730921">
        <w:rPr>
          <w:rFonts w:cs="Arial"/>
          <w:color w:val="000000"/>
          <w:shd w:val="clear" w:color="auto" w:fill="FFFFFF"/>
        </w:rPr>
        <w:t>situace stavby na podkladu koordinační situace – viz příloha C</w:t>
      </w:r>
      <w:r w:rsidR="00984EC3">
        <w:rPr>
          <w:rFonts w:cs="Arial"/>
          <w:color w:val="000000"/>
          <w:shd w:val="clear" w:color="auto" w:fill="FFFFFF"/>
        </w:rPr>
        <w:t>.</w:t>
      </w:r>
      <w:r w:rsidRPr="00730921">
        <w:rPr>
          <w:rFonts w:cs="Arial"/>
          <w:color w:val="000000"/>
          <w:shd w:val="clear" w:color="auto" w:fill="FFFFFF"/>
        </w:rPr>
        <w:t>3</w:t>
      </w:r>
    </w:p>
    <w:p w14:paraId="6D47EE87" w14:textId="77777777" w:rsidR="00730921" w:rsidRPr="00730921" w:rsidRDefault="00730921" w:rsidP="00730921">
      <w:pPr>
        <w:numPr>
          <w:ilvl w:val="2"/>
          <w:numId w:val="1"/>
        </w:numPr>
        <w:spacing w:before="240"/>
        <w:outlineLvl w:val="2"/>
        <w:rPr>
          <w:b/>
          <w:sz w:val="24"/>
        </w:rPr>
      </w:pPr>
      <w:bookmarkStart w:id="76" w:name="_Toc24286764"/>
      <w:r w:rsidRPr="00730921">
        <w:rPr>
          <w:b/>
          <w:sz w:val="24"/>
        </w:rPr>
        <w:t>Harmonogram výstavby</w:t>
      </w:r>
      <w:bookmarkEnd w:id="76"/>
    </w:p>
    <w:p w14:paraId="7B96954C" w14:textId="6271B341" w:rsidR="00730921" w:rsidRDefault="00730921" w:rsidP="00730921">
      <w:r w:rsidRPr="00730921">
        <w:t>Zhotovitel musí před zahájením stavby vypracovat a předat ke schválení stavebníkovi harmonogram výstavby celé stavby.</w:t>
      </w:r>
    </w:p>
    <w:p w14:paraId="5AEA76E0" w14:textId="77777777" w:rsidR="00730921" w:rsidRPr="00730921" w:rsidRDefault="00730921" w:rsidP="00730921">
      <w:pPr>
        <w:numPr>
          <w:ilvl w:val="2"/>
          <w:numId w:val="1"/>
        </w:numPr>
        <w:spacing w:before="240"/>
        <w:outlineLvl w:val="2"/>
        <w:rPr>
          <w:b/>
          <w:sz w:val="24"/>
        </w:rPr>
      </w:pPr>
      <w:bookmarkStart w:id="77" w:name="_Toc24286765"/>
      <w:r w:rsidRPr="00730921">
        <w:rPr>
          <w:b/>
          <w:sz w:val="24"/>
        </w:rPr>
        <w:t>Bilance zemních hmot</w:t>
      </w:r>
      <w:bookmarkEnd w:id="77"/>
    </w:p>
    <w:p w14:paraId="6FDF495C" w14:textId="77777777" w:rsidR="00730921" w:rsidRPr="00730921" w:rsidRDefault="00730921" w:rsidP="00730921">
      <w:pPr>
        <w:rPr>
          <w:sz w:val="8"/>
          <w:szCs w:val="8"/>
        </w:rPr>
      </w:pPr>
    </w:p>
    <w:p w14:paraId="640E5464" w14:textId="23D858CC" w:rsidR="00730921" w:rsidRDefault="00730921" w:rsidP="00730921">
      <w:pPr>
        <w:spacing w:before="0"/>
        <w:jc w:val="left"/>
      </w:pPr>
      <w:r w:rsidRPr="00730921">
        <w:t>Bilance zemních hmot dané stavby bude vyrovnaná.</w:t>
      </w:r>
    </w:p>
    <w:p w14:paraId="0A889A77" w14:textId="77777777" w:rsidR="00597B41" w:rsidRPr="006B2802" w:rsidRDefault="00597B41" w:rsidP="00597B41">
      <w:pPr>
        <w:pStyle w:val="Nadpis2"/>
      </w:pPr>
      <w:bookmarkStart w:id="78" w:name="_Toc54007093"/>
      <w:bookmarkEnd w:id="29"/>
      <w:r w:rsidRPr="006B2802">
        <w:lastRenderedPageBreak/>
        <w:t>Celkové vodohospodářské řešení</w:t>
      </w:r>
      <w:bookmarkEnd w:id="78"/>
    </w:p>
    <w:p w14:paraId="139DC0AE" w14:textId="77777777" w:rsidR="00C50457" w:rsidRPr="001263D6" w:rsidRDefault="00C50457" w:rsidP="00C50457">
      <w:pPr>
        <w:rPr>
          <w:rFonts w:cs="Arial"/>
        </w:rPr>
      </w:pPr>
      <w:r w:rsidRPr="001263D6">
        <w:t xml:space="preserve">Dešťové vody z vozovky silnice a mostu jsou podélným a příčným spádem vozovky odvedeny silničních příkopů. Odvodnění komunikace a mostu se po stavební úpravě mostu nezmění. </w:t>
      </w:r>
      <w:r w:rsidRPr="001263D6">
        <w:rPr>
          <w:rFonts w:cs="Arial"/>
        </w:rPr>
        <w:t xml:space="preserve">Ve srovnání se současným stavem nedojde k negativnímu ovlivnění recipientu </w:t>
      </w:r>
      <w:proofErr w:type="spellStart"/>
      <w:r w:rsidRPr="001263D6">
        <w:rPr>
          <w:rFonts w:cs="Arial"/>
        </w:rPr>
        <w:t>Přestavlckého</w:t>
      </w:r>
      <w:proofErr w:type="spellEnd"/>
      <w:r w:rsidRPr="001263D6">
        <w:rPr>
          <w:rFonts w:cs="Arial"/>
        </w:rPr>
        <w:t xml:space="preserve"> potoka.</w:t>
      </w:r>
    </w:p>
    <w:p w14:paraId="69A99390" w14:textId="77777777" w:rsidR="00597B41" w:rsidRPr="006B2802" w:rsidRDefault="00597B41" w:rsidP="00597B41"/>
    <w:p w14:paraId="2F3AC5AE" w14:textId="77777777" w:rsidR="00922F08" w:rsidRPr="006B2802" w:rsidRDefault="00922F08" w:rsidP="00922F08"/>
    <w:p w14:paraId="345D2C16" w14:textId="797FC301" w:rsidR="008054F0" w:rsidRPr="006B2802" w:rsidRDefault="00277E12" w:rsidP="00495360">
      <w:pPr>
        <w:ind w:left="5760" w:firstLine="720"/>
      </w:pPr>
      <w:r w:rsidRPr="006B2802">
        <w:rPr>
          <w:noProof/>
        </w:rPr>
        <w:drawing>
          <wp:inline distT="0" distB="0" distL="0" distR="0" wp14:anchorId="52603C4C" wp14:editId="50F610A4">
            <wp:extent cx="1343025" cy="4667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3025" cy="466725"/>
                    </a:xfrm>
                    <a:prstGeom prst="rect">
                      <a:avLst/>
                    </a:prstGeom>
                    <a:noFill/>
                  </pic:spPr>
                </pic:pic>
              </a:graphicData>
            </a:graphic>
          </wp:inline>
        </w:drawing>
      </w:r>
    </w:p>
    <w:p w14:paraId="3041C990" w14:textId="7A04DC4C" w:rsidR="00922F08" w:rsidRPr="006B2802" w:rsidRDefault="00C50457" w:rsidP="00922F08">
      <w:r>
        <w:t>Praha</w:t>
      </w:r>
      <w:r w:rsidR="00922F08" w:rsidRPr="006B2802">
        <w:t xml:space="preserve">, </w:t>
      </w:r>
      <w:r w:rsidR="00D755E8">
        <w:t>květen</w:t>
      </w:r>
      <w:r w:rsidR="000C6EC2">
        <w:t xml:space="preserve"> 2021</w:t>
      </w:r>
      <w:r w:rsidR="00922F08" w:rsidRPr="006B2802">
        <w:tab/>
      </w:r>
      <w:r w:rsidR="00922F08" w:rsidRPr="006B2802">
        <w:tab/>
      </w:r>
      <w:r w:rsidR="00922F08" w:rsidRPr="006B2802">
        <w:tab/>
      </w:r>
      <w:r w:rsidR="00922F08" w:rsidRPr="006B2802">
        <w:tab/>
      </w:r>
      <w:r w:rsidR="00922F08" w:rsidRPr="006B2802">
        <w:tab/>
      </w:r>
      <w:r w:rsidR="00922F08" w:rsidRPr="006B2802">
        <w:tab/>
      </w:r>
      <w:r w:rsidR="00922F08" w:rsidRPr="006B2802">
        <w:tab/>
      </w:r>
      <w:r w:rsidR="00730921">
        <w:t xml:space="preserve">     </w:t>
      </w:r>
      <w:r w:rsidR="00922F08" w:rsidRPr="006B2802">
        <w:t xml:space="preserve">Ing. </w:t>
      </w:r>
      <w:r w:rsidR="008054F0" w:rsidRPr="006B2802">
        <w:t>Petr Mojzík</w:t>
      </w:r>
    </w:p>
    <w:p w14:paraId="3E5A62D9" w14:textId="46A20AF5" w:rsidR="006B2802" w:rsidRPr="006B2802" w:rsidRDefault="006B2802" w:rsidP="00922F08">
      <w:r w:rsidRPr="006B2802">
        <w:tab/>
      </w:r>
      <w:r w:rsidRPr="006B2802">
        <w:tab/>
      </w:r>
      <w:r w:rsidRPr="006B2802">
        <w:tab/>
      </w:r>
      <w:r w:rsidRPr="006B2802">
        <w:tab/>
      </w:r>
      <w:r w:rsidRPr="006B2802">
        <w:tab/>
      </w:r>
      <w:r w:rsidRPr="006B2802">
        <w:tab/>
      </w:r>
      <w:r w:rsidRPr="006B2802">
        <w:tab/>
      </w:r>
      <w:r w:rsidRPr="006B2802">
        <w:tab/>
      </w:r>
    </w:p>
    <w:p w14:paraId="2B26FE57" w14:textId="11F80D20" w:rsidR="002822B7" w:rsidRPr="0045629A" w:rsidRDefault="002822B7" w:rsidP="00922F08">
      <w:pPr>
        <w:rPr>
          <w:highlight w:val="cyan"/>
        </w:rPr>
      </w:pPr>
    </w:p>
    <w:p w14:paraId="63508AAB" w14:textId="77777777" w:rsidR="002822B7" w:rsidRPr="0045629A" w:rsidRDefault="002822B7" w:rsidP="00922F08">
      <w:pPr>
        <w:rPr>
          <w:highlight w:val="cyan"/>
        </w:rPr>
      </w:pPr>
    </w:p>
    <w:p w14:paraId="7E4238DB" w14:textId="1526628A" w:rsidR="00FD56AA" w:rsidRPr="00083ABF" w:rsidRDefault="00FD56AA" w:rsidP="002822B7">
      <w:pPr>
        <w:rPr>
          <w:b/>
          <w:bCs/>
          <w:sz w:val="28"/>
          <w:szCs w:val="28"/>
        </w:rPr>
      </w:pPr>
      <w:r w:rsidRPr="00083ABF">
        <w:rPr>
          <w:b/>
          <w:bCs/>
          <w:sz w:val="28"/>
          <w:szCs w:val="28"/>
        </w:rPr>
        <w:t>PŘÍLOHY</w:t>
      </w:r>
    </w:p>
    <w:p w14:paraId="5C526F0E" w14:textId="49022250" w:rsidR="00C34090" w:rsidRDefault="00816345" w:rsidP="00D94E12">
      <w:pPr>
        <w:pStyle w:val="Odstavecseseznamem"/>
        <w:numPr>
          <w:ilvl w:val="0"/>
          <w:numId w:val="15"/>
        </w:numPr>
        <w:rPr>
          <w:b/>
        </w:rPr>
      </w:pPr>
      <w:r w:rsidRPr="00083ABF">
        <w:rPr>
          <w:b/>
        </w:rPr>
        <w:t xml:space="preserve">Příloha </w:t>
      </w:r>
      <w:proofErr w:type="gramStart"/>
      <w:r w:rsidRPr="00083ABF">
        <w:rPr>
          <w:b/>
        </w:rPr>
        <w:t>č.1 :</w:t>
      </w:r>
      <w:proofErr w:type="gramEnd"/>
      <w:r w:rsidRPr="00083ABF">
        <w:rPr>
          <w:b/>
        </w:rPr>
        <w:t xml:space="preserve">  </w:t>
      </w:r>
      <w:r w:rsidR="00277E12" w:rsidRPr="00083ABF">
        <w:rPr>
          <w:b/>
        </w:rPr>
        <w:t>Zá</w:t>
      </w:r>
      <w:r w:rsidR="00C34090">
        <w:rPr>
          <w:b/>
        </w:rPr>
        <w:t>borový elaborát</w:t>
      </w:r>
    </w:p>
    <w:p w14:paraId="2318E990" w14:textId="77777777" w:rsidR="002822B7" w:rsidRPr="0045629A" w:rsidRDefault="002822B7" w:rsidP="002822B7">
      <w:pPr>
        <w:pStyle w:val="Odstavecseseznamem"/>
        <w:rPr>
          <w:b/>
          <w:highlight w:val="cyan"/>
        </w:rPr>
      </w:pPr>
    </w:p>
    <w:p w14:paraId="5084B40B" w14:textId="0DFBEBB5" w:rsidR="00816345" w:rsidRPr="0045629A" w:rsidRDefault="00816345" w:rsidP="00816345">
      <w:pPr>
        <w:rPr>
          <w:b/>
          <w:highlight w:val="cyan"/>
        </w:rPr>
      </w:pPr>
    </w:p>
    <w:p w14:paraId="3819C24E" w14:textId="77777777" w:rsidR="008F242D" w:rsidRPr="0045629A" w:rsidRDefault="008F242D">
      <w:pPr>
        <w:spacing w:before="0"/>
        <w:jc w:val="left"/>
        <w:rPr>
          <w:b/>
          <w:highlight w:val="cyan"/>
        </w:rPr>
        <w:sectPr w:rsidR="008F242D" w:rsidRPr="0045629A" w:rsidSect="00382D46">
          <w:headerReference w:type="default" r:id="rId14"/>
          <w:footerReference w:type="default" r:id="rId15"/>
          <w:type w:val="continuous"/>
          <w:pgSz w:w="11907" w:h="16840" w:code="9"/>
          <w:pgMar w:top="1247" w:right="1021" w:bottom="1134" w:left="1418" w:header="709" w:footer="709" w:gutter="0"/>
          <w:cols w:space="708"/>
          <w:docGrid w:linePitch="326"/>
        </w:sectPr>
      </w:pPr>
    </w:p>
    <w:tbl>
      <w:tblPr>
        <w:tblW w:w="5000" w:type="pct"/>
        <w:tblCellMar>
          <w:left w:w="70" w:type="dxa"/>
          <w:right w:w="70" w:type="dxa"/>
        </w:tblCellMar>
        <w:tblLook w:val="04A0" w:firstRow="1" w:lastRow="0" w:firstColumn="1" w:lastColumn="0" w:noHBand="0" w:noVBand="1"/>
      </w:tblPr>
      <w:tblGrid>
        <w:gridCol w:w="2004"/>
        <w:gridCol w:w="894"/>
        <w:gridCol w:w="1534"/>
        <w:gridCol w:w="851"/>
        <w:gridCol w:w="699"/>
        <w:gridCol w:w="909"/>
        <w:gridCol w:w="2577"/>
      </w:tblGrid>
      <w:tr w:rsidR="005544D4" w:rsidRPr="001263D6" w14:paraId="037CC0AB" w14:textId="77777777" w:rsidTr="005544D4">
        <w:trPr>
          <w:trHeight w:val="420"/>
        </w:trPr>
        <w:tc>
          <w:tcPr>
            <w:tcW w:w="1059" w:type="pct"/>
            <w:tcBorders>
              <w:top w:val="nil"/>
              <w:left w:val="nil"/>
              <w:bottom w:val="nil"/>
              <w:right w:val="nil"/>
            </w:tcBorders>
            <w:shd w:val="clear" w:color="auto" w:fill="auto"/>
            <w:noWrap/>
            <w:vAlign w:val="bottom"/>
            <w:hideMark/>
          </w:tcPr>
          <w:p w14:paraId="41D5A4EC" w14:textId="77777777" w:rsidR="005544D4" w:rsidRPr="001263D6" w:rsidRDefault="005544D4" w:rsidP="005544D4">
            <w:pPr>
              <w:spacing w:before="0"/>
              <w:jc w:val="left"/>
              <w:rPr>
                <w:rFonts w:ascii="Calibri" w:hAnsi="Calibri" w:cs="Calibri"/>
                <w:b/>
                <w:bCs/>
                <w:color w:val="000000"/>
                <w:sz w:val="32"/>
                <w:szCs w:val="32"/>
              </w:rPr>
            </w:pPr>
            <w:bookmarkStart w:id="79" w:name="RANGE!A1:G10"/>
            <w:r w:rsidRPr="001263D6">
              <w:rPr>
                <w:rFonts w:ascii="Calibri" w:hAnsi="Calibri" w:cs="Calibri"/>
                <w:b/>
                <w:bCs/>
                <w:color w:val="000000"/>
                <w:sz w:val="32"/>
                <w:szCs w:val="32"/>
              </w:rPr>
              <w:lastRenderedPageBreak/>
              <w:t>Příloha č.1</w:t>
            </w:r>
            <w:bookmarkEnd w:id="79"/>
          </w:p>
        </w:tc>
        <w:tc>
          <w:tcPr>
            <w:tcW w:w="472" w:type="pct"/>
            <w:tcBorders>
              <w:top w:val="nil"/>
              <w:left w:val="nil"/>
              <w:bottom w:val="nil"/>
              <w:right w:val="nil"/>
            </w:tcBorders>
            <w:shd w:val="clear" w:color="auto" w:fill="auto"/>
            <w:noWrap/>
            <w:vAlign w:val="bottom"/>
            <w:hideMark/>
          </w:tcPr>
          <w:p w14:paraId="3C24D6AA" w14:textId="77777777" w:rsidR="005544D4" w:rsidRPr="001263D6" w:rsidRDefault="005544D4" w:rsidP="005544D4">
            <w:pPr>
              <w:spacing w:before="0"/>
              <w:jc w:val="left"/>
              <w:rPr>
                <w:rFonts w:ascii="Calibri" w:hAnsi="Calibri" w:cs="Calibri"/>
                <w:b/>
                <w:bCs/>
                <w:color w:val="000000"/>
                <w:sz w:val="32"/>
                <w:szCs w:val="32"/>
              </w:rPr>
            </w:pPr>
          </w:p>
        </w:tc>
        <w:tc>
          <w:tcPr>
            <w:tcW w:w="810" w:type="pct"/>
            <w:tcBorders>
              <w:top w:val="nil"/>
              <w:left w:val="nil"/>
              <w:bottom w:val="nil"/>
              <w:right w:val="nil"/>
            </w:tcBorders>
            <w:shd w:val="clear" w:color="auto" w:fill="auto"/>
            <w:noWrap/>
            <w:vAlign w:val="bottom"/>
            <w:hideMark/>
          </w:tcPr>
          <w:p w14:paraId="6C4C04EE" w14:textId="77777777" w:rsidR="005544D4" w:rsidRPr="001263D6" w:rsidRDefault="005544D4" w:rsidP="005544D4">
            <w:pPr>
              <w:spacing w:before="0"/>
              <w:jc w:val="left"/>
              <w:rPr>
                <w:rFonts w:ascii="Times New Roman" w:hAnsi="Times New Roman"/>
              </w:rPr>
            </w:pPr>
          </w:p>
        </w:tc>
        <w:tc>
          <w:tcPr>
            <w:tcW w:w="449" w:type="pct"/>
            <w:tcBorders>
              <w:top w:val="nil"/>
              <w:left w:val="nil"/>
              <w:bottom w:val="nil"/>
              <w:right w:val="nil"/>
            </w:tcBorders>
            <w:shd w:val="clear" w:color="auto" w:fill="auto"/>
            <w:noWrap/>
            <w:vAlign w:val="bottom"/>
            <w:hideMark/>
          </w:tcPr>
          <w:p w14:paraId="3B66221C" w14:textId="77777777" w:rsidR="005544D4" w:rsidRPr="001263D6" w:rsidRDefault="005544D4" w:rsidP="005544D4">
            <w:pPr>
              <w:spacing w:before="0"/>
              <w:jc w:val="left"/>
              <w:rPr>
                <w:rFonts w:ascii="Times New Roman" w:hAnsi="Times New Roman"/>
              </w:rPr>
            </w:pPr>
          </w:p>
        </w:tc>
        <w:tc>
          <w:tcPr>
            <w:tcW w:w="369" w:type="pct"/>
            <w:tcBorders>
              <w:top w:val="nil"/>
              <w:left w:val="nil"/>
              <w:bottom w:val="nil"/>
              <w:right w:val="nil"/>
            </w:tcBorders>
            <w:shd w:val="clear" w:color="auto" w:fill="auto"/>
            <w:noWrap/>
            <w:vAlign w:val="bottom"/>
            <w:hideMark/>
          </w:tcPr>
          <w:p w14:paraId="58376B8E" w14:textId="77777777" w:rsidR="005544D4" w:rsidRPr="001263D6" w:rsidRDefault="005544D4" w:rsidP="005544D4">
            <w:pPr>
              <w:spacing w:before="0"/>
              <w:jc w:val="left"/>
              <w:rPr>
                <w:rFonts w:ascii="Times New Roman" w:hAnsi="Times New Roman"/>
              </w:rPr>
            </w:pPr>
          </w:p>
        </w:tc>
        <w:tc>
          <w:tcPr>
            <w:tcW w:w="480" w:type="pct"/>
            <w:tcBorders>
              <w:top w:val="nil"/>
              <w:left w:val="nil"/>
              <w:bottom w:val="nil"/>
              <w:right w:val="nil"/>
            </w:tcBorders>
            <w:shd w:val="clear" w:color="auto" w:fill="auto"/>
            <w:noWrap/>
            <w:vAlign w:val="bottom"/>
            <w:hideMark/>
          </w:tcPr>
          <w:p w14:paraId="61260931" w14:textId="77777777" w:rsidR="005544D4" w:rsidRPr="001263D6" w:rsidRDefault="005544D4" w:rsidP="005544D4">
            <w:pPr>
              <w:spacing w:before="0"/>
              <w:jc w:val="left"/>
              <w:rPr>
                <w:rFonts w:ascii="Times New Roman" w:hAnsi="Times New Roman"/>
              </w:rPr>
            </w:pPr>
          </w:p>
        </w:tc>
        <w:tc>
          <w:tcPr>
            <w:tcW w:w="1361" w:type="pct"/>
            <w:tcBorders>
              <w:top w:val="nil"/>
              <w:left w:val="nil"/>
              <w:bottom w:val="nil"/>
              <w:right w:val="nil"/>
            </w:tcBorders>
            <w:shd w:val="clear" w:color="auto" w:fill="auto"/>
            <w:noWrap/>
            <w:vAlign w:val="bottom"/>
            <w:hideMark/>
          </w:tcPr>
          <w:p w14:paraId="0B3B7824" w14:textId="77777777" w:rsidR="005544D4" w:rsidRPr="001263D6" w:rsidRDefault="005544D4" w:rsidP="005544D4">
            <w:pPr>
              <w:spacing w:before="0"/>
              <w:jc w:val="left"/>
              <w:rPr>
                <w:rFonts w:ascii="Times New Roman" w:hAnsi="Times New Roman"/>
              </w:rPr>
            </w:pPr>
          </w:p>
        </w:tc>
      </w:tr>
      <w:tr w:rsidR="005544D4" w:rsidRPr="001263D6" w14:paraId="2CD0B586" w14:textId="77777777" w:rsidTr="005544D4">
        <w:trPr>
          <w:trHeight w:val="420"/>
        </w:trPr>
        <w:tc>
          <w:tcPr>
            <w:tcW w:w="1531" w:type="pct"/>
            <w:gridSpan w:val="2"/>
            <w:tcBorders>
              <w:top w:val="nil"/>
              <w:left w:val="nil"/>
              <w:bottom w:val="nil"/>
              <w:right w:val="nil"/>
            </w:tcBorders>
            <w:shd w:val="clear" w:color="auto" w:fill="auto"/>
            <w:noWrap/>
            <w:vAlign w:val="bottom"/>
            <w:hideMark/>
          </w:tcPr>
          <w:p w14:paraId="63F80D73" w14:textId="77777777" w:rsidR="005544D4" w:rsidRPr="001263D6" w:rsidRDefault="005544D4" w:rsidP="005544D4">
            <w:pPr>
              <w:spacing w:before="0"/>
              <w:jc w:val="left"/>
              <w:rPr>
                <w:rFonts w:ascii="Calibri" w:hAnsi="Calibri" w:cs="Calibri"/>
                <w:b/>
                <w:bCs/>
                <w:color w:val="000000"/>
                <w:sz w:val="32"/>
                <w:szCs w:val="32"/>
              </w:rPr>
            </w:pPr>
            <w:r w:rsidRPr="001263D6">
              <w:rPr>
                <w:rFonts w:ascii="Calibri" w:hAnsi="Calibri" w:cs="Calibri"/>
                <w:b/>
                <w:bCs/>
                <w:color w:val="000000"/>
                <w:sz w:val="32"/>
                <w:szCs w:val="32"/>
              </w:rPr>
              <w:t>Záborový elaborát</w:t>
            </w:r>
          </w:p>
        </w:tc>
        <w:tc>
          <w:tcPr>
            <w:tcW w:w="810" w:type="pct"/>
            <w:tcBorders>
              <w:top w:val="nil"/>
              <w:left w:val="nil"/>
              <w:bottom w:val="nil"/>
              <w:right w:val="nil"/>
            </w:tcBorders>
            <w:shd w:val="clear" w:color="auto" w:fill="auto"/>
            <w:noWrap/>
            <w:vAlign w:val="bottom"/>
            <w:hideMark/>
          </w:tcPr>
          <w:p w14:paraId="3E28F0DC" w14:textId="77777777" w:rsidR="005544D4" w:rsidRPr="001263D6" w:rsidRDefault="005544D4" w:rsidP="005544D4">
            <w:pPr>
              <w:spacing w:before="0"/>
              <w:jc w:val="left"/>
              <w:rPr>
                <w:rFonts w:ascii="Calibri" w:hAnsi="Calibri" w:cs="Calibri"/>
                <w:b/>
                <w:bCs/>
                <w:color w:val="000000"/>
                <w:sz w:val="32"/>
                <w:szCs w:val="32"/>
              </w:rPr>
            </w:pPr>
          </w:p>
        </w:tc>
        <w:tc>
          <w:tcPr>
            <w:tcW w:w="449" w:type="pct"/>
            <w:tcBorders>
              <w:top w:val="nil"/>
              <w:left w:val="nil"/>
              <w:bottom w:val="nil"/>
              <w:right w:val="nil"/>
            </w:tcBorders>
            <w:shd w:val="clear" w:color="auto" w:fill="auto"/>
            <w:noWrap/>
            <w:vAlign w:val="bottom"/>
            <w:hideMark/>
          </w:tcPr>
          <w:p w14:paraId="43ACF9F8" w14:textId="77777777" w:rsidR="005544D4" w:rsidRPr="001263D6" w:rsidRDefault="005544D4" w:rsidP="005544D4">
            <w:pPr>
              <w:spacing w:before="0"/>
              <w:jc w:val="left"/>
              <w:rPr>
                <w:rFonts w:ascii="Times New Roman" w:hAnsi="Times New Roman"/>
              </w:rPr>
            </w:pPr>
          </w:p>
        </w:tc>
        <w:tc>
          <w:tcPr>
            <w:tcW w:w="369" w:type="pct"/>
            <w:tcBorders>
              <w:top w:val="nil"/>
              <w:left w:val="nil"/>
              <w:bottom w:val="nil"/>
              <w:right w:val="nil"/>
            </w:tcBorders>
            <w:shd w:val="clear" w:color="auto" w:fill="auto"/>
            <w:noWrap/>
            <w:vAlign w:val="bottom"/>
            <w:hideMark/>
          </w:tcPr>
          <w:p w14:paraId="5DFE74F6" w14:textId="77777777" w:rsidR="005544D4" w:rsidRPr="001263D6" w:rsidRDefault="005544D4" w:rsidP="005544D4">
            <w:pPr>
              <w:spacing w:before="0"/>
              <w:jc w:val="left"/>
              <w:rPr>
                <w:rFonts w:ascii="Times New Roman" w:hAnsi="Times New Roman"/>
              </w:rPr>
            </w:pPr>
          </w:p>
        </w:tc>
        <w:tc>
          <w:tcPr>
            <w:tcW w:w="480" w:type="pct"/>
            <w:tcBorders>
              <w:top w:val="nil"/>
              <w:left w:val="nil"/>
              <w:bottom w:val="nil"/>
              <w:right w:val="nil"/>
            </w:tcBorders>
            <w:shd w:val="clear" w:color="auto" w:fill="auto"/>
            <w:noWrap/>
            <w:vAlign w:val="bottom"/>
            <w:hideMark/>
          </w:tcPr>
          <w:p w14:paraId="05D9E15B" w14:textId="77777777" w:rsidR="005544D4" w:rsidRPr="001263D6" w:rsidRDefault="005544D4" w:rsidP="005544D4">
            <w:pPr>
              <w:spacing w:before="0"/>
              <w:jc w:val="left"/>
              <w:rPr>
                <w:rFonts w:ascii="Times New Roman" w:hAnsi="Times New Roman"/>
              </w:rPr>
            </w:pPr>
          </w:p>
        </w:tc>
        <w:tc>
          <w:tcPr>
            <w:tcW w:w="1361" w:type="pct"/>
            <w:tcBorders>
              <w:top w:val="nil"/>
              <w:left w:val="nil"/>
              <w:bottom w:val="nil"/>
              <w:right w:val="nil"/>
            </w:tcBorders>
            <w:shd w:val="clear" w:color="auto" w:fill="auto"/>
            <w:noWrap/>
            <w:vAlign w:val="bottom"/>
            <w:hideMark/>
          </w:tcPr>
          <w:p w14:paraId="12A70753" w14:textId="77777777" w:rsidR="005544D4" w:rsidRPr="001263D6" w:rsidRDefault="005544D4" w:rsidP="005544D4">
            <w:pPr>
              <w:spacing w:before="0"/>
              <w:jc w:val="left"/>
              <w:rPr>
                <w:rFonts w:ascii="Times New Roman" w:hAnsi="Times New Roman"/>
              </w:rPr>
            </w:pPr>
          </w:p>
        </w:tc>
      </w:tr>
      <w:tr w:rsidR="005544D4" w:rsidRPr="001263D6" w14:paraId="26FC0515" w14:textId="77777777" w:rsidTr="005544D4">
        <w:trPr>
          <w:trHeight w:val="300"/>
        </w:trPr>
        <w:tc>
          <w:tcPr>
            <w:tcW w:w="1059" w:type="pct"/>
            <w:tcBorders>
              <w:top w:val="nil"/>
              <w:left w:val="nil"/>
              <w:bottom w:val="nil"/>
              <w:right w:val="nil"/>
            </w:tcBorders>
            <w:shd w:val="clear" w:color="auto" w:fill="auto"/>
            <w:noWrap/>
            <w:vAlign w:val="bottom"/>
            <w:hideMark/>
          </w:tcPr>
          <w:p w14:paraId="5DD09C43" w14:textId="77777777" w:rsidR="005544D4" w:rsidRPr="001263D6" w:rsidRDefault="005544D4" w:rsidP="005544D4">
            <w:pPr>
              <w:spacing w:before="0"/>
              <w:jc w:val="left"/>
              <w:rPr>
                <w:rFonts w:ascii="Times New Roman" w:hAnsi="Times New Roman"/>
              </w:rPr>
            </w:pPr>
          </w:p>
        </w:tc>
        <w:tc>
          <w:tcPr>
            <w:tcW w:w="472" w:type="pct"/>
            <w:tcBorders>
              <w:top w:val="nil"/>
              <w:left w:val="nil"/>
              <w:bottom w:val="nil"/>
              <w:right w:val="nil"/>
            </w:tcBorders>
            <w:shd w:val="clear" w:color="auto" w:fill="auto"/>
            <w:noWrap/>
            <w:vAlign w:val="bottom"/>
            <w:hideMark/>
          </w:tcPr>
          <w:p w14:paraId="2707943A" w14:textId="77777777" w:rsidR="005544D4" w:rsidRPr="001263D6" w:rsidRDefault="005544D4" w:rsidP="005544D4">
            <w:pPr>
              <w:spacing w:before="0"/>
              <w:jc w:val="left"/>
              <w:rPr>
                <w:rFonts w:ascii="Times New Roman" w:hAnsi="Times New Roman"/>
              </w:rPr>
            </w:pPr>
          </w:p>
        </w:tc>
        <w:tc>
          <w:tcPr>
            <w:tcW w:w="810" w:type="pct"/>
            <w:tcBorders>
              <w:top w:val="nil"/>
              <w:left w:val="nil"/>
              <w:bottom w:val="nil"/>
              <w:right w:val="nil"/>
            </w:tcBorders>
            <w:shd w:val="clear" w:color="auto" w:fill="auto"/>
            <w:noWrap/>
            <w:vAlign w:val="bottom"/>
            <w:hideMark/>
          </w:tcPr>
          <w:p w14:paraId="68CE3F66" w14:textId="77777777" w:rsidR="005544D4" w:rsidRPr="001263D6" w:rsidRDefault="005544D4" w:rsidP="005544D4">
            <w:pPr>
              <w:spacing w:before="0"/>
              <w:jc w:val="left"/>
              <w:rPr>
                <w:rFonts w:ascii="Times New Roman" w:hAnsi="Times New Roman"/>
              </w:rPr>
            </w:pPr>
          </w:p>
        </w:tc>
        <w:tc>
          <w:tcPr>
            <w:tcW w:w="449" w:type="pct"/>
            <w:tcBorders>
              <w:top w:val="nil"/>
              <w:left w:val="nil"/>
              <w:bottom w:val="nil"/>
              <w:right w:val="nil"/>
            </w:tcBorders>
            <w:shd w:val="clear" w:color="auto" w:fill="auto"/>
            <w:noWrap/>
            <w:vAlign w:val="bottom"/>
            <w:hideMark/>
          </w:tcPr>
          <w:p w14:paraId="4B630D16" w14:textId="77777777" w:rsidR="005544D4" w:rsidRPr="001263D6" w:rsidRDefault="005544D4" w:rsidP="005544D4">
            <w:pPr>
              <w:spacing w:before="0"/>
              <w:jc w:val="left"/>
              <w:rPr>
                <w:rFonts w:ascii="Times New Roman" w:hAnsi="Times New Roman"/>
              </w:rPr>
            </w:pPr>
          </w:p>
        </w:tc>
        <w:tc>
          <w:tcPr>
            <w:tcW w:w="369" w:type="pct"/>
            <w:tcBorders>
              <w:top w:val="nil"/>
              <w:left w:val="nil"/>
              <w:bottom w:val="nil"/>
              <w:right w:val="nil"/>
            </w:tcBorders>
            <w:shd w:val="clear" w:color="auto" w:fill="auto"/>
            <w:noWrap/>
            <w:vAlign w:val="bottom"/>
            <w:hideMark/>
          </w:tcPr>
          <w:p w14:paraId="31F9E773" w14:textId="77777777" w:rsidR="005544D4" w:rsidRPr="001263D6" w:rsidRDefault="005544D4" w:rsidP="005544D4">
            <w:pPr>
              <w:spacing w:before="0"/>
              <w:jc w:val="left"/>
              <w:rPr>
                <w:rFonts w:ascii="Times New Roman" w:hAnsi="Times New Roman"/>
              </w:rPr>
            </w:pPr>
          </w:p>
        </w:tc>
        <w:tc>
          <w:tcPr>
            <w:tcW w:w="480" w:type="pct"/>
            <w:tcBorders>
              <w:top w:val="nil"/>
              <w:left w:val="nil"/>
              <w:bottom w:val="nil"/>
              <w:right w:val="nil"/>
            </w:tcBorders>
            <w:shd w:val="clear" w:color="auto" w:fill="auto"/>
            <w:noWrap/>
            <w:vAlign w:val="bottom"/>
            <w:hideMark/>
          </w:tcPr>
          <w:p w14:paraId="5B30F42D" w14:textId="77777777" w:rsidR="005544D4" w:rsidRPr="001263D6" w:rsidRDefault="005544D4" w:rsidP="005544D4">
            <w:pPr>
              <w:spacing w:before="0"/>
              <w:jc w:val="left"/>
              <w:rPr>
                <w:rFonts w:ascii="Times New Roman" w:hAnsi="Times New Roman"/>
              </w:rPr>
            </w:pPr>
          </w:p>
        </w:tc>
        <w:tc>
          <w:tcPr>
            <w:tcW w:w="1361" w:type="pct"/>
            <w:tcBorders>
              <w:top w:val="nil"/>
              <w:left w:val="nil"/>
              <w:bottom w:val="nil"/>
              <w:right w:val="nil"/>
            </w:tcBorders>
            <w:shd w:val="clear" w:color="auto" w:fill="auto"/>
            <w:noWrap/>
            <w:vAlign w:val="bottom"/>
            <w:hideMark/>
          </w:tcPr>
          <w:p w14:paraId="0014548B" w14:textId="77777777" w:rsidR="005544D4" w:rsidRPr="001263D6" w:rsidRDefault="005544D4" w:rsidP="005544D4">
            <w:pPr>
              <w:spacing w:before="0"/>
              <w:jc w:val="left"/>
              <w:rPr>
                <w:rFonts w:ascii="Times New Roman" w:hAnsi="Times New Roman"/>
              </w:rPr>
            </w:pPr>
          </w:p>
        </w:tc>
      </w:tr>
      <w:tr w:rsidR="005544D4" w:rsidRPr="001263D6" w14:paraId="2C976ABC" w14:textId="77777777" w:rsidTr="005544D4">
        <w:trPr>
          <w:trHeight w:val="930"/>
        </w:trPr>
        <w:tc>
          <w:tcPr>
            <w:tcW w:w="1059" w:type="pct"/>
            <w:tcBorders>
              <w:top w:val="single" w:sz="4" w:space="0" w:color="auto"/>
              <w:left w:val="single" w:sz="4" w:space="0" w:color="auto"/>
              <w:bottom w:val="single" w:sz="4" w:space="0" w:color="auto"/>
              <w:right w:val="single" w:sz="4" w:space="0" w:color="auto"/>
            </w:tcBorders>
            <w:shd w:val="clear" w:color="auto" w:fill="auto"/>
            <w:noWrap/>
            <w:hideMark/>
          </w:tcPr>
          <w:p w14:paraId="2D5BAD08" w14:textId="77777777" w:rsidR="005544D4" w:rsidRPr="001263D6" w:rsidRDefault="005544D4" w:rsidP="005544D4">
            <w:pPr>
              <w:spacing w:before="0"/>
              <w:jc w:val="left"/>
              <w:rPr>
                <w:rFonts w:ascii="Calibri" w:hAnsi="Calibri" w:cs="Calibri"/>
                <w:b/>
                <w:bCs/>
                <w:color w:val="000000"/>
                <w:sz w:val="22"/>
                <w:szCs w:val="22"/>
              </w:rPr>
            </w:pPr>
            <w:r w:rsidRPr="001263D6">
              <w:rPr>
                <w:rFonts w:ascii="Calibri" w:hAnsi="Calibri" w:cs="Calibri"/>
                <w:b/>
                <w:bCs/>
                <w:color w:val="000000"/>
                <w:sz w:val="22"/>
                <w:szCs w:val="22"/>
              </w:rPr>
              <w:t>Katastrální území</w:t>
            </w:r>
          </w:p>
        </w:tc>
        <w:tc>
          <w:tcPr>
            <w:tcW w:w="472" w:type="pct"/>
            <w:tcBorders>
              <w:top w:val="single" w:sz="4" w:space="0" w:color="auto"/>
              <w:left w:val="nil"/>
              <w:bottom w:val="single" w:sz="4" w:space="0" w:color="auto"/>
              <w:right w:val="single" w:sz="4" w:space="0" w:color="auto"/>
            </w:tcBorders>
            <w:shd w:val="clear" w:color="auto" w:fill="auto"/>
            <w:noWrap/>
            <w:hideMark/>
          </w:tcPr>
          <w:p w14:paraId="3109C813" w14:textId="77777777" w:rsidR="005544D4" w:rsidRPr="001263D6" w:rsidRDefault="005544D4" w:rsidP="005544D4">
            <w:pPr>
              <w:spacing w:before="0"/>
              <w:jc w:val="left"/>
              <w:rPr>
                <w:rFonts w:ascii="Calibri" w:hAnsi="Calibri" w:cs="Calibri"/>
                <w:b/>
                <w:bCs/>
                <w:color w:val="000000"/>
                <w:sz w:val="22"/>
                <w:szCs w:val="22"/>
              </w:rPr>
            </w:pPr>
            <w:proofErr w:type="spellStart"/>
            <w:r w:rsidRPr="001263D6">
              <w:rPr>
                <w:rFonts w:ascii="Calibri" w:hAnsi="Calibri" w:cs="Calibri"/>
                <w:b/>
                <w:bCs/>
                <w:color w:val="000000"/>
                <w:sz w:val="22"/>
                <w:szCs w:val="22"/>
              </w:rPr>
              <w:t>Parc</w:t>
            </w:r>
            <w:proofErr w:type="spellEnd"/>
            <w:r w:rsidRPr="001263D6">
              <w:rPr>
                <w:rFonts w:ascii="Calibri" w:hAnsi="Calibri" w:cs="Calibri"/>
                <w:b/>
                <w:bCs/>
                <w:color w:val="000000"/>
                <w:sz w:val="22"/>
                <w:szCs w:val="22"/>
              </w:rPr>
              <w:t xml:space="preserve">. č. </w:t>
            </w:r>
          </w:p>
        </w:tc>
        <w:tc>
          <w:tcPr>
            <w:tcW w:w="810" w:type="pct"/>
            <w:tcBorders>
              <w:top w:val="single" w:sz="4" w:space="0" w:color="auto"/>
              <w:left w:val="nil"/>
              <w:bottom w:val="single" w:sz="4" w:space="0" w:color="auto"/>
              <w:right w:val="single" w:sz="4" w:space="0" w:color="auto"/>
            </w:tcBorders>
            <w:shd w:val="clear" w:color="auto" w:fill="auto"/>
            <w:noWrap/>
            <w:hideMark/>
          </w:tcPr>
          <w:p w14:paraId="5F4D5545" w14:textId="77777777" w:rsidR="005544D4" w:rsidRPr="001263D6" w:rsidRDefault="005544D4" w:rsidP="005544D4">
            <w:pPr>
              <w:spacing w:before="0"/>
              <w:jc w:val="left"/>
              <w:rPr>
                <w:rFonts w:ascii="Calibri" w:hAnsi="Calibri" w:cs="Calibri"/>
                <w:b/>
                <w:bCs/>
                <w:color w:val="000000"/>
                <w:sz w:val="22"/>
                <w:szCs w:val="22"/>
              </w:rPr>
            </w:pPr>
            <w:r w:rsidRPr="001263D6">
              <w:rPr>
                <w:rFonts w:ascii="Calibri" w:hAnsi="Calibri" w:cs="Calibri"/>
                <w:b/>
                <w:bCs/>
                <w:color w:val="000000"/>
                <w:sz w:val="22"/>
                <w:szCs w:val="22"/>
              </w:rPr>
              <w:t>Druh pozemku</w:t>
            </w:r>
          </w:p>
        </w:tc>
        <w:tc>
          <w:tcPr>
            <w:tcW w:w="449" w:type="pct"/>
            <w:tcBorders>
              <w:top w:val="single" w:sz="4" w:space="0" w:color="auto"/>
              <w:left w:val="nil"/>
              <w:bottom w:val="single" w:sz="4" w:space="0" w:color="auto"/>
              <w:right w:val="single" w:sz="4" w:space="0" w:color="auto"/>
            </w:tcBorders>
            <w:shd w:val="clear" w:color="auto" w:fill="auto"/>
            <w:hideMark/>
          </w:tcPr>
          <w:p w14:paraId="34CD2623" w14:textId="77777777" w:rsidR="005544D4" w:rsidRPr="001263D6" w:rsidRDefault="005544D4" w:rsidP="005544D4">
            <w:pPr>
              <w:spacing w:before="0"/>
              <w:jc w:val="left"/>
              <w:rPr>
                <w:rFonts w:ascii="Calibri" w:hAnsi="Calibri" w:cs="Calibri"/>
                <w:b/>
                <w:bCs/>
                <w:color w:val="000000"/>
                <w:sz w:val="22"/>
                <w:szCs w:val="22"/>
              </w:rPr>
            </w:pPr>
            <w:r w:rsidRPr="001263D6">
              <w:rPr>
                <w:rFonts w:ascii="Calibri" w:hAnsi="Calibri" w:cs="Calibri"/>
                <w:b/>
                <w:bCs/>
                <w:color w:val="000000"/>
                <w:sz w:val="22"/>
                <w:szCs w:val="22"/>
              </w:rPr>
              <w:t>Výměra (m2)</w:t>
            </w:r>
          </w:p>
        </w:tc>
        <w:tc>
          <w:tcPr>
            <w:tcW w:w="369" w:type="pct"/>
            <w:tcBorders>
              <w:top w:val="single" w:sz="4" w:space="0" w:color="auto"/>
              <w:left w:val="nil"/>
              <w:bottom w:val="single" w:sz="4" w:space="0" w:color="auto"/>
              <w:right w:val="single" w:sz="4" w:space="0" w:color="auto"/>
            </w:tcBorders>
            <w:shd w:val="clear" w:color="auto" w:fill="auto"/>
            <w:hideMark/>
          </w:tcPr>
          <w:p w14:paraId="3D3CE009" w14:textId="77777777" w:rsidR="005544D4" w:rsidRPr="001263D6" w:rsidRDefault="005544D4" w:rsidP="005544D4">
            <w:pPr>
              <w:spacing w:before="0"/>
              <w:jc w:val="left"/>
              <w:rPr>
                <w:rFonts w:ascii="Calibri" w:hAnsi="Calibri" w:cs="Calibri"/>
                <w:b/>
                <w:bCs/>
                <w:color w:val="000000"/>
                <w:sz w:val="22"/>
                <w:szCs w:val="22"/>
              </w:rPr>
            </w:pPr>
            <w:proofErr w:type="gramStart"/>
            <w:r w:rsidRPr="001263D6">
              <w:rPr>
                <w:rFonts w:ascii="Calibri" w:hAnsi="Calibri" w:cs="Calibri"/>
                <w:b/>
                <w:bCs/>
                <w:color w:val="000000"/>
                <w:sz w:val="22"/>
                <w:szCs w:val="22"/>
              </w:rPr>
              <w:t>Trvalý  zábor</w:t>
            </w:r>
            <w:proofErr w:type="gramEnd"/>
            <w:r w:rsidRPr="001263D6">
              <w:rPr>
                <w:rFonts w:ascii="Calibri" w:hAnsi="Calibri" w:cs="Calibri"/>
                <w:b/>
                <w:bCs/>
                <w:color w:val="000000"/>
                <w:sz w:val="22"/>
                <w:szCs w:val="22"/>
              </w:rPr>
              <w:t xml:space="preserve"> </w:t>
            </w:r>
            <w:r w:rsidRPr="001263D6">
              <w:rPr>
                <w:rFonts w:ascii="Calibri" w:hAnsi="Calibri" w:cs="Calibri"/>
                <w:b/>
                <w:bCs/>
                <w:color w:val="000000"/>
                <w:sz w:val="22"/>
                <w:szCs w:val="22"/>
              </w:rPr>
              <w:br/>
              <w:t xml:space="preserve"> (m2)</w:t>
            </w:r>
          </w:p>
        </w:tc>
        <w:tc>
          <w:tcPr>
            <w:tcW w:w="480" w:type="pct"/>
            <w:tcBorders>
              <w:top w:val="single" w:sz="4" w:space="0" w:color="auto"/>
              <w:left w:val="nil"/>
              <w:bottom w:val="single" w:sz="4" w:space="0" w:color="auto"/>
              <w:right w:val="single" w:sz="4" w:space="0" w:color="auto"/>
            </w:tcBorders>
            <w:shd w:val="clear" w:color="auto" w:fill="auto"/>
            <w:hideMark/>
          </w:tcPr>
          <w:p w14:paraId="636B9282" w14:textId="77777777" w:rsidR="005544D4" w:rsidRPr="001263D6" w:rsidRDefault="005544D4" w:rsidP="005544D4">
            <w:pPr>
              <w:spacing w:before="0"/>
              <w:jc w:val="left"/>
              <w:rPr>
                <w:rFonts w:ascii="Calibri" w:hAnsi="Calibri" w:cs="Calibri"/>
                <w:b/>
                <w:bCs/>
                <w:color w:val="000000"/>
                <w:sz w:val="22"/>
                <w:szCs w:val="22"/>
              </w:rPr>
            </w:pPr>
            <w:proofErr w:type="gramStart"/>
            <w:r w:rsidRPr="001263D6">
              <w:rPr>
                <w:rFonts w:ascii="Calibri" w:hAnsi="Calibri" w:cs="Calibri"/>
                <w:b/>
                <w:bCs/>
                <w:color w:val="000000"/>
                <w:sz w:val="22"/>
                <w:szCs w:val="22"/>
              </w:rPr>
              <w:t>Dočasný  zábor</w:t>
            </w:r>
            <w:proofErr w:type="gramEnd"/>
            <w:r w:rsidRPr="001263D6">
              <w:rPr>
                <w:rFonts w:ascii="Calibri" w:hAnsi="Calibri" w:cs="Calibri"/>
                <w:b/>
                <w:bCs/>
                <w:color w:val="000000"/>
                <w:sz w:val="22"/>
                <w:szCs w:val="22"/>
              </w:rPr>
              <w:t xml:space="preserve"> </w:t>
            </w:r>
            <w:r w:rsidRPr="001263D6">
              <w:rPr>
                <w:rFonts w:ascii="Calibri" w:hAnsi="Calibri" w:cs="Calibri"/>
                <w:b/>
                <w:bCs/>
                <w:color w:val="000000"/>
                <w:sz w:val="22"/>
                <w:szCs w:val="22"/>
              </w:rPr>
              <w:br/>
              <w:t xml:space="preserve"> (m2)</w:t>
            </w:r>
          </w:p>
        </w:tc>
        <w:tc>
          <w:tcPr>
            <w:tcW w:w="1361" w:type="pct"/>
            <w:tcBorders>
              <w:top w:val="single" w:sz="4" w:space="0" w:color="auto"/>
              <w:left w:val="nil"/>
              <w:bottom w:val="single" w:sz="4" w:space="0" w:color="auto"/>
              <w:right w:val="single" w:sz="4" w:space="0" w:color="auto"/>
            </w:tcBorders>
            <w:shd w:val="clear" w:color="auto" w:fill="auto"/>
            <w:noWrap/>
            <w:hideMark/>
          </w:tcPr>
          <w:p w14:paraId="30E06BE1" w14:textId="77777777" w:rsidR="005544D4" w:rsidRPr="001263D6" w:rsidRDefault="005544D4" w:rsidP="005544D4">
            <w:pPr>
              <w:spacing w:before="0"/>
              <w:jc w:val="left"/>
              <w:rPr>
                <w:rFonts w:ascii="Calibri" w:hAnsi="Calibri" w:cs="Calibri"/>
                <w:b/>
                <w:bCs/>
                <w:color w:val="000000"/>
                <w:sz w:val="22"/>
                <w:szCs w:val="22"/>
              </w:rPr>
            </w:pPr>
            <w:r w:rsidRPr="001263D6">
              <w:rPr>
                <w:rFonts w:ascii="Calibri" w:hAnsi="Calibri" w:cs="Calibri"/>
                <w:b/>
                <w:bCs/>
                <w:color w:val="000000"/>
                <w:sz w:val="22"/>
                <w:szCs w:val="22"/>
              </w:rPr>
              <w:t>Vlastník, jiný oprávněný</w:t>
            </w:r>
          </w:p>
        </w:tc>
      </w:tr>
      <w:tr w:rsidR="005544D4" w:rsidRPr="001263D6" w14:paraId="70AD1C02" w14:textId="77777777" w:rsidTr="005544D4">
        <w:trPr>
          <w:trHeight w:val="645"/>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47E67986"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6FD0F19A"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1283/1</w:t>
            </w:r>
          </w:p>
        </w:tc>
        <w:tc>
          <w:tcPr>
            <w:tcW w:w="810" w:type="pct"/>
            <w:tcBorders>
              <w:top w:val="nil"/>
              <w:left w:val="nil"/>
              <w:bottom w:val="single" w:sz="4" w:space="0" w:color="auto"/>
              <w:right w:val="single" w:sz="4" w:space="0" w:color="auto"/>
            </w:tcBorders>
            <w:shd w:val="clear" w:color="auto" w:fill="auto"/>
            <w:vAlign w:val="center"/>
            <w:hideMark/>
          </w:tcPr>
          <w:p w14:paraId="3DD19EAD"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ostatní plocha</w:t>
            </w:r>
          </w:p>
        </w:tc>
        <w:tc>
          <w:tcPr>
            <w:tcW w:w="449" w:type="pct"/>
            <w:tcBorders>
              <w:top w:val="nil"/>
              <w:left w:val="nil"/>
              <w:bottom w:val="single" w:sz="4" w:space="0" w:color="auto"/>
              <w:right w:val="single" w:sz="4" w:space="0" w:color="auto"/>
            </w:tcBorders>
            <w:shd w:val="clear" w:color="auto" w:fill="auto"/>
            <w:noWrap/>
            <w:vAlign w:val="center"/>
            <w:hideMark/>
          </w:tcPr>
          <w:p w14:paraId="2DC124E5"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5335</w:t>
            </w:r>
          </w:p>
        </w:tc>
        <w:tc>
          <w:tcPr>
            <w:tcW w:w="369" w:type="pct"/>
            <w:tcBorders>
              <w:top w:val="nil"/>
              <w:left w:val="nil"/>
              <w:bottom w:val="single" w:sz="4" w:space="0" w:color="auto"/>
              <w:right w:val="single" w:sz="4" w:space="0" w:color="auto"/>
            </w:tcBorders>
            <w:shd w:val="clear" w:color="auto" w:fill="auto"/>
            <w:noWrap/>
            <w:vAlign w:val="center"/>
            <w:hideMark/>
          </w:tcPr>
          <w:p w14:paraId="65B13B0F"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480" w:type="pct"/>
            <w:tcBorders>
              <w:top w:val="nil"/>
              <w:left w:val="nil"/>
              <w:bottom w:val="single" w:sz="4" w:space="0" w:color="auto"/>
              <w:right w:val="single" w:sz="4" w:space="0" w:color="auto"/>
            </w:tcBorders>
            <w:shd w:val="clear" w:color="auto" w:fill="auto"/>
            <w:noWrap/>
            <w:vAlign w:val="center"/>
            <w:hideMark/>
          </w:tcPr>
          <w:p w14:paraId="5B338E6E"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20</w:t>
            </w:r>
          </w:p>
        </w:tc>
        <w:tc>
          <w:tcPr>
            <w:tcW w:w="1361" w:type="pct"/>
            <w:tcBorders>
              <w:top w:val="nil"/>
              <w:left w:val="nil"/>
              <w:bottom w:val="single" w:sz="4" w:space="0" w:color="auto"/>
              <w:right w:val="single" w:sz="4" w:space="0" w:color="auto"/>
            </w:tcBorders>
            <w:shd w:val="clear" w:color="auto" w:fill="auto"/>
            <w:vAlign w:val="center"/>
            <w:hideMark/>
          </w:tcPr>
          <w:p w14:paraId="63EC05F3"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Obec Horní Kruty</w:t>
            </w:r>
          </w:p>
        </w:tc>
      </w:tr>
      <w:tr w:rsidR="005544D4" w:rsidRPr="001263D6" w14:paraId="0922EA60"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3C1865AC"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0F015586"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1283/16</w:t>
            </w:r>
          </w:p>
        </w:tc>
        <w:tc>
          <w:tcPr>
            <w:tcW w:w="810" w:type="pct"/>
            <w:tcBorders>
              <w:top w:val="nil"/>
              <w:left w:val="nil"/>
              <w:bottom w:val="single" w:sz="4" w:space="0" w:color="auto"/>
              <w:right w:val="single" w:sz="4" w:space="0" w:color="auto"/>
            </w:tcBorders>
            <w:shd w:val="clear" w:color="auto" w:fill="auto"/>
            <w:vAlign w:val="center"/>
            <w:hideMark/>
          </w:tcPr>
          <w:p w14:paraId="413AA795"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ostatní plocha</w:t>
            </w:r>
          </w:p>
        </w:tc>
        <w:tc>
          <w:tcPr>
            <w:tcW w:w="449" w:type="pct"/>
            <w:tcBorders>
              <w:top w:val="nil"/>
              <w:left w:val="nil"/>
              <w:bottom w:val="single" w:sz="4" w:space="0" w:color="auto"/>
              <w:right w:val="single" w:sz="4" w:space="0" w:color="auto"/>
            </w:tcBorders>
            <w:shd w:val="clear" w:color="auto" w:fill="auto"/>
            <w:noWrap/>
            <w:vAlign w:val="center"/>
            <w:hideMark/>
          </w:tcPr>
          <w:p w14:paraId="023BD7EC"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422</w:t>
            </w:r>
          </w:p>
        </w:tc>
        <w:tc>
          <w:tcPr>
            <w:tcW w:w="369" w:type="pct"/>
            <w:tcBorders>
              <w:top w:val="nil"/>
              <w:left w:val="nil"/>
              <w:bottom w:val="single" w:sz="4" w:space="0" w:color="auto"/>
              <w:right w:val="single" w:sz="4" w:space="0" w:color="auto"/>
            </w:tcBorders>
            <w:shd w:val="clear" w:color="auto" w:fill="auto"/>
            <w:noWrap/>
            <w:vAlign w:val="center"/>
            <w:hideMark/>
          </w:tcPr>
          <w:p w14:paraId="4CD73593"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480" w:type="pct"/>
            <w:tcBorders>
              <w:top w:val="nil"/>
              <w:left w:val="nil"/>
              <w:bottom w:val="single" w:sz="4" w:space="0" w:color="auto"/>
              <w:right w:val="single" w:sz="4" w:space="0" w:color="auto"/>
            </w:tcBorders>
            <w:shd w:val="clear" w:color="auto" w:fill="auto"/>
            <w:noWrap/>
            <w:vAlign w:val="center"/>
            <w:hideMark/>
          </w:tcPr>
          <w:p w14:paraId="772F351F"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21</w:t>
            </w:r>
          </w:p>
        </w:tc>
        <w:tc>
          <w:tcPr>
            <w:tcW w:w="1361" w:type="pct"/>
            <w:tcBorders>
              <w:top w:val="nil"/>
              <w:left w:val="nil"/>
              <w:bottom w:val="single" w:sz="4" w:space="0" w:color="auto"/>
              <w:right w:val="single" w:sz="4" w:space="0" w:color="auto"/>
            </w:tcBorders>
            <w:shd w:val="clear" w:color="auto" w:fill="auto"/>
            <w:vAlign w:val="center"/>
            <w:hideMark/>
          </w:tcPr>
          <w:p w14:paraId="6915EC9B"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Obec Horní Kruty</w:t>
            </w:r>
          </w:p>
        </w:tc>
      </w:tr>
      <w:tr w:rsidR="005544D4" w:rsidRPr="001263D6" w14:paraId="52CAC96F"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1B862637"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0474CE72"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1372</w:t>
            </w:r>
          </w:p>
        </w:tc>
        <w:tc>
          <w:tcPr>
            <w:tcW w:w="810" w:type="pct"/>
            <w:tcBorders>
              <w:top w:val="nil"/>
              <w:left w:val="nil"/>
              <w:bottom w:val="single" w:sz="4" w:space="0" w:color="auto"/>
              <w:right w:val="single" w:sz="4" w:space="0" w:color="auto"/>
            </w:tcBorders>
            <w:shd w:val="clear" w:color="auto" w:fill="auto"/>
            <w:vAlign w:val="center"/>
            <w:hideMark/>
          </w:tcPr>
          <w:p w14:paraId="1020A350"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trvalý travní porost</w:t>
            </w:r>
          </w:p>
        </w:tc>
        <w:tc>
          <w:tcPr>
            <w:tcW w:w="449" w:type="pct"/>
            <w:tcBorders>
              <w:top w:val="nil"/>
              <w:left w:val="nil"/>
              <w:bottom w:val="single" w:sz="4" w:space="0" w:color="auto"/>
              <w:right w:val="single" w:sz="4" w:space="0" w:color="auto"/>
            </w:tcBorders>
            <w:shd w:val="clear" w:color="auto" w:fill="auto"/>
            <w:noWrap/>
            <w:vAlign w:val="center"/>
            <w:hideMark/>
          </w:tcPr>
          <w:p w14:paraId="4F25FADE"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9042</w:t>
            </w:r>
          </w:p>
        </w:tc>
        <w:tc>
          <w:tcPr>
            <w:tcW w:w="369" w:type="pct"/>
            <w:tcBorders>
              <w:top w:val="nil"/>
              <w:left w:val="nil"/>
              <w:bottom w:val="single" w:sz="4" w:space="0" w:color="auto"/>
              <w:right w:val="single" w:sz="4" w:space="0" w:color="auto"/>
            </w:tcBorders>
            <w:shd w:val="clear" w:color="auto" w:fill="auto"/>
            <w:noWrap/>
            <w:vAlign w:val="center"/>
            <w:hideMark/>
          </w:tcPr>
          <w:p w14:paraId="7F16096F"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103</w:t>
            </w:r>
          </w:p>
        </w:tc>
        <w:tc>
          <w:tcPr>
            <w:tcW w:w="480" w:type="pct"/>
            <w:tcBorders>
              <w:top w:val="nil"/>
              <w:left w:val="nil"/>
              <w:bottom w:val="single" w:sz="4" w:space="0" w:color="auto"/>
              <w:right w:val="single" w:sz="4" w:space="0" w:color="auto"/>
            </w:tcBorders>
            <w:shd w:val="clear" w:color="auto" w:fill="auto"/>
            <w:noWrap/>
            <w:vAlign w:val="center"/>
            <w:hideMark/>
          </w:tcPr>
          <w:p w14:paraId="0B74F205"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138</w:t>
            </w:r>
          </w:p>
        </w:tc>
        <w:tc>
          <w:tcPr>
            <w:tcW w:w="1361" w:type="pct"/>
            <w:tcBorders>
              <w:top w:val="nil"/>
              <w:left w:val="nil"/>
              <w:bottom w:val="single" w:sz="4" w:space="0" w:color="auto"/>
              <w:right w:val="single" w:sz="4" w:space="0" w:color="auto"/>
            </w:tcBorders>
            <w:shd w:val="clear" w:color="auto" w:fill="auto"/>
            <w:vAlign w:val="center"/>
            <w:hideMark/>
          </w:tcPr>
          <w:p w14:paraId="207565B0"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Bílek Radomír, Bílková Anna</w:t>
            </w:r>
          </w:p>
        </w:tc>
      </w:tr>
      <w:tr w:rsidR="005544D4" w:rsidRPr="001263D6" w14:paraId="1473DF8C"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489E7F84"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038EBCC7"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1450/1</w:t>
            </w:r>
          </w:p>
        </w:tc>
        <w:tc>
          <w:tcPr>
            <w:tcW w:w="810" w:type="pct"/>
            <w:tcBorders>
              <w:top w:val="nil"/>
              <w:left w:val="nil"/>
              <w:bottom w:val="single" w:sz="4" w:space="0" w:color="auto"/>
              <w:right w:val="single" w:sz="4" w:space="0" w:color="auto"/>
            </w:tcBorders>
            <w:shd w:val="clear" w:color="auto" w:fill="auto"/>
            <w:vAlign w:val="center"/>
            <w:hideMark/>
          </w:tcPr>
          <w:p w14:paraId="15ECDF42"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ostatní plocha</w:t>
            </w:r>
          </w:p>
        </w:tc>
        <w:tc>
          <w:tcPr>
            <w:tcW w:w="449" w:type="pct"/>
            <w:tcBorders>
              <w:top w:val="nil"/>
              <w:left w:val="nil"/>
              <w:bottom w:val="single" w:sz="4" w:space="0" w:color="auto"/>
              <w:right w:val="single" w:sz="4" w:space="0" w:color="auto"/>
            </w:tcBorders>
            <w:shd w:val="clear" w:color="auto" w:fill="auto"/>
            <w:noWrap/>
            <w:vAlign w:val="center"/>
            <w:hideMark/>
          </w:tcPr>
          <w:p w14:paraId="3B3DACF6"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468</w:t>
            </w:r>
          </w:p>
        </w:tc>
        <w:tc>
          <w:tcPr>
            <w:tcW w:w="369" w:type="pct"/>
            <w:tcBorders>
              <w:top w:val="nil"/>
              <w:left w:val="nil"/>
              <w:bottom w:val="single" w:sz="4" w:space="0" w:color="auto"/>
              <w:right w:val="single" w:sz="4" w:space="0" w:color="auto"/>
            </w:tcBorders>
            <w:shd w:val="clear" w:color="auto" w:fill="auto"/>
            <w:noWrap/>
            <w:vAlign w:val="center"/>
            <w:hideMark/>
          </w:tcPr>
          <w:p w14:paraId="482125DE"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480" w:type="pct"/>
            <w:tcBorders>
              <w:top w:val="nil"/>
              <w:left w:val="nil"/>
              <w:bottom w:val="single" w:sz="4" w:space="0" w:color="auto"/>
              <w:right w:val="single" w:sz="4" w:space="0" w:color="auto"/>
            </w:tcBorders>
            <w:shd w:val="clear" w:color="auto" w:fill="auto"/>
            <w:noWrap/>
            <w:vAlign w:val="center"/>
            <w:hideMark/>
          </w:tcPr>
          <w:p w14:paraId="3AB6A0F2"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97</w:t>
            </w:r>
          </w:p>
        </w:tc>
        <w:tc>
          <w:tcPr>
            <w:tcW w:w="1361" w:type="pct"/>
            <w:tcBorders>
              <w:top w:val="nil"/>
              <w:left w:val="nil"/>
              <w:bottom w:val="single" w:sz="4" w:space="0" w:color="auto"/>
              <w:right w:val="single" w:sz="4" w:space="0" w:color="auto"/>
            </w:tcBorders>
            <w:shd w:val="clear" w:color="auto" w:fill="auto"/>
            <w:vAlign w:val="center"/>
            <w:hideMark/>
          </w:tcPr>
          <w:p w14:paraId="0B4941F4"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Obec Horní Kruty</w:t>
            </w:r>
          </w:p>
        </w:tc>
      </w:tr>
      <w:tr w:rsidR="005544D4" w:rsidRPr="001263D6" w14:paraId="0098F61D"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3C53B049"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719EC3B9"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1451/1</w:t>
            </w:r>
          </w:p>
        </w:tc>
        <w:tc>
          <w:tcPr>
            <w:tcW w:w="810" w:type="pct"/>
            <w:tcBorders>
              <w:top w:val="nil"/>
              <w:left w:val="nil"/>
              <w:bottom w:val="single" w:sz="4" w:space="0" w:color="auto"/>
              <w:right w:val="single" w:sz="4" w:space="0" w:color="auto"/>
            </w:tcBorders>
            <w:shd w:val="clear" w:color="auto" w:fill="auto"/>
            <w:vAlign w:val="center"/>
            <w:hideMark/>
          </w:tcPr>
          <w:p w14:paraId="72C77CED"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ostatní plocha</w:t>
            </w:r>
          </w:p>
        </w:tc>
        <w:tc>
          <w:tcPr>
            <w:tcW w:w="449" w:type="pct"/>
            <w:tcBorders>
              <w:top w:val="nil"/>
              <w:left w:val="nil"/>
              <w:bottom w:val="single" w:sz="4" w:space="0" w:color="auto"/>
              <w:right w:val="single" w:sz="4" w:space="0" w:color="auto"/>
            </w:tcBorders>
            <w:shd w:val="clear" w:color="auto" w:fill="auto"/>
            <w:noWrap/>
            <w:vAlign w:val="center"/>
            <w:hideMark/>
          </w:tcPr>
          <w:p w14:paraId="6A107F84"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12100</w:t>
            </w:r>
          </w:p>
        </w:tc>
        <w:tc>
          <w:tcPr>
            <w:tcW w:w="369" w:type="pct"/>
            <w:tcBorders>
              <w:top w:val="nil"/>
              <w:left w:val="nil"/>
              <w:bottom w:val="single" w:sz="4" w:space="0" w:color="auto"/>
              <w:right w:val="single" w:sz="4" w:space="0" w:color="auto"/>
            </w:tcBorders>
            <w:shd w:val="clear" w:color="auto" w:fill="auto"/>
            <w:noWrap/>
            <w:vAlign w:val="center"/>
            <w:hideMark/>
          </w:tcPr>
          <w:p w14:paraId="15F8C8B1"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480" w:type="pct"/>
            <w:tcBorders>
              <w:top w:val="nil"/>
              <w:left w:val="nil"/>
              <w:bottom w:val="single" w:sz="4" w:space="0" w:color="auto"/>
              <w:right w:val="single" w:sz="4" w:space="0" w:color="auto"/>
            </w:tcBorders>
            <w:shd w:val="clear" w:color="auto" w:fill="auto"/>
            <w:noWrap/>
            <w:vAlign w:val="center"/>
            <w:hideMark/>
          </w:tcPr>
          <w:p w14:paraId="0437EAB2"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565</w:t>
            </w:r>
          </w:p>
        </w:tc>
        <w:tc>
          <w:tcPr>
            <w:tcW w:w="1361" w:type="pct"/>
            <w:tcBorders>
              <w:top w:val="nil"/>
              <w:left w:val="nil"/>
              <w:bottom w:val="single" w:sz="4" w:space="0" w:color="auto"/>
              <w:right w:val="single" w:sz="4" w:space="0" w:color="auto"/>
            </w:tcBorders>
            <w:shd w:val="clear" w:color="auto" w:fill="auto"/>
            <w:vAlign w:val="center"/>
            <w:hideMark/>
          </w:tcPr>
          <w:p w14:paraId="70337193"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Obec Horní Kruty</w:t>
            </w:r>
          </w:p>
        </w:tc>
      </w:tr>
      <w:tr w:rsidR="005544D4" w:rsidRPr="001263D6" w14:paraId="1786B404"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0726649F"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66EED013"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1483/8</w:t>
            </w:r>
          </w:p>
        </w:tc>
        <w:tc>
          <w:tcPr>
            <w:tcW w:w="810" w:type="pct"/>
            <w:tcBorders>
              <w:top w:val="nil"/>
              <w:left w:val="nil"/>
              <w:bottom w:val="single" w:sz="4" w:space="0" w:color="auto"/>
              <w:right w:val="single" w:sz="4" w:space="0" w:color="auto"/>
            </w:tcBorders>
            <w:shd w:val="clear" w:color="auto" w:fill="auto"/>
            <w:vAlign w:val="center"/>
            <w:hideMark/>
          </w:tcPr>
          <w:p w14:paraId="72B1439A"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ostatní plocha</w:t>
            </w:r>
          </w:p>
        </w:tc>
        <w:tc>
          <w:tcPr>
            <w:tcW w:w="449" w:type="pct"/>
            <w:tcBorders>
              <w:top w:val="nil"/>
              <w:left w:val="nil"/>
              <w:bottom w:val="single" w:sz="4" w:space="0" w:color="auto"/>
              <w:right w:val="single" w:sz="4" w:space="0" w:color="auto"/>
            </w:tcBorders>
            <w:shd w:val="clear" w:color="auto" w:fill="auto"/>
            <w:noWrap/>
            <w:vAlign w:val="center"/>
            <w:hideMark/>
          </w:tcPr>
          <w:p w14:paraId="157B5340"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127</w:t>
            </w:r>
          </w:p>
        </w:tc>
        <w:tc>
          <w:tcPr>
            <w:tcW w:w="369" w:type="pct"/>
            <w:tcBorders>
              <w:top w:val="nil"/>
              <w:left w:val="nil"/>
              <w:bottom w:val="single" w:sz="4" w:space="0" w:color="auto"/>
              <w:right w:val="single" w:sz="4" w:space="0" w:color="auto"/>
            </w:tcBorders>
            <w:shd w:val="clear" w:color="auto" w:fill="auto"/>
            <w:noWrap/>
            <w:vAlign w:val="center"/>
            <w:hideMark/>
          </w:tcPr>
          <w:p w14:paraId="37356BBB"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35</w:t>
            </w:r>
          </w:p>
        </w:tc>
        <w:tc>
          <w:tcPr>
            <w:tcW w:w="480" w:type="pct"/>
            <w:tcBorders>
              <w:top w:val="nil"/>
              <w:left w:val="nil"/>
              <w:bottom w:val="single" w:sz="4" w:space="0" w:color="auto"/>
              <w:right w:val="single" w:sz="4" w:space="0" w:color="auto"/>
            </w:tcBorders>
            <w:shd w:val="clear" w:color="auto" w:fill="auto"/>
            <w:noWrap/>
            <w:vAlign w:val="center"/>
            <w:hideMark/>
          </w:tcPr>
          <w:p w14:paraId="1772C897"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1361" w:type="pct"/>
            <w:tcBorders>
              <w:top w:val="nil"/>
              <w:left w:val="nil"/>
              <w:bottom w:val="single" w:sz="4" w:space="0" w:color="auto"/>
              <w:right w:val="single" w:sz="4" w:space="0" w:color="auto"/>
            </w:tcBorders>
            <w:shd w:val="clear" w:color="auto" w:fill="auto"/>
            <w:vAlign w:val="center"/>
            <w:hideMark/>
          </w:tcPr>
          <w:p w14:paraId="298612A9"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 xml:space="preserve">Povodí Labe, </w:t>
            </w:r>
            <w:proofErr w:type="spellStart"/>
            <w:r w:rsidRPr="001263D6">
              <w:rPr>
                <w:rFonts w:ascii="Calibri" w:hAnsi="Calibri" w:cs="Calibri"/>
                <w:color w:val="000000"/>
                <w:sz w:val="22"/>
                <w:szCs w:val="22"/>
              </w:rPr>
              <w:t>s.p</w:t>
            </w:r>
            <w:proofErr w:type="spellEnd"/>
            <w:r w:rsidRPr="001263D6">
              <w:rPr>
                <w:rFonts w:ascii="Calibri" w:hAnsi="Calibri" w:cs="Calibri"/>
                <w:color w:val="000000"/>
                <w:sz w:val="22"/>
                <w:szCs w:val="22"/>
              </w:rPr>
              <w:t>.</w:t>
            </w:r>
          </w:p>
        </w:tc>
      </w:tr>
      <w:tr w:rsidR="005544D4" w:rsidRPr="001263D6" w14:paraId="44A007DA" w14:textId="77777777" w:rsidTr="005544D4">
        <w:trPr>
          <w:trHeight w:val="660"/>
        </w:trPr>
        <w:tc>
          <w:tcPr>
            <w:tcW w:w="1059" w:type="pct"/>
            <w:tcBorders>
              <w:top w:val="nil"/>
              <w:left w:val="single" w:sz="4" w:space="0" w:color="auto"/>
              <w:bottom w:val="single" w:sz="4" w:space="0" w:color="auto"/>
              <w:right w:val="single" w:sz="4" w:space="0" w:color="auto"/>
            </w:tcBorders>
            <w:shd w:val="clear" w:color="auto" w:fill="auto"/>
            <w:noWrap/>
            <w:vAlign w:val="center"/>
            <w:hideMark/>
          </w:tcPr>
          <w:p w14:paraId="25B4B008"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Dolní Kruty [643203]</w:t>
            </w:r>
          </w:p>
        </w:tc>
        <w:tc>
          <w:tcPr>
            <w:tcW w:w="472" w:type="pct"/>
            <w:tcBorders>
              <w:top w:val="nil"/>
              <w:left w:val="nil"/>
              <w:bottom w:val="single" w:sz="4" w:space="0" w:color="auto"/>
              <w:right w:val="single" w:sz="4" w:space="0" w:color="auto"/>
            </w:tcBorders>
            <w:shd w:val="clear" w:color="auto" w:fill="auto"/>
            <w:noWrap/>
            <w:vAlign w:val="center"/>
            <w:hideMark/>
          </w:tcPr>
          <w:p w14:paraId="1FD1EDB0"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1459</w:t>
            </w:r>
          </w:p>
        </w:tc>
        <w:tc>
          <w:tcPr>
            <w:tcW w:w="810" w:type="pct"/>
            <w:tcBorders>
              <w:top w:val="nil"/>
              <w:left w:val="nil"/>
              <w:bottom w:val="single" w:sz="4" w:space="0" w:color="auto"/>
              <w:right w:val="single" w:sz="4" w:space="0" w:color="auto"/>
            </w:tcBorders>
            <w:shd w:val="clear" w:color="auto" w:fill="auto"/>
            <w:vAlign w:val="center"/>
            <w:hideMark/>
          </w:tcPr>
          <w:p w14:paraId="5398370D"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vodní plocha</w:t>
            </w:r>
          </w:p>
        </w:tc>
        <w:tc>
          <w:tcPr>
            <w:tcW w:w="449" w:type="pct"/>
            <w:tcBorders>
              <w:top w:val="nil"/>
              <w:left w:val="nil"/>
              <w:bottom w:val="single" w:sz="4" w:space="0" w:color="auto"/>
              <w:right w:val="single" w:sz="4" w:space="0" w:color="auto"/>
            </w:tcBorders>
            <w:shd w:val="clear" w:color="auto" w:fill="auto"/>
            <w:noWrap/>
            <w:vAlign w:val="center"/>
            <w:hideMark/>
          </w:tcPr>
          <w:p w14:paraId="1184DDD2"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522</w:t>
            </w:r>
          </w:p>
        </w:tc>
        <w:tc>
          <w:tcPr>
            <w:tcW w:w="369" w:type="pct"/>
            <w:tcBorders>
              <w:top w:val="nil"/>
              <w:left w:val="nil"/>
              <w:bottom w:val="single" w:sz="4" w:space="0" w:color="auto"/>
              <w:right w:val="single" w:sz="4" w:space="0" w:color="auto"/>
            </w:tcBorders>
            <w:shd w:val="clear" w:color="auto" w:fill="auto"/>
            <w:noWrap/>
            <w:vAlign w:val="center"/>
            <w:hideMark/>
          </w:tcPr>
          <w:p w14:paraId="313E6A93"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w:t>
            </w:r>
          </w:p>
        </w:tc>
        <w:tc>
          <w:tcPr>
            <w:tcW w:w="480" w:type="pct"/>
            <w:tcBorders>
              <w:top w:val="nil"/>
              <w:left w:val="nil"/>
              <w:bottom w:val="single" w:sz="4" w:space="0" w:color="auto"/>
              <w:right w:val="single" w:sz="4" w:space="0" w:color="auto"/>
            </w:tcBorders>
            <w:shd w:val="clear" w:color="auto" w:fill="auto"/>
            <w:noWrap/>
            <w:vAlign w:val="center"/>
            <w:hideMark/>
          </w:tcPr>
          <w:p w14:paraId="428B6677" w14:textId="77777777" w:rsidR="005544D4" w:rsidRPr="001263D6" w:rsidRDefault="005544D4" w:rsidP="005544D4">
            <w:pPr>
              <w:spacing w:before="0"/>
              <w:jc w:val="center"/>
              <w:rPr>
                <w:rFonts w:ascii="Calibri" w:hAnsi="Calibri" w:cs="Calibri"/>
                <w:color w:val="000000"/>
                <w:sz w:val="22"/>
                <w:szCs w:val="22"/>
              </w:rPr>
            </w:pPr>
            <w:r w:rsidRPr="001263D6">
              <w:rPr>
                <w:rFonts w:ascii="Calibri" w:hAnsi="Calibri" w:cs="Calibri"/>
                <w:color w:val="000000"/>
                <w:sz w:val="22"/>
                <w:szCs w:val="22"/>
              </w:rPr>
              <w:t>9</w:t>
            </w:r>
          </w:p>
        </w:tc>
        <w:tc>
          <w:tcPr>
            <w:tcW w:w="1361" w:type="pct"/>
            <w:tcBorders>
              <w:top w:val="nil"/>
              <w:left w:val="nil"/>
              <w:bottom w:val="single" w:sz="4" w:space="0" w:color="auto"/>
              <w:right w:val="single" w:sz="4" w:space="0" w:color="auto"/>
            </w:tcBorders>
            <w:shd w:val="clear" w:color="auto" w:fill="auto"/>
            <w:vAlign w:val="center"/>
            <w:hideMark/>
          </w:tcPr>
          <w:p w14:paraId="78E6ADA2" w14:textId="77777777" w:rsidR="005544D4" w:rsidRPr="001263D6" w:rsidRDefault="005544D4" w:rsidP="005544D4">
            <w:pPr>
              <w:spacing w:before="0"/>
              <w:jc w:val="left"/>
              <w:rPr>
                <w:rFonts w:ascii="Calibri" w:hAnsi="Calibri" w:cs="Calibri"/>
                <w:color w:val="000000"/>
                <w:sz w:val="22"/>
                <w:szCs w:val="22"/>
              </w:rPr>
            </w:pPr>
            <w:r w:rsidRPr="001263D6">
              <w:rPr>
                <w:rFonts w:ascii="Calibri" w:hAnsi="Calibri" w:cs="Calibri"/>
                <w:color w:val="000000"/>
                <w:sz w:val="22"/>
                <w:szCs w:val="22"/>
              </w:rPr>
              <w:t xml:space="preserve">Povodí Labe, </w:t>
            </w:r>
            <w:proofErr w:type="spellStart"/>
            <w:r w:rsidRPr="001263D6">
              <w:rPr>
                <w:rFonts w:ascii="Calibri" w:hAnsi="Calibri" w:cs="Calibri"/>
                <w:color w:val="000000"/>
                <w:sz w:val="22"/>
                <w:szCs w:val="22"/>
              </w:rPr>
              <w:t>s.p</w:t>
            </w:r>
            <w:proofErr w:type="spellEnd"/>
            <w:r w:rsidRPr="001263D6">
              <w:rPr>
                <w:rFonts w:ascii="Calibri" w:hAnsi="Calibri" w:cs="Calibri"/>
                <w:color w:val="000000"/>
                <w:sz w:val="22"/>
                <w:szCs w:val="22"/>
              </w:rPr>
              <w:t>.</w:t>
            </w:r>
          </w:p>
        </w:tc>
      </w:tr>
    </w:tbl>
    <w:p w14:paraId="4A5A1488" w14:textId="77777777" w:rsidR="005544D4" w:rsidRPr="001263D6" w:rsidRDefault="005544D4" w:rsidP="005544D4">
      <w:pPr>
        <w:ind w:firstLine="720"/>
        <w:rPr>
          <w:b/>
        </w:rPr>
      </w:pPr>
    </w:p>
    <w:p w14:paraId="7CD2732E" w14:textId="77777777" w:rsidR="005544D4" w:rsidRPr="001263D6" w:rsidRDefault="005544D4" w:rsidP="005544D4">
      <w:pPr>
        <w:ind w:firstLine="720"/>
        <w:rPr>
          <w:b/>
        </w:rPr>
      </w:pPr>
    </w:p>
    <w:p w14:paraId="30999A62" w14:textId="77777777" w:rsidR="005544D4" w:rsidRPr="001263D6" w:rsidRDefault="005544D4" w:rsidP="005544D4">
      <w:pPr>
        <w:ind w:firstLine="720"/>
        <w:rPr>
          <w:b/>
        </w:rPr>
      </w:pPr>
    </w:p>
    <w:p w14:paraId="0FC46005" w14:textId="77777777" w:rsidR="005544D4" w:rsidRPr="001263D6" w:rsidRDefault="005544D4" w:rsidP="005544D4">
      <w:pPr>
        <w:ind w:firstLine="720"/>
        <w:rPr>
          <w:b/>
        </w:rPr>
      </w:pPr>
    </w:p>
    <w:p w14:paraId="7BA45F0D" w14:textId="77777777" w:rsidR="005544D4" w:rsidRPr="001263D6" w:rsidRDefault="005544D4" w:rsidP="005544D4">
      <w:pPr>
        <w:ind w:right="-1418" w:firstLine="720"/>
        <w:rPr>
          <w:b/>
        </w:rPr>
      </w:pPr>
    </w:p>
    <w:p w14:paraId="6BDF819D" w14:textId="77777777" w:rsidR="005544D4" w:rsidRPr="001263D6" w:rsidRDefault="005544D4" w:rsidP="005544D4">
      <w:pPr>
        <w:ind w:firstLine="720"/>
        <w:rPr>
          <w:b/>
        </w:rPr>
      </w:pPr>
    </w:p>
    <w:p w14:paraId="6A60F520" w14:textId="24A8B574" w:rsidR="008A3E94" w:rsidRDefault="008A3E94" w:rsidP="00816345">
      <w:pPr>
        <w:rPr>
          <w:b/>
          <w:noProof/>
        </w:rPr>
      </w:pPr>
    </w:p>
    <w:p w14:paraId="74F212D9" w14:textId="7A077E98" w:rsidR="008F242D" w:rsidRDefault="008F242D" w:rsidP="00A042A4">
      <w:pPr>
        <w:ind w:firstLine="720"/>
        <w:rPr>
          <w:b/>
        </w:rPr>
      </w:pPr>
    </w:p>
    <w:p w14:paraId="1CE238D0" w14:textId="77777777" w:rsidR="00A042A4" w:rsidRDefault="00A042A4" w:rsidP="00816345">
      <w:pPr>
        <w:rPr>
          <w:b/>
        </w:rPr>
      </w:pPr>
    </w:p>
    <w:sectPr w:rsidR="00A042A4" w:rsidSect="008F242D">
      <w:headerReference w:type="default" r:id="rId16"/>
      <w:footerReference w:type="default" r:id="rId17"/>
      <w:pgSz w:w="11907" w:h="16840" w:code="9"/>
      <w:pgMar w:top="1247" w:right="1021" w:bottom="1134"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E4FC9" w14:textId="77777777" w:rsidR="00765E42" w:rsidRDefault="00765E42" w:rsidP="007B0187">
      <w:r>
        <w:separator/>
      </w:r>
    </w:p>
    <w:p w14:paraId="13F78DBE" w14:textId="77777777" w:rsidR="00765E42" w:rsidRDefault="00765E42"/>
  </w:endnote>
  <w:endnote w:type="continuationSeparator" w:id="0">
    <w:p w14:paraId="37BDA090" w14:textId="77777777" w:rsidR="00765E42" w:rsidRDefault="00765E42" w:rsidP="007B0187">
      <w:r>
        <w:continuationSeparator/>
      </w:r>
    </w:p>
    <w:p w14:paraId="00C58564" w14:textId="77777777" w:rsidR="00765E42" w:rsidRDefault="00765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ED69" w14:textId="77777777" w:rsidR="006E0612" w:rsidRDefault="006E0612" w:rsidP="00844B3C">
    <w:pPr>
      <w:pStyle w:val="Zpat"/>
      <w:pBdr>
        <w:top w:val="single" w:sz="4" w:space="1" w:color="auto"/>
      </w:pBdr>
      <w:jc w:val="center"/>
      <w:rPr>
        <w:rFonts w:cs="Arial"/>
        <w:b/>
        <w:bCs/>
      </w:rPr>
    </w:pPr>
    <w:r>
      <w:rPr>
        <w:rFonts w:cs="Arial"/>
        <w:b/>
        <w:bCs/>
      </w:rPr>
      <w:t xml:space="preserve">Stráský, Hustý a partneři </w:t>
    </w:r>
    <w:proofErr w:type="spellStart"/>
    <w:r>
      <w:rPr>
        <w:rFonts w:cs="Arial"/>
        <w:b/>
        <w:bCs/>
      </w:rPr>
      <w:t>s.r.o</w:t>
    </w:r>
    <w:proofErr w:type="spellEnd"/>
  </w:p>
  <w:p w14:paraId="445FC6F6" w14:textId="77777777" w:rsidR="006E0612" w:rsidRDefault="006E0612" w:rsidP="00844B3C">
    <w:pPr>
      <w:pStyle w:val="Zpat"/>
      <w:jc w:val="center"/>
      <w:rPr>
        <w:rFonts w:cs="Arial"/>
        <w:sz w:val="18"/>
        <w:szCs w:val="18"/>
      </w:rPr>
    </w:pPr>
    <w:r>
      <w:rPr>
        <w:rFonts w:cs="Arial"/>
        <w:sz w:val="18"/>
        <w:szCs w:val="18"/>
      </w:rPr>
      <w:t xml:space="preserve">Bohunická 50, 619 00 Brno, tel.: +420 547 101 811, fax: +420 547 101 881, mail: </w:t>
    </w:r>
    <w:hyperlink r:id="rId1" w:history="1">
      <w:r>
        <w:rPr>
          <w:rStyle w:val="Hypertextovodkaz"/>
          <w:rFonts w:cs="Arial"/>
          <w:sz w:val="18"/>
          <w:szCs w:val="18"/>
        </w:rPr>
        <w:t>shp@shp.eu</w:t>
      </w:r>
    </w:hyperlink>
    <w:r>
      <w:rPr>
        <w:rFonts w:cs="Arial"/>
        <w:sz w:val="18"/>
        <w:szCs w:val="18"/>
      </w:rPr>
      <w:t xml:space="preserve">, </w:t>
    </w:r>
    <w:hyperlink r:id="rId2" w:history="1">
      <w:r>
        <w:rPr>
          <w:rStyle w:val="Hypertextovodkaz"/>
          <w:rFonts w:cs="Arial"/>
          <w:sz w:val="18"/>
          <w:szCs w:val="18"/>
        </w:rPr>
        <w:t>www.shp.eu</w:t>
      </w:r>
    </w:hyperlink>
  </w:p>
  <w:p w14:paraId="2960A1D6" w14:textId="77777777" w:rsidR="006E0612" w:rsidRDefault="006E0612">
    <w:pPr>
      <w:pStyle w:val="Zpat"/>
    </w:pPr>
    <w:r>
      <w:rPr>
        <w:noProof/>
      </w:rPr>
      <mc:AlternateContent>
        <mc:Choice Requires="wps">
          <w:drawing>
            <wp:anchor distT="0" distB="0" distL="114300" distR="114300" simplePos="0" relativeHeight="251657216" behindDoc="0" locked="0" layoutInCell="1" allowOverlap="1" wp14:anchorId="3D0E569A" wp14:editId="6A1D1D05">
              <wp:simplePos x="0" y="0"/>
              <wp:positionH relativeFrom="page">
                <wp:align>center</wp:align>
              </wp:positionH>
              <wp:positionV relativeFrom="page">
                <wp:posOffset>10128250</wp:posOffset>
              </wp:positionV>
              <wp:extent cx="215900" cy="215900"/>
              <wp:effectExtent l="0" t="0" r="0" b="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DCD64" id="Rectangle 21" o:spid="_x0000_s1026" style="position:absolute;margin-left:0;margin-top:797.5pt;width:17pt;height:1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" fillcolor="red" strokecolor="red">
              <w10:wrap anchorx="page" anchory="page"/>
            </v:rect>
          </w:pict>
        </mc:Fallback>
      </mc:AlternateContent>
    </w:r>
    <w:r>
      <w:rPr>
        <w:noProof/>
      </w:rPr>
      <mc:AlternateContent>
        <mc:Choice Requires="wps">
          <w:drawing>
            <wp:anchor distT="0" distB="0" distL="114300" distR="114300" simplePos="0" relativeHeight="251658240" behindDoc="0" locked="0" layoutInCell="1" allowOverlap="1" wp14:anchorId="79EF492A" wp14:editId="6BD6D63A">
              <wp:simplePos x="0" y="0"/>
              <wp:positionH relativeFrom="page">
                <wp:align>center</wp:align>
              </wp:positionH>
              <wp:positionV relativeFrom="page">
                <wp:posOffset>10415905</wp:posOffset>
              </wp:positionV>
              <wp:extent cx="215900" cy="107950"/>
              <wp:effectExtent l="0" t="0" r="0" b="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07950"/>
                      </a:xfrm>
                      <a:prstGeom prst="rect">
                        <a:avLst/>
                      </a:prstGeom>
                      <a:solidFill>
                        <a:srgbClr val="808080"/>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E38CC" id="Rectangle 22" o:spid="_x0000_s1026" style="position:absolute;margin-left:0;margin-top:820.15pt;width:17pt;height:8.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" fillcolor="gray" strokecolor="gray">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19F1" w14:textId="243B1045" w:rsidR="006E0612" w:rsidRDefault="006E0612" w:rsidP="00382D46">
    <w:pPr>
      <w:pStyle w:val="Zpat"/>
      <w:pBdr>
        <w:top w:val="single" w:sz="4" w:space="1" w:color="auto"/>
        <w:left w:val="single" w:sz="4" w:space="31" w:color="auto"/>
        <w:bottom w:val="single" w:sz="4" w:space="1" w:color="auto"/>
        <w:right w:val="single" w:sz="4" w:space="4" w:color="auto"/>
      </w:pBdr>
      <w:tabs>
        <w:tab w:val="clear" w:pos="4153"/>
        <w:tab w:val="center" w:pos="4678"/>
      </w:tabs>
      <w:ind w:left="567"/>
      <w:rPr>
        <w:rFonts w:cs="Arial"/>
        <w:sz w:val="18"/>
        <w:szCs w:val="18"/>
      </w:rPr>
    </w:pPr>
    <w:r>
      <w:rPr>
        <w:rFonts w:cs="Arial"/>
        <w:b/>
        <w:bCs/>
        <w:sz w:val="18"/>
        <w:szCs w:val="18"/>
      </w:rPr>
      <w:tab/>
      <w:t xml:space="preserve">      4roads s.r.o.</w:t>
    </w:r>
  </w:p>
  <w:p w14:paraId="3F4FBC1B" w14:textId="5536C889" w:rsidR="006E0612" w:rsidRPr="00D44B79" w:rsidRDefault="006E0612" w:rsidP="00D44B79">
    <w:pPr>
      <w:pStyle w:val="Zpat"/>
      <w:pBdr>
        <w:top w:val="single" w:sz="4" w:space="1" w:color="auto"/>
        <w:left w:val="single" w:sz="4" w:space="31" w:color="auto"/>
        <w:bottom w:val="single" w:sz="4" w:space="1" w:color="auto"/>
        <w:right w:val="single" w:sz="4" w:space="4" w:color="auto"/>
      </w:pBdr>
      <w:tabs>
        <w:tab w:val="clear" w:pos="4153"/>
        <w:tab w:val="clear" w:pos="8306"/>
        <w:tab w:val="center" w:pos="-1701"/>
        <w:tab w:val="center" w:pos="4819"/>
        <w:tab w:val="left" w:pos="8505"/>
        <w:tab w:val="right" w:pos="9072"/>
        <w:tab w:val="left" w:pos="13892"/>
      </w:tabs>
      <w:spacing w:before="0"/>
      <w:ind w:left="567"/>
      <w:jc w:val="left"/>
      <w:rPr>
        <w:rFonts w:cs="Arial"/>
        <w:sz w:val="18"/>
        <w:szCs w:val="18"/>
      </w:rPr>
    </w:pPr>
    <w:r>
      <w:rPr>
        <w:rFonts w:cs="Arial"/>
        <w:sz w:val="18"/>
        <w:szCs w:val="18"/>
      </w:rPr>
      <w:tab/>
      <w:t>Slunná 541/27</w:t>
    </w:r>
    <w:r>
      <w:rPr>
        <w:rFonts w:cs="Arial"/>
        <w:sz w:val="18"/>
        <w:szCs w:val="18"/>
      </w:rPr>
      <w:tab/>
    </w:r>
    <w:r>
      <w:rPr>
        <w:noProof/>
      </w:rPr>
      <w:fldChar w:fldCharType="begin"/>
    </w:r>
    <w:r>
      <w:rPr>
        <w:noProof/>
      </w:rPr>
      <w:instrText xml:space="preserve"> PAGE </w:instrText>
    </w:r>
    <w:r>
      <w:rPr>
        <w:noProof/>
      </w:rPr>
      <w:fldChar w:fldCharType="separate"/>
    </w:r>
    <w:r>
      <w:rPr>
        <w:noProof/>
      </w:rPr>
      <w:t>2</w:t>
    </w:r>
    <w:r>
      <w:rPr>
        <w:noProof/>
      </w:rPr>
      <w:fldChar w:fldCharType="end"/>
    </w:r>
    <w:r>
      <w:rPr>
        <w:rFonts w:cs="Arial"/>
        <w:sz w:val="18"/>
        <w:szCs w:val="18"/>
      </w:rPr>
      <w:tab/>
    </w:r>
    <w:r>
      <w:rPr>
        <w:rFonts w:cs="Arial"/>
        <w:sz w:val="18"/>
        <w:szCs w:val="18"/>
      </w:rPr>
      <w:tab/>
      <w:t>162 00 Praha 6 - Střešovice</w:t>
    </w:r>
  </w:p>
  <w:p w14:paraId="4191C59B" w14:textId="77777777" w:rsidR="006E0612" w:rsidRDefault="006E06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A10E" w14:textId="390269EE" w:rsidR="006E0612" w:rsidRPr="008F242D" w:rsidRDefault="006E0612" w:rsidP="008F24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7A272" w14:textId="77777777" w:rsidR="00765E42" w:rsidRDefault="00765E42" w:rsidP="007B0187">
      <w:r>
        <w:separator/>
      </w:r>
    </w:p>
    <w:p w14:paraId="436FE401" w14:textId="77777777" w:rsidR="00765E42" w:rsidRDefault="00765E42"/>
  </w:footnote>
  <w:footnote w:type="continuationSeparator" w:id="0">
    <w:p w14:paraId="04DF38E1" w14:textId="77777777" w:rsidR="00765E42" w:rsidRDefault="00765E42" w:rsidP="007B0187">
      <w:r>
        <w:continuationSeparator/>
      </w:r>
    </w:p>
    <w:p w14:paraId="0295CA43" w14:textId="77777777" w:rsidR="00765E42" w:rsidRDefault="00765E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09CD" w14:textId="54FE46E1" w:rsidR="006E0612" w:rsidRDefault="006E0612" w:rsidP="00CA6A72">
    <w:pPr>
      <w:pStyle w:val="Zhlav"/>
      <w:rPr>
        <w:rFonts w:cstheme="minorHAnsi"/>
        <w:sz w:val="18"/>
        <w:szCs w:val="18"/>
      </w:rPr>
    </w:pPr>
    <w:r w:rsidRPr="00AD15E1">
      <w:rPr>
        <w:rFonts w:cstheme="minorHAnsi"/>
        <w:noProof/>
        <w:sz w:val="18"/>
        <w:szCs w:val="18"/>
      </w:rPr>
      <w:drawing>
        <wp:anchor distT="0" distB="0" distL="114300" distR="114300" simplePos="0" relativeHeight="251662336" behindDoc="1" locked="0" layoutInCell="1" allowOverlap="1" wp14:anchorId="3379F06A" wp14:editId="42778C82">
          <wp:simplePos x="0" y="0"/>
          <wp:positionH relativeFrom="page">
            <wp:align>center</wp:align>
          </wp:positionH>
          <wp:positionV relativeFrom="paragraph">
            <wp:posOffset>83820</wp:posOffset>
          </wp:positionV>
          <wp:extent cx="1466047" cy="516642"/>
          <wp:effectExtent l="0" t="0" r="1270" b="0"/>
          <wp:wrapNone/>
          <wp:docPr id="1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66047" cy="51664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AD15E1">
      <w:rPr>
        <w:rFonts w:cstheme="minorHAnsi"/>
        <w:sz w:val="18"/>
        <w:szCs w:val="18"/>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00E44" w14:textId="77777777" w:rsidR="006E0612" w:rsidRPr="00846924" w:rsidRDefault="006E0612" w:rsidP="00844B3C">
    <w:pPr>
      <w:pStyle w:val="Zhlav"/>
      <w:tabs>
        <w:tab w:val="clear" w:pos="4153"/>
        <w:tab w:val="clear" w:pos="8306"/>
        <w:tab w:val="left" w:pos="8080"/>
        <w:tab w:val="right" w:pos="9356"/>
      </w:tabs>
    </w:pPr>
    <w:r w:rsidRPr="00C8689B">
      <w:rPr>
        <w:noProof/>
      </w:rPr>
      <w:drawing>
        <wp:anchor distT="0" distB="0" distL="114300" distR="114300" simplePos="0" relativeHeight="251656192" behindDoc="0" locked="0" layoutInCell="1" allowOverlap="1" wp14:anchorId="22D69B84" wp14:editId="1E18EB7A">
          <wp:simplePos x="0" y="0"/>
          <wp:positionH relativeFrom="page">
            <wp:posOffset>3600450</wp:posOffset>
          </wp:positionH>
          <wp:positionV relativeFrom="page">
            <wp:posOffset>428625</wp:posOffset>
          </wp:positionV>
          <wp:extent cx="685800" cy="685800"/>
          <wp:effectExtent l="0" t="0" r="0" b="0"/>
          <wp:wrapNone/>
          <wp:docPr id="4" name="obrázek 20" descr="logo_shp_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_shp_6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Silnice II/478, ul. Mostní II. </w:t>
    </w:r>
    <w:proofErr w:type="gramStart"/>
    <w:r>
      <w:rPr>
        <w:noProof/>
      </w:rPr>
      <w:t>etapa</w:t>
    </w:r>
    <w:r>
      <w:t xml:space="preserve">  </w:t>
    </w:r>
    <w:r>
      <w:tab/>
    </w:r>
    <w:proofErr w:type="gramEnd"/>
    <w:r w:rsidRPr="00C8689B">
      <w:rPr>
        <w:iCs/>
      </w:rPr>
      <w:t>Stupeň:</w:t>
    </w:r>
    <w:r>
      <w:rPr>
        <w:iCs/>
      </w:rPr>
      <w:tab/>
      <w:t>DSP+ZVS</w:t>
    </w:r>
  </w:p>
  <w:p w14:paraId="435019E0" w14:textId="77777777" w:rsidR="006E0612" w:rsidRDefault="006E0612" w:rsidP="00844B3C">
    <w:pPr>
      <w:pStyle w:val="Zhlav"/>
      <w:tabs>
        <w:tab w:val="clear" w:pos="4153"/>
        <w:tab w:val="clear" w:pos="8306"/>
        <w:tab w:val="center" w:pos="426"/>
        <w:tab w:val="left" w:pos="8080"/>
        <w:tab w:val="right" w:pos="9356"/>
      </w:tabs>
    </w:pPr>
    <w:r>
      <w:t xml:space="preserve">201 – Most přes vodní tok </w:t>
    </w:r>
    <w:proofErr w:type="spellStart"/>
    <w:r>
      <w:t>Zyf</w:t>
    </w:r>
    <w:proofErr w:type="spellEnd"/>
    <w:r>
      <w:rPr>
        <w:i/>
      </w:rPr>
      <w:tab/>
    </w:r>
  </w:p>
  <w:p w14:paraId="72FD71AD" w14:textId="77777777" w:rsidR="006E0612" w:rsidRPr="001D708A" w:rsidRDefault="006E0612" w:rsidP="001D708A">
    <w:pPr>
      <w:pStyle w:val="Zhlav"/>
      <w:tabs>
        <w:tab w:val="clear" w:pos="4153"/>
        <w:tab w:val="clear" w:pos="8306"/>
        <w:tab w:val="left" w:pos="567"/>
        <w:tab w:val="left" w:pos="8080"/>
        <w:tab w:val="right" w:pos="9356"/>
      </w:tabs>
    </w:pPr>
    <w:r>
      <w:t>Část: Statický výpočet</w:t>
    </w:r>
    <w:r>
      <w:rPr>
        <w:i/>
      </w:rPr>
      <w:tab/>
    </w:r>
    <w:r w:rsidRPr="00C8689B">
      <w:rPr>
        <w:iCs/>
      </w:rPr>
      <w:t>Strana:</w:t>
    </w:r>
    <w:r w:rsidRPr="00C8689B">
      <w:rPr>
        <w:iCs/>
      </w:rPr>
      <w:tab/>
    </w:r>
    <w:r w:rsidRPr="00C8689B">
      <w:rPr>
        <w:rStyle w:val="slostrnky"/>
        <w:iCs/>
      </w:rPr>
      <w:fldChar w:fldCharType="begin"/>
    </w:r>
    <w:r w:rsidRPr="00C8689B">
      <w:rPr>
        <w:rStyle w:val="slostrnky"/>
        <w:iCs/>
      </w:rPr>
      <w:instrText xml:space="preserve"> PAGE </w:instrText>
    </w:r>
    <w:r w:rsidRPr="00C8689B">
      <w:rPr>
        <w:rStyle w:val="slostrnky"/>
        <w:iCs/>
      </w:rPr>
      <w:fldChar w:fldCharType="separate"/>
    </w:r>
    <w:r>
      <w:rPr>
        <w:rStyle w:val="slostrnky"/>
        <w:iCs/>
        <w:noProof/>
      </w:rPr>
      <w:t>15</w:t>
    </w:r>
    <w:r w:rsidRPr="00C8689B">
      <w:rPr>
        <w:rStyle w:val="slostrnky"/>
        <w:iCs/>
      </w:rPr>
      <w:fldChar w:fldCharType="end"/>
    </w:r>
  </w:p>
  <w:p w14:paraId="7FFEE8BD" w14:textId="77777777" w:rsidR="006E0612" w:rsidRDefault="006E0612" w:rsidP="00DC153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3294" w14:textId="77777777" w:rsidR="006E0612" w:rsidRPr="007C05FC" w:rsidRDefault="006E0612" w:rsidP="009A504C">
    <w:pPr>
      <w:pStyle w:val="Zhlav"/>
      <w:tabs>
        <w:tab w:val="clear" w:pos="4153"/>
        <w:tab w:val="clear" w:pos="8306"/>
        <w:tab w:val="left" w:pos="5191"/>
        <w:tab w:val="right" w:pos="7938"/>
        <w:tab w:val="right" w:pos="9356"/>
      </w:tabs>
      <w:spacing w:after="60"/>
      <w:rPr>
        <w:b/>
      </w:rPr>
    </w:pPr>
    <w:r w:rsidRPr="00AD15E1">
      <w:rPr>
        <w:rFonts w:cstheme="minorHAnsi"/>
        <w:noProof/>
        <w:sz w:val="18"/>
        <w:szCs w:val="18"/>
      </w:rPr>
      <w:drawing>
        <wp:anchor distT="0" distB="0" distL="114300" distR="114300" simplePos="0" relativeHeight="251664384" behindDoc="1" locked="0" layoutInCell="1" allowOverlap="1" wp14:anchorId="409A987A" wp14:editId="05D860AF">
          <wp:simplePos x="0" y="0"/>
          <wp:positionH relativeFrom="margin">
            <wp:posOffset>2344486</wp:posOffset>
          </wp:positionH>
          <wp:positionV relativeFrom="paragraph">
            <wp:posOffset>118110</wp:posOffset>
          </wp:positionV>
          <wp:extent cx="1466047" cy="516642"/>
          <wp:effectExtent l="0" t="0" r="1270" b="0"/>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66047" cy="51664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b/>
      </w:rPr>
      <w:t>MOST EV. Č. 334-011</w:t>
    </w:r>
    <w:r w:rsidRPr="007C05FC">
      <w:rPr>
        <w:b/>
      </w:rPr>
      <w:tab/>
    </w:r>
    <w:r w:rsidRPr="007C05FC">
      <w:rPr>
        <w:b/>
      </w:rPr>
      <w:tab/>
    </w:r>
  </w:p>
  <w:p w14:paraId="7C0D2D8E" w14:textId="1AEDB2CB" w:rsidR="006E0612" w:rsidRPr="00846924" w:rsidRDefault="006E0612" w:rsidP="009A504C">
    <w:pPr>
      <w:pStyle w:val="Zhlav"/>
      <w:tabs>
        <w:tab w:val="clear" w:pos="4153"/>
        <w:tab w:val="clear" w:pos="8306"/>
        <w:tab w:val="right" w:pos="7938"/>
        <w:tab w:val="right" w:pos="9356"/>
      </w:tabs>
      <w:spacing w:after="60"/>
    </w:pPr>
    <w:r>
      <w:rPr>
        <w:b/>
      </w:rPr>
      <w:t>PŘES PŘESTAVLCKÝ POTOK</w:t>
    </w:r>
    <w:r>
      <w:tab/>
    </w:r>
    <w:r>
      <w:rPr>
        <w:iCs/>
      </w:rPr>
      <w:t>Č. zakázky</w:t>
    </w:r>
    <w:r w:rsidRPr="00C8689B">
      <w:rPr>
        <w:iCs/>
      </w:rPr>
      <w:t>:</w:t>
    </w:r>
    <w:r>
      <w:rPr>
        <w:iCs/>
      </w:rPr>
      <w:tab/>
      <w:t>B19007DZS</w:t>
    </w:r>
  </w:p>
  <w:p w14:paraId="399FB816" w14:textId="1A0634E3" w:rsidR="006E0612" w:rsidRDefault="006E0612" w:rsidP="009A504C">
    <w:pPr>
      <w:pStyle w:val="Zhlav"/>
      <w:tabs>
        <w:tab w:val="clear" w:pos="4153"/>
        <w:tab w:val="clear" w:pos="8306"/>
        <w:tab w:val="right" w:pos="7938"/>
        <w:tab w:val="right" w:pos="9356"/>
      </w:tabs>
      <w:spacing w:after="60"/>
    </w:pPr>
    <w:r>
      <w:rPr>
        <w:b/>
        <w:bCs/>
        <w:caps/>
      </w:rPr>
      <w:t>v OBCi přestavlky</w:t>
    </w:r>
    <w:r>
      <w:rPr>
        <w:i/>
      </w:rPr>
      <w:t xml:space="preserve">                                                                                       </w:t>
    </w:r>
    <w:r>
      <w:rPr>
        <w:iCs/>
      </w:rPr>
      <w:t>Strana</w:t>
    </w:r>
    <w:r w:rsidRPr="00C8689B">
      <w:rPr>
        <w:iCs/>
      </w:rPr>
      <w:t>:</w:t>
    </w:r>
    <w:r>
      <w:rPr>
        <w:iCs/>
      </w:rPr>
      <w:tab/>
    </w:r>
    <w:r w:rsidRPr="00C8689B">
      <w:rPr>
        <w:iCs/>
      </w:rPr>
      <w:tab/>
    </w:r>
    <w:r w:rsidRPr="00EA146C">
      <w:fldChar w:fldCharType="begin"/>
    </w:r>
    <w:r w:rsidRPr="00EA146C">
      <w:instrText xml:space="preserve"> PAGE </w:instrText>
    </w:r>
    <w:r w:rsidRPr="00EA146C">
      <w:fldChar w:fldCharType="separate"/>
    </w:r>
    <w:r>
      <w:rPr>
        <w:noProof/>
      </w:rPr>
      <w:t>2</w:t>
    </w:r>
    <w:r w:rsidRPr="00EA146C">
      <w:fldChar w:fldCharType="end"/>
    </w:r>
  </w:p>
  <w:p w14:paraId="16E9C24E" w14:textId="77777777" w:rsidR="006E0612" w:rsidRPr="009F4742" w:rsidRDefault="006E0612" w:rsidP="00410406">
    <w:pPr>
      <w:pStyle w:val="Zhlav"/>
      <w:tabs>
        <w:tab w:val="left" w:pos="6521"/>
        <w:tab w:val="right" w:pos="9356"/>
      </w:tabs>
    </w:pPr>
  </w:p>
  <w:p w14:paraId="484FA561" w14:textId="77777777" w:rsidR="006E0612" w:rsidRDefault="006E061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29F2" w14:textId="77777777" w:rsidR="006E0612" w:rsidRPr="008F242D" w:rsidRDefault="006E0612" w:rsidP="008F24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5224774"/>
    <w:lvl w:ilvl="0">
      <w:start w:val="1"/>
      <w:numFmt w:val="upperLetter"/>
      <w:pStyle w:val="Nadpis1"/>
      <w:lvlText w:val="%1."/>
      <w:lvlJc w:val="left"/>
      <w:pPr>
        <w:tabs>
          <w:tab w:val="num" w:pos="0"/>
        </w:tabs>
        <w:ind w:left="567" w:hanging="567"/>
      </w:pPr>
      <w:rPr>
        <w:rFonts w:hint="default"/>
      </w:rPr>
    </w:lvl>
    <w:lvl w:ilvl="1">
      <w:start w:val="1"/>
      <w:numFmt w:val="decimal"/>
      <w:pStyle w:val="Nadpis2"/>
      <w:lvlText w:val="%1.%2."/>
      <w:lvlJc w:val="left"/>
      <w:pPr>
        <w:tabs>
          <w:tab w:val="num" w:pos="0"/>
        </w:tabs>
        <w:ind w:left="851" w:hanging="851"/>
      </w:pPr>
      <w:rPr>
        <w:rFonts w:hint="default"/>
      </w:rPr>
    </w:lvl>
    <w:lvl w:ilvl="2">
      <w:start w:val="1"/>
      <w:numFmt w:val="decimal"/>
      <w:pStyle w:val="Nadpis3"/>
      <w:lvlText w:val="%1.%2.%3."/>
      <w:lvlJc w:val="left"/>
      <w:pPr>
        <w:tabs>
          <w:tab w:val="num" w:pos="426"/>
        </w:tabs>
        <w:ind w:left="1277" w:hanging="851"/>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0"/>
        </w:tabs>
        <w:ind w:left="851" w:hanging="851"/>
      </w:pPr>
      <w:rPr>
        <w:rFonts w:hint="default"/>
      </w:rPr>
    </w:lvl>
    <w:lvl w:ilvl="4">
      <w:start w:val="1"/>
      <w:numFmt w:val="decimal"/>
      <w:pStyle w:val="Nadpis5"/>
      <w:lvlText w:val="%1.%2.%3.%4.%5."/>
      <w:lvlJc w:val="left"/>
      <w:pPr>
        <w:tabs>
          <w:tab w:val="num" w:pos="0"/>
        </w:tabs>
        <w:ind w:left="3971" w:hanging="567"/>
      </w:pPr>
      <w:rPr>
        <w:rFonts w:hint="default"/>
      </w:rPr>
    </w:lvl>
    <w:lvl w:ilvl="5">
      <w:start w:val="1"/>
      <w:numFmt w:val="decimal"/>
      <w:pStyle w:val="Nadpis6"/>
      <w:lvlText w:val="%1.%2.%3.%4.%5.%6."/>
      <w:lvlJc w:val="left"/>
      <w:pPr>
        <w:tabs>
          <w:tab w:val="num" w:pos="0"/>
        </w:tabs>
        <w:ind w:left="4679" w:hanging="708"/>
      </w:pPr>
      <w:rPr>
        <w:rFonts w:hint="default"/>
      </w:rPr>
    </w:lvl>
    <w:lvl w:ilvl="6">
      <w:start w:val="1"/>
      <w:numFmt w:val="decimal"/>
      <w:pStyle w:val="Nadpis7"/>
      <w:lvlText w:val="%1.%2.%3.%4.%5.%6.%7."/>
      <w:lvlJc w:val="left"/>
      <w:pPr>
        <w:tabs>
          <w:tab w:val="num" w:pos="0"/>
        </w:tabs>
        <w:ind w:left="5387" w:hanging="708"/>
      </w:pPr>
      <w:rPr>
        <w:rFonts w:hint="default"/>
      </w:rPr>
    </w:lvl>
    <w:lvl w:ilvl="7">
      <w:start w:val="1"/>
      <w:numFmt w:val="decimal"/>
      <w:pStyle w:val="Nadpis8"/>
      <w:lvlText w:val="%1.%2.%3.%4.%5.%6.%7.%8."/>
      <w:lvlJc w:val="left"/>
      <w:pPr>
        <w:tabs>
          <w:tab w:val="num" w:pos="0"/>
        </w:tabs>
        <w:ind w:left="6095" w:hanging="708"/>
      </w:pPr>
      <w:rPr>
        <w:rFonts w:hint="default"/>
      </w:rPr>
    </w:lvl>
    <w:lvl w:ilvl="8">
      <w:start w:val="1"/>
      <w:numFmt w:val="decimal"/>
      <w:pStyle w:val="Nadpis9"/>
      <w:lvlText w:val="%1.%2.%3.%4.%5.%6.%7.%8.%9."/>
      <w:lvlJc w:val="left"/>
      <w:pPr>
        <w:tabs>
          <w:tab w:val="num" w:pos="0"/>
        </w:tabs>
        <w:ind w:left="6803" w:hanging="708"/>
      </w:pPr>
      <w:rPr>
        <w:rFonts w:hint="default"/>
      </w:rPr>
    </w:lvl>
  </w:abstractNum>
  <w:abstractNum w:abstractNumId="1" w15:restartNumberingAfterBreak="0">
    <w:nsid w:val="0F0029EE"/>
    <w:multiLevelType w:val="hybridMultilevel"/>
    <w:tmpl w:val="0F7ED0F2"/>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84701"/>
    <w:multiLevelType w:val="hybridMultilevel"/>
    <w:tmpl w:val="03A8B9BA"/>
    <w:lvl w:ilvl="0" w:tplc="D1D43A7C">
      <w:start w:val="5"/>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AD7597"/>
    <w:multiLevelType w:val="hybridMultilevel"/>
    <w:tmpl w:val="726296AE"/>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4438D9"/>
    <w:multiLevelType w:val="hybridMultilevel"/>
    <w:tmpl w:val="726296AE"/>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D50379"/>
    <w:multiLevelType w:val="multilevel"/>
    <w:tmpl w:val="609E01F0"/>
    <w:styleLink w:val="Stylslovn"/>
    <w:lvl w:ilvl="0">
      <w:start w:val="1"/>
      <w:numFmt w:val="decimal"/>
      <w:lvlText w:val="%1)"/>
      <w:lvlJc w:val="left"/>
      <w:pPr>
        <w:tabs>
          <w:tab w:val="num" w:pos="873"/>
        </w:tabs>
        <w:ind w:left="873" w:hanging="363"/>
      </w:pPr>
      <w:rPr>
        <w:rFonts w:ascii="Arial" w:hAnsi="Arial" w:hint="default"/>
        <w:sz w:val="22"/>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6" w15:restartNumberingAfterBreak="0">
    <w:nsid w:val="2FFE4FA0"/>
    <w:multiLevelType w:val="hybridMultilevel"/>
    <w:tmpl w:val="976483A0"/>
    <w:lvl w:ilvl="0" w:tplc="233AC6AE">
      <w:start w:val="1"/>
      <w:numFmt w:val="decimal"/>
      <w:lvlText w:val="%1)"/>
      <w:lvlJc w:val="left"/>
      <w:pPr>
        <w:tabs>
          <w:tab w:val="num" w:pos="720"/>
        </w:tabs>
        <w:ind w:left="720" w:hanging="360"/>
      </w:pPr>
      <w:rPr>
        <w:rFonts w:cs="Times New Roman" w:hint="default"/>
      </w:rPr>
    </w:lvl>
    <w:lvl w:ilvl="1" w:tplc="59D0E244">
      <w:start w:val="1"/>
      <w:numFmt w:val="lowerLetter"/>
      <w:lvlText w:val="%2)"/>
      <w:lvlJc w:val="left"/>
      <w:pPr>
        <w:tabs>
          <w:tab w:val="num" w:pos="1440"/>
        </w:tabs>
        <w:ind w:left="1440" w:hanging="360"/>
      </w:pPr>
      <w:rPr>
        <w:rFonts w:ascii="Arial" w:eastAsia="Times New Roman" w:hAnsi="Arial"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9BB6928"/>
    <w:multiLevelType w:val="hybridMultilevel"/>
    <w:tmpl w:val="079EA0AA"/>
    <w:lvl w:ilvl="0" w:tplc="4DD8B7C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3FB701A3"/>
    <w:multiLevelType w:val="hybridMultilevel"/>
    <w:tmpl w:val="1B90C7BC"/>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613699"/>
    <w:multiLevelType w:val="hybridMultilevel"/>
    <w:tmpl w:val="089CA09E"/>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085571"/>
    <w:multiLevelType w:val="hybridMultilevel"/>
    <w:tmpl w:val="3EAA7F48"/>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9F320D"/>
    <w:multiLevelType w:val="hybridMultilevel"/>
    <w:tmpl w:val="C0E48256"/>
    <w:lvl w:ilvl="0" w:tplc="B06CCD8C">
      <w:start w:val="1"/>
      <w:numFmt w:val="bullet"/>
      <w:lvlText w:val="-"/>
      <w:lvlJc w:val="left"/>
      <w:pPr>
        <w:ind w:left="720" w:hanging="360"/>
      </w:pPr>
      <w:rPr>
        <w:rFonts w:ascii="Arial"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CF3F47"/>
    <w:multiLevelType w:val="hybridMultilevel"/>
    <w:tmpl w:val="286E68D2"/>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E030C"/>
    <w:multiLevelType w:val="hybridMultilevel"/>
    <w:tmpl w:val="7C6CC8FE"/>
    <w:lvl w:ilvl="0" w:tplc="9F5C3250">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15:restartNumberingAfterBreak="0">
    <w:nsid w:val="5B2157F7"/>
    <w:multiLevelType w:val="hybridMultilevel"/>
    <w:tmpl w:val="FB6E6DF0"/>
    <w:lvl w:ilvl="0" w:tplc="780E13E6">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CB13A5"/>
    <w:multiLevelType w:val="hybridMultilevel"/>
    <w:tmpl w:val="81A881FA"/>
    <w:lvl w:ilvl="0" w:tplc="B06CCD8C">
      <w:start w:val="1"/>
      <w:numFmt w:val="bullet"/>
      <w:lvlText w:val="-"/>
      <w:lvlJc w:val="left"/>
      <w:pPr>
        <w:tabs>
          <w:tab w:val="num" w:pos="1211"/>
        </w:tabs>
        <w:ind w:left="1211" w:hanging="360"/>
      </w:pPr>
      <w:rPr>
        <w:rFonts w:ascii="Arial" w:hAnsi="Arial"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73194F78"/>
    <w:multiLevelType w:val="hybridMultilevel"/>
    <w:tmpl w:val="0B3C6568"/>
    <w:lvl w:ilvl="0" w:tplc="C602DD3C">
      <w:start w:val="1"/>
      <w:numFmt w:val="upperRoman"/>
      <w:pStyle w:val="Nzevoddlu"/>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E841C3"/>
    <w:multiLevelType w:val="hybridMultilevel"/>
    <w:tmpl w:val="1C6CC822"/>
    <w:lvl w:ilvl="0" w:tplc="17EE7AAE">
      <w:start w:val="6"/>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0464E8"/>
    <w:multiLevelType w:val="hybridMultilevel"/>
    <w:tmpl w:val="01EAED2E"/>
    <w:lvl w:ilvl="0" w:tplc="05D2C9AC">
      <w:start w:val="1"/>
      <w:numFmt w:val="lowerLetter"/>
      <w:lvlText w:val="%1)"/>
      <w:lvlJc w:val="left"/>
      <w:pPr>
        <w:ind w:left="720" w:hanging="720"/>
      </w:pPr>
      <w:rPr>
        <w:rFonts w:ascii="Arial" w:eastAsia="Times New Roman" w:hAnsi="Arial"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16"/>
  </w:num>
  <w:num w:numId="4">
    <w:abstractNumId w:val="15"/>
  </w:num>
  <w:num w:numId="5">
    <w:abstractNumId w:val="1"/>
  </w:num>
  <w:num w:numId="6">
    <w:abstractNumId w:val="12"/>
  </w:num>
  <w:num w:numId="7">
    <w:abstractNumId w:val="2"/>
  </w:num>
  <w:num w:numId="8">
    <w:abstractNumId w:val="10"/>
  </w:num>
  <w:num w:numId="9">
    <w:abstractNumId w:val="14"/>
  </w:num>
  <w:num w:numId="10">
    <w:abstractNumId w:val="8"/>
  </w:num>
  <w:num w:numId="11">
    <w:abstractNumId w:val="17"/>
  </w:num>
  <w:num w:numId="12">
    <w:abstractNumId w:val="3"/>
  </w:num>
  <w:num w:numId="13">
    <w:abstractNumId w:val="9"/>
  </w:num>
  <w:num w:numId="14">
    <w:abstractNumId w:val="4"/>
  </w:num>
  <w:num w:numId="15">
    <w:abstractNumId w:val="11"/>
  </w:num>
  <w:num w:numId="16">
    <w:abstractNumId w:val="18"/>
  </w:num>
  <w:num w:numId="17">
    <w:abstractNumId w:val="6"/>
  </w:num>
  <w:num w:numId="18">
    <w:abstractNumId w:val="7"/>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8F2"/>
    <w:rsid w:val="00001213"/>
    <w:rsid w:val="0000194F"/>
    <w:rsid w:val="00001CA6"/>
    <w:rsid w:val="0000274D"/>
    <w:rsid w:val="00002992"/>
    <w:rsid w:val="0000334B"/>
    <w:rsid w:val="0000382A"/>
    <w:rsid w:val="00003D16"/>
    <w:rsid w:val="00003ED6"/>
    <w:rsid w:val="000043CF"/>
    <w:rsid w:val="00004431"/>
    <w:rsid w:val="00004845"/>
    <w:rsid w:val="00004846"/>
    <w:rsid w:val="00004E90"/>
    <w:rsid w:val="000059E4"/>
    <w:rsid w:val="000064D0"/>
    <w:rsid w:val="000064F8"/>
    <w:rsid w:val="000112C8"/>
    <w:rsid w:val="0001157D"/>
    <w:rsid w:val="00011A22"/>
    <w:rsid w:val="00011D95"/>
    <w:rsid w:val="00012649"/>
    <w:rsid w:val="000130A4"/>
    <w:rsid w:val="000131BC"/>
    <w:rsid w:val="00013E0C"/>
    <w:rsid w:val="0001461C"/>
    <w:rsid w:val="00015055"/>
    <w:rsid w:val="00015B6A"/>
    <w:rsid w:val="00016100"/>
    <w:rsid w:val="00016117"/>
    <w:rsid w:val="0001683B"/>
    <w:rsid w:val="00016B09"/>
    <w:rsid w:val="00020073"/>
    <w:rsid w:val="00020BB4"/>
    <w:rsid w:val="00020D48"/>
    <w:rsid w:val="000218A1"/>
    <w:rsid w:val="00022588"/>
    <w:rsid w:val="00022FA2"/>
    <w:rsid w:val="0002334B"/>
    <w:rsid w:val="00023384"/>
    <w:rsid w:val="000240F5"/>
    <w:rsid w:val="00024483"/>
    <w:rsid w:val="00024799"/>
    <w:rsid w:val="00024EE1"/>
    <w:rsid w:val="00025FFA"/>
    <w:rsid w:val="00026B3E"/>
    <w:rsid w:val="000306C0"/>
    <w:rsid w:val="00030ADD"/>
    <w:rsid w:val="00031ABF"/>
    <w:rsid w:val="000330B4"/>
    <w:rsid w:val="000332BF"/>
    <w:rsid w:val="00035336"/>
    <w:rsid w:val="000357A3"/>
    <w:rsid w:val="00035A45"/>
    <w:rsid w:val="00035E29"/>
    <w:rsid w:val="000365BD"/>
    <w:rsid w:val="000366E7"/>
    <w:rsid w:val="00036E79"/>
    <w:rsid w:val="00037F16"/>
    <w:rsid w:val="00040358"/>
    <w:rsid w:val="0004041D"/>
    <w:rsid w:val="0004067B"/>
    <w:rsid w:val="00040DD0"/>
    <w:rsid w:val="00041052"/>
    <w:rsid w:val="00042DE4"/>
    <w:rsid w:val="0004357F"/>
    <w:rsid w:val="0004416E"/>
    <w:rsid w:val="000451CB"/>
    <w:rsid w:val="00045639"/>
    <w:rsid w:val="00045879"/>
    <w:rsid w:val="000458EB"/>
    <w:rsid w:val="0004600A"/>
    <w:rsid w:val="000465AB"/>
    <w:rsid w:val="000469F8"/>
    <w:rsid w:val="00046A44"/>
    <w:rsid w:val="00046B54"/>
    <w:rsid w:val="00047A5E"/>
    <w:rsid w:val="00047DE4"/>
    <w:rsid w:val="00050374"/>
    <w:rsid w:val="00051F73"/>
    <w:rsid w:val="000529B6"/>
    <w:rsid w:val="00053278"/>
    <w:rsid w:val="00053782"/>
    <w:rsid w:val="00053C10"/>
    <w:rsid w:val="00054402"/>
    <w:rsid w:val="00054644"/>
    <w:rsid w:val="00054875"/>
    <w:rsid w:val="000548C0"/>
    <w:rsid w:val="000548C2"/>
    <w:rsid w:val="00054DFB"/>
    <w:rsid w:val="0005579C"/>
    <w:rsid w:val="000557FB"/>
    <w:rsid w:val="00055C72"/>
    <w:rsid w:val="00056719"/>
    <w:rsid w:val="00056C6A"/>
    <w:rsid w:val="000574D2"/>
    <w:rsid w:val="00057802"/>
    <w:rsid w:val="00057B1A"/>
    <w:rsid w:val="0006096A"/>
    <w:rsid w:val="00060AEB"/>
    <w:rsid w:val="00060BDD"/>
    <w:rsid w:val="00060ED1"/>
    <w:rsid w:val="00060F4F"/>
    <w:rsid w:val="00061207"/>
    <w:rsid w:val="00061D10"/>
    <w:rsid w:val="00063786"/>
    <w:rsid w:val="0006401A"/>
    <w:rsid w:val="000645BA"/>
    <w:rsid w:val="00064ED9"/>
    <w:rsid w:val="00065A59"/>
    <w:rsid w:val="00065D68"/>
    <w:rsid w:val="000662BB"/>
    <w:rsid w:val="00066388"/>
    <w:rsid w:val="0006745C"/>
    <w:rsid w:val="000707FF"/>
    <w:rsid w:val="000709A8"/>
    <w:rsid w:val="00070D3A"/>
    <w:rsid w:val="000725B9"/>
    <w:rsid w:val="00073020"/>
    <w:rsid w:val="000732F6"/>
    <w:rsid w:val="000734E7"/>
    <w:rsid w:val="0007396E"/>
    <w:rsid w:val="000743E4"/>
    <w:rsid w:val="00074980"/>
    <w:rsid w:val="0007523E"/>
    <w:rsid w:val="00075411"/>
    <w:rsid w:val="000756E6"/>
    <w:rsid w:val="000756F2"/>
    <w:rsid w:val="000757FA"/>
    <w:rsid w:val="00075D6B"/>
    <w:rsid w:val="00076363"/>
    <w:rsid w:val="000768FE"/>
    <w:rsid w:val="00076CD1"/>
    <w:rsid w:val="00077701"/>
    <w:rsid w:val="00080456"/>
    <w:rsid w:val="000807BD"/>
    <w:rsid w:val="00080D12"/>
    <w:rsid w:val="00081688"/>
    <w:rsid w:val="00081DA9"/>
    <w:rsid w:val="000821D5"/>
    <w:rsid w:val="000827C4"/>
    <w:rsid w:val="00083346"/>
    <w:rsid w:val="000837A2"/>
    <w:rsid w:val="00083893"/>
    <w:rsid w:val="00083ABF"/>
    <w:rsid w:val="00083F4F"/>
    <w:rsid w:val="000842DE"/>
    <w:rsid w:val="000847DB"/>
    <w:rsid w:val="00084E49"/>
    <w:rsid w:val="000857C6"/>
    <w:rsid w:val="00085DE9"/>
    <w:rsid w:val="00085F95"/>
    <w:rsid w:val="000862F2"/>
    <w:rsid w:val="00087CF5"/>
    <w:rsid w:val="0009032F"/>
    <w:rsid w:val="000903D4"/>
    <w:rsid w:val="00090517"/>
    <w:rsid w:val="00090887"/>
    <w:rsid w:val="000911D4"/>
    <w:rsid w:val="00091627"/>
    <w:rsid w:val="00092783"/>
    <w:rsid w:val="00092A55"/>
    <w:rsid w:val="00092BDF"/>
    <w:rsid w:val="00093A8E"/>
    <w:rsid w:val="00093E98"/>
    <w:rsid w:val="00094DD4"/>
    <w:rsid w:val="000955EF"/>
    <w:rsid w:val="00095679"/>
    <w:rsid w:val="00095F50"/>
    <w:rsid w:val="00095FA7"/>
    <w:rsid w:val="000962B4"/>
    <w:rsid w:val="00096895"/>
    <w:rsid w:val="00096F84"/>
    <w:rsid w:val="0009729C"/>
    <w:rsid w:val="0009790E"/>
    <w:rsid w:val="00097A50"/>
    <w:rsid w:val="000A0DD3"/>
    <w:rsid w:val="000A1555"/>
    <w:rsid w:val="000A1AA4"/>
    <w:rsid w:val="000A1D57"/>
    <w:rsid w:val="000A236E"/>
    <w:rsid w:val="000A236F"/>
    <w:rsid w:val="000A2A53"/>
    <w:rsid w:val="000A37F8"/>
    <w:rsid w:val="000A3FAF"/>
    <w:rsid w:val="000A40BE"/>
    <w:rsid w:val="000A4290"/>
    <w:rsid w:val="000A44EA"/>
    <w:rsid w:val="000A49DF"/>
    <w:rsid w:val="000A4A59"/>
    <w:rsid w:val="000A4AAD"/>
    <w:rsid w:val="000A4B59"/>
    <w:rsid w:val="000A4F76"/>
    <w:rsid w:val="000A57B9"/>
    <w:rsid w:val="000A5C4B"/>
    <w:rsid w:val="000A6CFB"/>
    <w:rsid w:val="000A6EE7"/>
    <w:rsid w:val="000A6EEF"/>
    <w:rsid w:val="000B050F"/>
    <w:rsid w:val="000B0BC6"/>
    <w:rsid w:val="000B10BC"/>
    <w:rsid w:val="000B158C"/>
    <w:rsid w:val="000B2176"/>
    <w:rsid w:val="000B28BE"/>
    <w:rsid w:val="000B2A2C"/>
    <w:rsid w:val="000B3247"/>
    <w:rsid w:val="000B3583"/>
    <w:rsid w:val="000B3909"/>
    <w:rsid w:val="000B4269"/>
    <w:rsid w:val="000B464C"/>
    <w:rsid w:val="000B53E8"/>
    <w:rsid w:val="000B6387"/>
    <w:rsid w:val="000B6A62"/>
    <w:rsid w:val="000B6F8E"/>
    <w:rsid w:val="000B7192"/>
    <w:rsid w:val="000B7302"/>
    <w:rsid w:val="000B780C"/>
    <w:rsid w:val="000B7A9C"/>
    <w:rsid w:val="000B7BE0"/>
    <w:rsid w:val="000C00EE"/>
    <w:rsid w:val="000C02F3"/>
    <w:rsid w:val="000C0515"/>
    <w:rsid w:val="000C16BE"/>
    <w:rsid w:val="000C19F2"/>
    <w:rsid w:val="000C2513"/>
    <w:rsid w:val="000C282D"/>
    <w:rsid w:val="000C30F4"/>
    <w:rsid w:val="000C3428"/>
    <w:rsid w:val="000C3A82"/>
    <w:rsid w:val="000C3E21"/>
    <w:rsid w:val="000C4A96"/>
    <w:rsid w:val="000C6B64"/>
    <w:rsid w:val="000C6EC2"/>
    <w:rsid w:val="000C72BE"/>
    <w:rsid w:val="000C7CDB"/>
    <w:rsid w:val="000D0071"/>
    <w:rsid w:val="000D058C"/>
    <w:rsid w:val="000D08D3"/>
    <w:rsid w:val="000D17A7"/>
    <w:rsid w:val="000D1B35"/>
    <w:rsid w:val="000D1DA4"/>
    <w:rsid w:val="000D2B1B"/>
    <w:rsid w:val="000D3858"/>
    <w:rsid w:val="000D3F3E"/>
    <w:rsid w:val="000D4A91"/>
    <w:rsid w:val="000D4B49"/>
    <w:rsid w:val="000D4D5D"/>
    <w:rsid w:val="000D5396"/>
    <w:rsid w:val="000D56E7"/>
    <w:rsid w:val="000D5E2D"/>
    <w:rsid w:val="000D78CC"/>
    <w:rsid w:val="000D79EC"/>
    <w:rsid w:val="000D7FF9"/>
    <w:rsid w:val="000E0641"/>
    <w:rsid w:val="000E18DC"/>
    <w:rsid w:val="000E1A89"/>
    <w:rsid w:val="000E364B"/>
    <w:rsid w:val="000E3A6A"/>
    <w:rsid w:val="000E3AAC"/>
    <w:rsid w:val="000E3C00"/>
    <w:rsid w:val="000E3C3D"/>
    <w:rsid w:val="000E3E01"/>
    <w:rsid w:val="000E3FF0"/>
    <w:rsid w:val="000E41D2"/>
    <w:rsid w:val="000E4C1E"/>
    <w:rsid w:val="000E6620"/>
    <w:rsid w:val="000E6BE8"/>
    <w:rsid w:val="000E7293"/>
    <w:rsid w:val="000E74BB"/>
    <w:rsid w:val="000F15F1"/>
    <w:rsid w:val="000F1E01"/>
    <w:rsid w:val="000F23AC"/>
    <w:rsid w:val="000F2766"/>
    <w:rsid w:val="000F29E0"/>
    <w:rsid w:val="000F336E"/>
    <w:rsid w:val="000F3B3B"/>
    <w:rsid w:val="000F3E45"/>
    <w:rsid w:val="000F420B"/>
    <w:rsid w:val="000F5B36"/>
    <w:rsid w:val="000F5C6E"/>
    <w:rsid w:val="000F5F88"/>
    <w:rsid w:val="000F75AA"/>
    <w:rsid w:val="000F7CF4"/>
    <w:rsid w:val="000F7DBD"/>
    <w:rsid w:val="000F7ED7"/>
    <w:rsid w:val="00100B5D"/>
    <w:rsid w:val="00101257"/>
    <w:rsid w:val="00101490"/>
    <w:rsid w:val="00101C54"/>
    <w:rsid w:val="00101DF1"/>
    <w:rsid w:val="0010236F"/>
    <w:rsid w:val="00102713"/>
    <w:rsid w:val="0010318F"/>
    <w:rsid w:val="00104866"/>
    <w:rsid w:val="0010495B"/>
    <w:rsid w:val="0010506A"/>
    <w:rsid w:val="00105AA2"/>
    <w:rsid w:val="00105CAE"/>
    <w:rsid w:val="00107101"/>
    <w:rsid w:val="0010721D"/>
    <w:rsid w:val="001078BA"/>
    <w:rsid w:val="001101DC"/>
    <w:rsid w:val="0011065A"/>
    <w:rsid w:val="00110863"/>
    <w:rsid w:val="00110FE8"/>
    <w:rsid w:val="00111119"/>
    <w:rsid w:val="00112372"/>
    <w:rsid w:val="001126A5"/>
    <w:rsid w:val="00112F25"/>
    <w:rsid w:val="001140B6"/>
    <w:rsid w:val="00114440"/>
    <w:rsid w:val="0011528C"/>
    <w:rsid w:val="001156E8"/>
    <w:rsid w:val="00116541"/>
    <w:rsid w:val="00116566"/>
    <w:rsid w:val="00120379"/>
    <w:rsid w:val="001206B0"/>
    <w:rsid w:val="0012122F"/>
    <w:rsid w:val="001218AA"/>
    <w:rsid w:val="00122095"/>
    <w:rsid w:val="001223E7"/>
    <w:rsid w:val="0012293B"/>
    <w:rsid w:val="00123809"/>
    <w:rsid w:val="00123D4A"/>
    <w:rsid w:val="0012558B"/>
    <w:rsid w:val="00125C49"/>
    <w:rsid w:val="00126A47"/>
    <w:rsid w:val="00126CE2"/>
    <w:rsid w:val="00126E0B"/>
    <w:rsid w:val="00127741"/>
    <w:rsid w:val="00127CC6"/>
    <w:rsid w:val="00127EDC"/>
    <w:rsid w:val="001313F3"/>
    <w:rsid w:val="001314FD"/>
    <w:rsid w:val="00131E39"/>
    <w:rsid w:val="00133EA3"/>
    <w:rsid w:val="00133F37"/>
    <w:rsid w:val="001340FF"/>
    <w:rsid w:val="0013488B"/>
    <w:rsid w:val="00134DA6"/>
    <w:rsid w:val="00135095"/>
    <w:rsid w:val="001354D4"/>
    <w:rsid w:val="00135795"/>
    <w:rsid w:val="00135B39"/>
    <w:rsid w:val="00136F66"/>
    <w:rsid w:val="0013720B"/>
    <w:rsid w:val="00137434"/>
    <w:rsid w:val="00137906"/>
    <w:rsid w:val="00137FF8"/>
    <w:rsid w:val="00140241"/>
    <w:rsid w:val="00140C14"/>
    <w:rsid w:val="00142943"/>
    <w:rsid w:val="001429B7"/>
    <w:rsid w:val="00142F75"/>
    <w:rsid w:val="001431FF"/>
    <w:rsid w:val="0014331D"/>
    <w:rsid w:val="0014365C"/>
    <w:rsid w:val="00143C87"/>
    <w:rsid w:val="001440E5"/>
    <w:rsid w:val="0014433F"/>
    <w:rsid w:val="001444D5"/>
    <w:rsid w:val="00145250"/>
    <w:rsid w:val="00145420"/>
    <w:rsid w:val="00145501"/>
    <w:rsid w:val="001457CA"/>
    <w:rsid w:val="001462D8"/>
    <w:rsid w:val="00146501"/>
    <w:rsid w:val="00146D78"/>
    <w:rsid w:val="00147228"/>
    <w:rsid w:val="001505E8"/>
    <w:rsid w:val="00150659"/>
    <w:rsid w:val="001509A0"/>
    <w:rsid w:val="00150C92"/>
    <w:rsid w:val="00150CC7"/>
    <w:rsid w:val="00151C8D"/>
    <w:rsid w:val="00151D77"/>
    <w:rsid w:val="0015200B"/>
    <w:rsid w:val="0015268E"/>
    <w:rsid w:val="0015270E"/>
    <w:rsid w:val="00152745"/>
    <w:rsid w:val="00152AB0"/>
    <w:rsid w:val="00152B20"/>
    <w:rsid w:val="001534BF"/>
    <w:rsid w:val="00153631"/>
    <w:rsid w:val="00153C1F"/>
    <w:rsid w:val="00153CC0"/>
    <w:rsid w:val="00153DF2"/>
    <w:rsid w:val="00154040"/>
    <w:rsid w:val="001544F0"/>
    <w:rsid w:val="001549F0"/>
    <w:rsid w:val="001553D7"/>
    <w:rsid w:val="0015571C"/>
    <w:rsid w:val="001566B2"/>
    <w:rsid w:val="001572BA"/>
    <w:rsid w:val="0016015C"/>
    <w:rsid w:val="0016057E"/>
    <w:rsid w:val="0016068F"/>
    <w:rsid w:val="00161B20"/>
    <w:rsid w:val="0016260E"/>
    <w:rsid w:val="00163962"/>
    <w:rsid w:val="00164768"/>
    <w:rsid w:val="00164D73"/>
    <w:rsid w:val="00164E43"/>
    <w:rsid w:val="00164E76"/>
    <w:rsid w:val="0016508B"/>
    <w:rsid w:val="00165372"/>
    <w:rsid w:val="00165EBA"/>
    <w:rsid w:val="0016604C"/>
    <w:rsid w:val="001665F8"/>
    <w:rsid w:val="0016695C"/>
    <w:rsid w:val="00166F1D"/>
    <w:rsid w:val="001679AD"/>
    <w:rsid w:val="00167B1B"/>
    <w:rsid w:val="00167B2E"/>
    <w:rsid w:val="00167B8A"/>
    <w:rsid w:val="00167D59"/>
    <w:rsid w:val="00171928"/>
    <w:rsid w:val="00171A8B"/>
    <w:rsid w:val="00172040"/>
    <w:rsid w:val="0017254D"/>
    <w:rsid w:val="00172686"/>
    <w:rsid w:val="00173248"/>
    <w:rsid w:val="0017380B"/>
    <w:rsid w:val="0017382A"/>
    <w:rsid w:val="00173ACD"/>
    <w:rsid w:val="00173E31"/>
    <w:rsid w:val="00174C8A"/>
    <w:rsid w:val="00175A2C"/>
    <w:rsid w:val="001765EF"/>
    <w:rsid w:val="00176825"/>
    <w:rsid w:val="00176E3B"/>
    <w:rsid w:val="0017753B"/>
    <w:rsid w:val="00177DF4"/>
    <w:rsid w:val="00180B54"/>
    <w:rsid w:val="001811A8"/>
    <w:rsid w:val="001811FE"/>
    <w:rsid w:val="00181F61"/>
    <w:rsid w:val="00182256"/>
    <w:rsid w:val="0018259A"/>
    <w:rsid w:val="001828C4"/>
    <w:rsid w:val="00183487"/>
    <w:rsid w:val="001835EF"/>
    <w:rsid w:val="0018363B"/>
    <w:rsid w:val="00184AEF"/>
    <w:rsid w:val="0018585D"/>
    <w:rsid w:val="00185E2F"/>
    <w:rsid w:val="001869AA"/>
    <w:rsid w:val="001869E6"/>
    <w:rsid w:val="00186BA4"/>
    <w:rsid w:val="00186FE8"/>
    <w:rsid w:val="001875A3"/>
    <w:rsid w:val="001878D8"/>
    <w:rsid w:val="001879DF"/>
    <w:rsid w:val="00187B57"/>
    <w:rsid w:val="0019018B"/>
    <w:rsid w:val="00190691"/>
    <w:rsid w:val="0019111E"/>
    <w:rsid w:val="00191168"/>
    <w:rsid w:val="00191678"/>
    <w:rsid w:val="00192A61"/>
    <w:rsid w:val="00193B71"/>
    <w:rsid w:val="00194C45"/>
    <w:rsid w:val="00194D7A"/>
    <w:rsid w:val="001967BC"/>
    <w:rsid w:val="001968DD"/>
    <w:rsid w:val="00196E66"/>
    <w:rsid w:val="0019746D"/>
    <w:rsid w:val="00197C82"/>
    <w:rsid w:val="00197D1D"/>
    <w:rsid w:val="00197D35"/>
    <w:rsid w:val="001A0375"/>
    <w:rsid w:val="001A11BE"/>
    <w:rsid w:val="001A13DF"/>
    <w:rsid w:val="001A15A3"/>
    <w:rsid w:val="001A17AB"/>
    <w:rsid w:val="001A1983"/>
    <w:rsid w:val="001A1AC2"/>
    <w:rsid w:val="001A258D"/>
    <w:rsid w:val="001A2E8F"/>
    <w:rsid w:val="001A38C8"/>
    <w:rsid w:val="001A4D3F"/>
    <w:rsid w:val="001A5036"/>
    <w:rsid w:val="001A54D0"/>
    <w:rsid w:val="001A5A31"/>
    <w:rsid w:val="001A63D3"/>
    <w:rsid w:val="001A6B65"/>
    <w:rsid w:val="001A6DE2"/>
    <w:rsid w:val="001A7565"/>
    <w:rsid w:val="001A7BB2"/>
    <w:rsid w:val="001B04EE"/>
    <w:rsid w:val="001B0C72"/>
    <w:rsid w:val="001B17C8"/>
    <w:rsid w:val="001B190C"/>
    <w:rsid w:val="001B233F"/>
    <w:rsid w:val="001B2F8E"/>
    <w:rsid w:val="001B3118"/>
    <w:rsid w:val="001B3225"/>
    <w:rsid w:val="001B40AD"/>
    <w:rsid w:val="001B4187"/>
    <w:rsid w:val="001B43BE"/>
    <w:rsid w:val="001B4E2B"/>
    <w:rsid w:val="001B5A63"/>
    <w:rsid w:val="001B5F70"/>
    <w:rsid w:val="001B61F5"/>
    <w:rsid w:val="001B61FE"/>
    <w:rsid w:val="001B629B"/>
    <w:rsid w:val="001B6809"/>
    <w:rsid w:val="001B6C7F"/>
    <w:rsid w:val="001B6E60"/>
    <w:rsid w:val="001B6ED6"/>
    <w:rsid w:val="001B706D"/>
    <w:rsid w:val="001B70E1"/>
    <w:rsid w:val="001B7245"/>
    <w:rsid w:val="001B751A"/>
    <w:rsid w:val="001B7536"/>
    <w:rsid w:val="001B7F2C"/>
    <w:rsid w:val="001C04D8"/>
    <w:rsid w:val="001C05A0"/>
    <w:rsid w:val="001C05E2"/>
    <w:rsid w:val="001C1577"/>
    <w:rsid w:val="001C1B02"/>
    <w:rsid w:val="001C2737"/>
    <w:rsid w:val="001C2ED1"/>
    <w:rsid w:val="001C3FAD"/>
    <w:rsid w:val="001C4B46"/>
    <w:rsid w:val="001C4EFE"/>
    <w:rsid w:val="001C53D8"/>
    <w:rsid w:val="001C5AD2"/>
    <w:rsid w:val="001C611B"/>
    <w:rsid w:val="001C6377"/>
    <w:rsid w:val="001C6E92"/>
    <w:rsid w:val="001C7190"/>
    <w:rsid w:val="001C7E25"/>
    <w:rsid w:val="001D0D51"/>
    <w:rsid w:val="001D1124"/>
    <w:rsid w:val="001D18FA"/>
    <w:rsid w:val="001D1974"/>
    <w:rsid w:val="001D2C5F"/>
    <w:rsid w:val="001D370A"/>
    <w:rsid w:val="001D39BA"/>
    <w:rsid w:val="001D3B4F"/>
    <w:rsid w:val="001D43DD"/>
    <w:rsid w:val="001D47A5"/>
    <w:rsid w:val="001D47DA"/>
    <w:rsid w:val="001D49CF"/>
    <w:rsid w:val="001D545B"/>
    <w:rsid w:val="001D5916"/>
    <w:rsid w:val="001D5FC0"/>
    <w:rsid w:val="001D67A3"/>
    <w:rsid w:val="001D680C"/>
    <w:rsid w:val="001D6C6E"/>
    <w:rsid w:val="001D708A"/>
    <w:rsid w:val="001D76D0"/>
    <w:rsid w:val="001D7BE8"/>
    <w:rsid w:val="001D7CDD"/>
    <w:rsid w:val="001D7DDD"/>
    <w:rsid w:val="001E023E"/>
    <w:rsid w:val="001E0C2F"/>
    <w:rsid w:val="001E0E7C"/>
    <w:rsid w:val="001E153F"/>
    <w:rsid w:val="001E1DAA"/>
    <w:rsid w:val="001E1E26"/>
    <w:rsid w:val="001E245B"/>
    <w:rsid w:val="001E2987"/>
    <w:rsid w:val="001E29CA"/>
    <w:rsid w:val="001E2EBB"/>
    <w:rsid w:val="001E3842"/>
    <w:rsid w:val="001E397E"/>
    <w:rsid w:val="001E4551"/>
    <w:rsid w:val="001E4C76"/>
    <w:rsid w:val="001E63EB"/>
    <w:rsid w:val="001E64AE"/>
    <w:rsid w:val="001E68A6"/>
    <w:rsid w:val="001E691F"/>
    <w:rsid w:val="001E75DA"/>
    <w:rsid w:val="001E7933"/>
    <w:rsid w:val="001F0367"/>
    <w:rsid w:val="001F1241"/>
    <w:rsid w:val="001F14E8"/>
    <w:rsid w:val="001F1CA6"/>
    <w:rsid w:val="001F21FA"/>
    <w:rsid w:val="001F28A2"/>
    <w:rsid w:val="001F3912"/>
    <w:rsid w:val="001F3B88"/>
    <w:rsid w:val="001F48C2"/>
    <w:rsid w:val="001F4B61"/>
    <w:rsid w:val="001F6E23"/>
    <w:rsid w:val="001F7392"/>
    <w:rsid w:val="001F7814"/>
    <w:rsid w:val="001F7921"/>
    <w:rsid w:val="002006A0"/>
    <w:rsid w:val="0020149C"/>
    <w:rsid w:val="00202449"/>
    <w:rsid w:val="002027AC"/>
    <w:rsid w:val="00203392"/>
    <w:rsid w:val="00203639"/>
    <w:rsid w:val="00203E85"/>
    <w:rsid w:val="00205417"/>
    <w:rsid w:val="00205599"/>
    <w:rsid w:val="00205AC1"/>
    <w:rsid w:val="00205D26"/>
    <w:rsid w:val="00206E55"/>
    <w:rsid w:val="00207221"/>
    <w:rsid w:val="002073A5"/>
    <w:rsid w:val="002073E0"/>
    <w:rsid w:val="0020753A"/>
    <w:rsid w:val="0021033D"/>
    <w:rsid w:val="002104B2"/>
    <w:rsid w:val="00210D6D"/>
    <w:rsid w:val="00211053"/>
    <w:rsid w:val="0021173E"/>
    <w:rsid w:val="002124AA"/>
    <w:rsid w:val="00212AC1"/>
    <w:rsid w:val="00212B56"/>
    <w:rsid w:val="00213019"/>
    <w:rsid w:val="002133DD"/>
    <w:rsid w:val="0021482E"/>
    <w:rsid w:val="00215A23"/>
    <w:rsid w:val="00220F7D"/>
    <w:rsid w:val="00221536"/>
    <w:rsid w:val="00221825"/>
    <w:rsid w:val="00221F9A"/>
    <w:rsid w:val="00222E7B"/>
    <w:rsid w:val="002230FC"/>
    <w:rsid w:val="002234CC"/>
    <w:rsid w:val="002237AF"/>
    <w:rsid w:val="00224EE9"/>
    <w:rsid w:val="002256B6"/>
    <w:rsid w:val="002261EA"/>
    <w:rsid w:val="00226300"/>
    <w:rsid w:val="002268B8"/>
    <w:rsid w:val="00226E98"/>
    <w:rsid w:val="00227677"/>
    <w:rsid w:val="00230006"/>
    <w:rsid w:val="002305CF"/>
    <w:rsid w:val="00230636"/>
    <w:rsid w:val="00230BAB"/>
    <w:rsid w:val="002316D7"/>
    <w:rsid w:val="00231EB2"/>
    <w:rsid w:val="0023206D"/>
    <w:rsid w:val="002321E0"/>
    <w:rsid w:val="00232C21"/>
    <w:rsid w:val="0023314C"/>
    <w:rsid w:val="00233441"/>
    <w:rsid w:val="00233F1B"/>
    <w:rsid w:val="002349B5"/>
    <w:rsid w:val="00234C5E"/>
    <w:rsid w:val="00235FD0"/>
    <w:rsid w:val="00236035"/>
    <w:rsid w:val="00237C24"/>
    <w:rsid w:val="00241E83"/>
    <w:rsid w:val="0024309C"/>
    <w:rsid w:val="00244CAA"/>
    <w:rsid w:val="00245993"/>
    <w:rsid w:val="00245B25"/>
    <w:rsid w:val="00246B42"/>
    <w:rsid w:val="002473CA"/>
    <w:rsid w:val="00247A72"/>
    <w:rsid w:val="00250E14"/>
    <w:rsid w:val="00250EE0"/>
    <w:rsid w:val="00251969"/>
    <w:rsid w:val="00251A1C"/>
    <w:rsid w:val="00251D1F"/>
    <w:rsid w:val="00251EAB"/>
    <w:rsid w:val="002524FE"/>
    <w:rsid w:val="002528E5"/>
    <w:rsid w:val="00252A66"/>
    <w:rsid w:val="00252D63"/>
    <w:rsid w:val="00253D77"/>
    <w:rsid w:val="00255439"/>
    <w:rsid w:val="002562F3"/>
    <w:rsid w:val="002577E4"/>
    <w:rsid w:val="002578D8"/>
    <w:rsid w:val="00257AD8"/>
    <w:rsid w:val="00257EEE"/>
    <w:rsid w:val="002606F4"/>
    <w:rsid w:val="002610A4"/>
    <w:rsid w:val="00261C61"/>
    <w:rsid w:val="002625BD"/>
    <w:rsid w:val="00262CA3"/>
    <w:rsid w:val="0026328C"/>
    <w:rsid w:val="00263CAF"/>
    <w:rsid w:val="002642C4"/>
    <w:rsid w:val="002644D4"/>
    <w:rsid w:val="00264576"/>
    <w:rsid w:val="0026468D"/>
    <w:rsid w:val="0026471B"/>
    <w:rsid w:val="002649B3"/>
    <w:rsid w:val="0026603E"/>
    <w:rsid w:val="00266712"/>
    <w:rsid w:val="002667D3"/>
    <w:rsid w:val="00266B57"/>
    <w:rsid w:val="00267A6A"/>
    <w:rsid w:val="00267D55"/>
    <w:rsid w:val="00267EFB"/>
    <w:rsid w:val="00267F4B"/>
    <w:rsid w:val="002704DB"/>
    <w:rsid w:val="00271C08"/>
    <w:rsid w:val="00271E8B"/>
    <w:rsid w:val="00272B79"/>
    <w:rsid w:val="00272E92"/>
    <w:rsid w:val="002734AB"/>
    <w:rsid w:val="00273822"/>
    <w:rsid w:val="00273E02"/>
    <w:rsid w:val="00273FE8"/>
    <w:rsid w:val="0027473D"/>
    <w:rsid w:val="0027489C"/>
    <w:rsid w:val="002758BA"/>
    <w:rsid w:val="00275B00"/>
    <w:rsid w:val="00276362"/>
    <w:rsid w:val="00276A02"/>
    <w:rsid w:val="00276AF7"/>
    <w:rsid w:val="00276BD8"/>
    <w:rsid w:val="002771EE"/>
    <w:rsid w:val="002772B7"/>
    <w:rsid w:val="00277791"/>
    <w:rsid w:val="00277CA6"/>
    <w:rsid w:val="00277CB2"/>
    <w:rsid w:val="00277E12"/>
    <w:rsid w:val="00277E3A"/>
    <w:rsid w:val="00280836"/>
    <w:rsid w:val="00281125"/>
    <w:rsid w:val="0028181F"/>
    <w:rsid w:val="002822B7"/>
    <w:rsid w:val="002825CB"/>
    <w:rsid w:val="00282F85"/>
    <w:rsid w:val="00283193"/>
    <w:rsid w:val="00284139"/>
    <w:rsid w:val="00284216"/>
    <w:rsid w:val="002856D2"/>
    <w:rsid w:val="00285B5F"/>
    <w:rsid w:val="002862EC"/>
    <w:rsid w:val="002863E0"/>
    <w:rsid w:val="0028643C"/>
    <w:rsid w:val="00286BBC"/>
    <w:rsid w:val="00286D01"/>
    <w:rsid w:val="00286F1B"/>
    <w:rsid w:val="002876FD"/>
    <w:rsid w:val="002910F2"/>
    <w:rsid w:val="00291335"/>
    <w:rsid w:val="0029139E"/>
    <w:rsid w:val="00291A4F"/>
    <w:rsid w:val="00292A01"/>
    <w:rsid w:val="00292AA3"/>
    <w:rsid w:val="00293263"/>
    <w:rsid w:val="00293740"/>
    <w:rsid w:val="00293971"/>
    <w:rsid w:val="00293CFD"/>
    <w:rsid w:val="00294325"/>
    <w:rsid w:val="00294E08"/>
    <w:rsid w:val="0029508F"/>
    <w:rsid w:val="002959F8"/>
    <w:rsid w:val="00295E2B"/>
    <w:rsid w:val="00297078"/>
    <w:rsid w:val="00297858"/>
    <w:rsid w:val="002A0066"/>
    <w:rsid w:val="002A031F"/>
    <w:rsid w:val="002A039E"/>
    <w:rsid w:val="002A0731"/>
    <w:rsid w:val="002A0942"/>
    <w:rsid w:val="002A0BC3"/>
    <w:rsid w:val="002A181E"/>
    <w:rsid w:val="002A217D"/>
    <w:rsid w:val="002A21B3"/>
    <w:rsid w:val="002A22C2"/>
    <w:rsid w:val="002A256E"/>
    <w:rsid w:val="002A2D06"/>
    <w:rsid w:val="002A3330"/>
    <w:rsid w:val="002A3737"/>
    <w:rsid w:val="002A4AD4"/>
    <w:rsid w:val="002A5219"/>
    <w:rsid w:val="002A57AF"/>
    <w:rsid w:val="002A5D05"/>
    <w:rsid w:val="002A65FC"/>
    <w:rsid w:val="002A7B1B"/>
    <w:rsid w:val="002B0A84"/>
    <w:rsid w:val="002B1163"/>
    <w:rsid w:val="002B12EF"/>
    <w:rsid w:val="002B1474"/>
    <w:rsid w:val="002B1C43"/>
    <w:rsid w:val="002B1ECA"/>
    <w:rsid w:val="002B2359"/>
    <w:rsid w:val="002B2B80"/>
    <w:rsid w:val="002B324D"/>
    <w:rsid w:val="002B3B7A"/>
    <w:rsid w:val="002B43E6"/>
    <w:rsid w:val="002B491C"/>
    <w:rsid w:val="002B4D71"/>
    <w:rsid w:val="002B5B77"/>
    <w:rsid w:val="002B6107"/>
    <w:rsid w:val="002B66C8"/>
    <w:rsid w:val="002B67DD"/>
    <w:rsid w:val="002B6E07"/>
    <w:rsid w:val="002B71CA"/>
    <w:rsid w:val="002B7B5E"/>
    <w:rsid w:val="002C0840"/>
    <w:rsid w:val="002C08C0"/>
    <w:rsid w:val="002C2AE9"/>
    <w:rsid w:val="002C2C73"/>
    <w:rsid w:val="002C3EA0"/>
    <w:rsid w:val="002C403F"/>
    <w:rsid w:val="002C4A90"/>
    <w:rsid w:val="002C4CC3"/>
    <w:rsid w:val="002C4D9C"/>
    <w:rsid w:val="002C5CA2"/>
    <w:rsid w:val="002C610E"/>
    <w:rsid w:val="002C6F88"/>
    <w:rsid w:val="002C7B69"/>
    <w:rsid w:val="002D02CD"/>
    <w:rsid w:val="002D0BCE"/>
    <w:rsid w:val="002D15FF"/>
    <w:rsid w:val="002D164F"/>
    <w:rsid w:val="002D4862"/>
    <w:rsid w:val="002D4906"/>
    <w:rsid w:val="002D49C8"/>
    <w:rsid w:val="002D4DBA"/>
    <w:rsid w:val="002D4EE5"/>
    <w:rsid w:val="002D675E"/>
    <w:rsid w:val="002D679D"/>
    <w:rsid w:val="002D68E7"/>
    <w:rsid w:val="002D6B78"/>
    <w:rsid w:val="002D6E26"/>
    <w:rsid w:val="002D7009"/>
    <w:rsid w:val="002D78FE"/>
    <w:rsid w:val="002E067C"/>
    <w:rsid w:val="002E0BE3"/>
    <w:rsid w:val="002E0C01"/>
    <w:rsid w:val="002E0DD8"/>
    <w:rsid w:val="002E142C"/>
    <w:rsid w:val="002E1EF0"/>
    <w:rsid w:val="002E2195"/>
    <w:rsid w:val="002E21F8"/>
    <w:rsid w:val="002E23B8"/>
    <w:rsid w:val="002E2E9E"/>
    <w:rsid w:val="002E3935"/>
    <w:rsid w:val="002E3C84"/>
    <w:rsid w:val="002E42AD"/>
    <w:rsid w:val="002E53F8"/>
    <w:rsid w:val="002E5A05"/>
    <w:rsid w:val="002E5CDC"/>
    <w:rsid w:val="002E736A"/>
    <w:rsid w:val="002E7805"/>
    <w:rsid w:val="002F0810"/>
    <w:rsid w:val="002F0A96"/>
    <w:rsid w:val="002F0E9A"/>
    <w:rsid w:val="002F147B"/>
    <w:rsid w:val="002F1E83"/>
    <w:rsid w:val="002F2425"/>
    <w:rsid w:val="002F317B"/>
    <w:rsid w:val="002F3EF4"/>
    <w:rsid w:val="002F47B4"/>
    <w:rsid w:val="002F510F"/>
    <w:rsid w:val="002F52C4"/>
    <w:rsid w:val="002F5ABB"/>
    <w:rsid w:val="002F5D4A"/>
    <w:rsid w:val="002F74F8"/>
    <w:rsid w:val="002F7A77"/>
    <w:rsid w:val="00300B95"/>
    <w:rsid w:val="00300D3A"/>
    <w:rsid w:val="003010D8"/>
    <w:rsid w:val="0030142A"/>
    <w:rsid w:val="00303436"/>
    <w:rsid w:val="00303666"/>
    <w:rsid w:val="00303A32"/>
    <w:rsid w:val="00303F2E"/>
    <w:rsid w:val="00303F85"/>
    <w:rsid w:val="00304025"/>
    <w:rsid w:val="00304350"/>
    <w:rsid w:val="00304CB3"/>
    <w:rsid w:val="00304FFD"/>
    <w:rsid w:val="00305B2B"/>
    <w:rsid w:val="003061BE"/>
    <w:rsid w:val="0030620B"/>
    <w:rsid w:val="00306584"/>
    <w:rsid w:val="00306AA7"/>
    <w:rsid w:val="00306D60"/>
    <w:rsid w:val="00307EE0"/>
    <w:rsid w:val="003104C8"/>
    <w:rsid w:val="00311119"/>
    <w:rsid w:val="00311325"/>
    <w:rsid w:val="003119FA"/>
    <w:rsid w:val="0031203F"/>
    <w:rsid w:val="00312C77"/>
    <w:rsid w:val="00313C2D"/>
    <w:rsid w:val="003153AB"/>
    <w:rsid w:val="003154E5"/>
    <w:rsid w:val="0031565E"/>
    <w:rsid w:val="003168C1"/>
    <w:rsid w:val="003168D8"/>
    <w:rsid w:val="00316998"/>
    <w:rsid w:val="003169F6"/>
    <w:rsid w:val="00316DB1"/>
    <w:rsid w:val="00317401"/>
    <w:rsid w:val="00317700"/>
    <w:rsid w:val="00323A64"/>
    <w:rsid w:val="00324F90"/>
    <w:rsid w:val="00325354"/>
    <w:rsid w:val="003254A8"/>
    <w:rsid w:val="00325F93"/>
    <w:rsid w:val="00330130"/>
    <w:rsid w:val="00330366"/>
    <w:rsid w:val="00330B7E"/>
    <w:rsid w:val="00331597"/>
    <w:rsid w:val="00331B0E"/>
    <w:rsid w:val="00331E10"/>
    <w:rsid w:val="00332BB4"/>
    <w:rsid w:val="0033324A"/>
    <w:rsid w:val="00333712"/>
    <w:rsid w:val="00333D33"/>
    <w:rsid w:val="003343F1"/>
    <w:rsid w:val="00334400"/>
    <w:rsid w:val="00334882"/>
    <w:rsid w:val="00334E54"/>
    <w:rsid w:val="0033521A"/>
    <w:rsid w:val="003356C4"/>
    <w:rsid w:val="00335741"/>
    <w:rsid w:val="00335961"/>
    <w:rsid w:val="00335A43"/>
    <w:rsid w:val="003369B8"/>
    <w:rsid w:val="003370FC"/>
    <w:rsid w:val="003371B8"/>
    <w:rsid w:val="0033737C"/>
    <w:rsid w:val="00337491"/>
    <w:rsid w:val="003374C8"/>
    <w:rsid w:val="00337764"/>
    <w:rsid w:val="003407D8"/>
    <w:rsid w:val="00340ECC"/>
    <w:rsid w:val="0034180F"/>
    <w:rsid w:val="00341913"/>
    <w:rsid w:val="00341E1A"/>
    <w:rsid w:val="00343832"/>
    <w:rsid w:val="00343A74"/>
    <w:rsid w:val="00345A2C"/>
    <w:rsid w:val="00345FDA"/>
    <w:rsid w:val="0034636C"/>
    <w:rsid w:val="003464DE"/>
    <w:rsid w:val="00347304"/>
    <w:rsid w:val="00347B5C"/>
    <w:rsid w:val="003503AC"/>
    <w:rsid w:val="0035044F"/>
    <w:rsid w:val="003504B4"/>
    <w:rsid w:val="00350877"/>
    <w:rsid w:val="00350C3D"/>
    <w:rsid w:val="00350CD1"/>
    <w:rsid w:val="00351064"/>
    <w:rsid w:val="00351843"/>
    <w:rsid w:val="00351B80"/>
    <w:rsid w:val="003527BE"/>
    <w:rsid w:val="00353168"/>
    <w:rsid w:val="00353424"/>
    <w:rsid w:val="003546EF"/>
    <w:rsid w:val="00354E4A"/>
    <w:rsid w:val="00355C25"/>
    <w:rsid w:val="00355FA2"/>
    <w:rsid w:val="00356AF6"/>
    <w:rsid w:val="00357053"/>
    <w:rsid w:val="00357E02"/>
    <w:rsid w:val="00360058"/>
    <w:rsid w:val="003600EE"/>
    <w:rsid w:val="003605B6"/>
    <w:rsid w:val="00360B62"/>
    <w:rsid w:val="00363F73"/>
    <w:rsid w:val="0036403C"/>
    <w:rsid w:val="00364415"/>
    <w:rsid w:val="00364F1D"/>
    <w:rsid w:val="003653DE"/>
    <w:rsid w:val="0036545D"/>
    <w:rsid w:val="00365A9B"/>
    <w:rsid w:val="0036680F"/>
    <w:rsid w:val="00366B44"/>
    <w:rsid w:val="00367088"/>
    <w:rsid w:val="00367BDD"/>
    <w:rsid w:val="00370B1D"/>
    <w:rsid w:val="003710AB"/>
    <w:rsid w:val="00371E46"/>
    <w:rsid w:val="00372512"/>
    <w:rsid w:val="003726D8"/>
    <w:rsid w:val="00372C7D"/>
    <w:rsid w:val="00372CD6"/>
    <w:rsid w:val="00372E31"/>
    <w:rsid w:val="00373569"/>
    <w:rsid w:val="00373671"/>
    <w:rsid w:val="003737E4"/>
    <w:rsid w:val="003739CD"/>
    <w:rsid w:val="00373A2A"/>
    <w:rsid w:val="00373DD1"/>
    <w:rsid w:val="00374867"/>
    <w:rsid w:val="00374910"/>
    <w:rsid w:val="0037502B"/>
    <w:rsid w:val="00375166"/>
    <w:rsid w:val="00375517"/>
    <w:rsid w:val="003755A3"/>
    <w:rsid w:val="00375A24"/>
    <w:rsid w:val="00375C6E"/>
    <w:rsid w:val="003764F8"/>
    <w:rsid w:val="00377528"/>
    <w:rsid w:val="003775D1"/>
    <w:rsid w:val="003776B6"/>
    <w:rsid w:val="00377B21"/>
    <w:rsid w:val="00377D42"/>
    <w:rsid w:val="00377D49"/>
    <w:rsid w:val="00380277"/>
    <w:rsid w:val="00381936"/>
    <w:rsid w:val="00381C6C"/>
    <w:rsid w:val="00382AF6"/>
    <w:rsid w:val="00382D46"/>
    <w:rsid w:val="00383455"/>
    <w:rsid w:val="00383B7F"/>
    <w:rsid w:val="0038434E"/>
    <w:rsid w:val="00384A85"/>
    <w:rsid w:val="00384DA3"/>
    <w:rsid w:val="0038520C"/>
    <w:rsid w:val="003853D3"/>
    <w:rsid w:val="003858C1"/>
    <w:rsid w:val="00385A4A"/>
    <w:rsid w:val="00385AA4"/>
    <w:rsid w:val="0038623D"/>
    <w:rsid w:val="003863E7"/>
    <w:rsid w:val="0038651F"/>
    <w:rsid w:val="0038668D"/>
    <w:rsid w:val="00386A2C"/>
    <w:rsid w:val="0038705D"/>
    <w:rsid w:val="003870A1"/>
    <w:rsid w:val="00387872"/>
    <w:rsid w:val="00390E60"/>
    <w:rsid w:val="00390F0C"/>
    <w:rsid w:val="003914D6"/>
    <w:rsid w:val="003916E1"/>
    <w:rsid w:val="0039177B"/>
    <w:rsid w:val="0039301C"/>
    <w:rsid w:val="00393557"/>
    <w:rsid w:val="0039453C"/>
    <w:rsid w:val="003945BA"/>
    <w:rsid w:val="003953A0"/>
    <w:rsid w:val="003958F6"/>
    <w:rsid w:val="00395DD3"/>
    <w:rsid w:val="00395F1A"/>
    <w:rsid w:val="00395FA7"/>
    <w:rsid w:val="003961D5"/>
    <w:rsid w:val="0039672A"/>
    <w:rsid w:val="00396B50"/>
    <w:rsid w:val="00396E8A"/>
    <w:rsid w:val="00397C99"/>
    <w:rsid w:val="003A0CF7"/>
    <w:rsid w:val="003A1B47"/>
    <w:rsid w:val="003A35F4"/>
    <w:rsid w:val="003A3908"/>
    <w:rsid w:val="003A3984"/>
    <w:rsid w:val="003A4000"/>
    <w:rsid w:val="003A5667"/>
    <w:rsid w:val="003A591E"/>
    <w:rsid w:val="003A675A"/>
    <w:rsid w:val="003A7773"/>
    <w:rsid w:val="003A7F64"/>
    <w:rsid w:val="003B02AB"/>
    <w:rsid w:val="003B0A8B"/>
    <w:rsid w:val="003B0DCE"/>
    <w:rsid w:val="003B11B7"/>
    <w:rsid w:val="003B2279"/>
    <w:rsid w:val="003B240E"/>
    <w:rsid w:val="003B292D"/>
    <w:rsid w:val="003B2D0B"/>
    <w:rsid w:val="003B335C"/>
    <w:rsid w:val="003B4353"/>
    <w:rsid w:val="003B4A05"/>
    <w:rsid w:val="003B55C2"/>
    <w:rsid w:val="003B56D5"/>
    <w:rsid w:val="003B5D39"/>
    <w:rsid w:val="003B5F56"/>
    <w:rsid w:val="003B63CD"/>
    <w:rsid w:val="003B6700"/>
    <w:rsid w:val="003B6ACF"/>
    <w:rsid w:val="003B6B45"/>
    <w:rsid w:val="003B6DB2"/>
    <w:rsid w:val="003B72A5"/>
    <w:rsid w:val="003C0B66"/>
    <w:rsid w:val="003C0F6D"/>
    <w:rsid w:val="003C161A"/>
    <w:rsid w:val="003C1758"/>
    <w:rsid w:val="003C1BC6"/>
    <w:rsid w:val="003C283E"/>
    <w:rsid w:val="003C2D25"/>
    <w:rsid w:val="003C3105"/>
    <w:rsid w:val="003C3386"/>
    <w:rsid w:val="003C378D"/>
    <w:rsid w:val="003C3A63"/>
    <w:rsid w:val="003C3F7C"/>
    <w:rsid w:val="003C4398"/>
    <w:rsid w:val="003C47A9"/>
    <w:rsid w:val="003C4962"/>
    <w:rsid w:val="003C4B9F"/>
    <w:rsid w:val="003C4BEA"/>
    <w:rsid w:val="003C54CE"/>
    <w:rsid w:val="003C5A79"/>
    <w:rsid w:val="003C5D7F"/>
    <w:rsid w:val="003C5F7C"/>
    <w:rsid w:val="003C60FF"/>
    <w:rsid w:val="003C6561"/>
    <w:rsid w:val="003C6B10"/>
    <w:rsid w:val="003C6BFD"/>
    <w:rsid w:val="003C7942"/>
    <w:rsid w:val="003C7D5E"/>
    <w:rsid w:val="003C7F7E"/>
    <w:rsid w:val="003D04B8"/>
    <w:rsid w:val="003D0661"/>
    <w:rsid w:val="003D0C99"/>
    <w:rsid w:val="003D0FA4"/>
    <w:rsid w:val="003D1048"/>
    <w:rsid w:val="003D104F"/>
    <w:rsid w:val="003D164A"/>
    <w:rsid w:val="003D2003"/>
    <w:rsid w:val="003D27E5"/>
    <w:rsid w:val="003D2DA8"/>
    <w:rsid w:val="003D2E48"/>
    <w:rsid w:val="003D2F61"/>
    <w:rsid w:val="003D3F61"/>
    <w:rsid w:val="003D456E"/>
    <w:rsid w:val="003D4D4B"/>
    <w:rsid w:val="003D658B"/>
    <w:rsid w:val="003D6D9D"/>
    <w:rsid w:val="003D7ED6"/>
    <w:rsid w:val="003E13F5"/>
    <w:rsid w:val="003E1A91"/>
    <w:rsid w:val="003E1B5D"/>
    <w:rsid w:val="003E1CCB"/>
    <w:rsid w:val="003E1D35"/>
    <w:rsid w:val="003E25CB"/>
    <w:rsid w:val="003E3A78"/>
    <w:rsid w:val="003E3D29"/>
    <w:rsid w:val="003E4152"/>
    <w:rsid w:val="003E41D4"/>
    <w:rsid w:val="003E4334"/>
    <w:rsid w:val="003E48C9"/>
    <w:rsid w:val="003E49B8"/>
    <w:rsid w:val="003E49C1"/>
    <w:rsid w:val="003E504F"/>
    <w:rsid w:val="003E52B0"/>
    <w:rsid w:val="003E549B"/>
    <w:rsid w:val="003E5898"/>
    <w:rsid w:val="003E63B3"/>
    <w:rsid w:val="003E6D77"/>
    <w:rsid w:val="003E7DB4"/>
    <w:rsid w:val="003F0685"/>
    <w:rsid w:val="003F1D76"/>
    <w:rsid w:val="003F1EE1"/>
    <w:rsid w:val="003F1F0E"/>
    <w:rsid w:val="003F246E"/>
    <w:rsid w:val="003F268A"/>
    <w:rsid w:val="003F28F1"/>
    <w:rsid w:val="003F3D93"/>
    <w:rsid w:val="003F42A6"/>
    <w:rsid w:val="003F44E1"/>
    <w:rsid w:val="003F475E"/>
    <w:rsid w:val="003F49B8"/>
    <w:rsid w:val="003F5892"/>
    <w:rsid w:val="003F6AB9"/>
    <w:rsid w:val="003F6BA2"/>
    <w:rsid w:val="004001A5"/>
    <w:rsid w:val="004012BF"/>
    <w:rsid w:val="00402010"/>
    <w:rsid w:val="00402C4C"/>
    <w:rsid w:val="00403702"/>
    <w:rsid w:val="0040385A"/>
    <w:rsid w:val="004039B9"/>
    <w:rsid w:val="00403BF7"/>
    <w:rsid w:val="00405028"/>
    <w:rsid w:val="004050AD"/>
    <w:rsid w:val="00405AF7"/>
    <w:rsid w:val="00406F6A"/>
    <w:rsid w:val="004075FF"/>
    <w:rsid w:val="00407994"/>
    <w:rsid w:val="00407AA4"/>
    <w:rsid w:val="00410406"/>
    <w:rsid w:val="0041052B"/>
    <w:rsid w:val="00410691"/>
    <w:rsid w:val="0041086F"/>
    <w:rsid w:val="00410F8C"/>
    <w:rsid w:val="00411741"/>
    <w:rsid w:val="0041196A"/>
    <w:rsid w:val="004119FF"/>
    <w:rsid w:val="00411A93"/>
    <w:rsid w:val="00411BE5"/>
    <w:rsid w:val="00411D34"/>
    <w:rsid w:val="00411E1E"/>
    <w:rsid w:val="0041339E"/>
    <w:rsid w:val="00415528"/>
    <w:rsid w:val="00415AD1"/>
    <w:rsid w:val="00416264"/>
    <w:rsid w:val="004162E4"/>
    <w:rsid w:val="00417304"/>
    <w:rsid w:val="00417B11"/>
    <w:rsid w:val="00417B30"/>
    <w:rsid w:val="00417EC0"/>
    <w:rsid w:val="00420446"/>
    <w:rsid w:val="00420AD7"/>
    <w:rsid w:val="00420BE8"/>
    <w:rsid w:val="00421571"/>
    <w:rsid w:val="004219E6"/>
    <w:rsid w:val="00421E2B"/>
    <w:rsid w:val="00421EB7"/>
    <w:rsid w:val="00421ED0"/>
    <w:rsid w:val="004220AD"/>
    <w:rsid w:val="004224FF"/>
    <w:rsid w:val="00422F4B"/>
    <w:rsid w:val="00423A90"/>
    <w:rsid w:val="00423FCA"/>
    <w:rsid w:val="004246EF"/>
    <w:rsid w:val="00425213"/>
    <w:rsid w:val="00425BB2"/>
    <w:rsid w:val="00425F2E"/>
    <w:rsid w:val="00426250"/>
    <w:rsid w:val="0042652B"/>
    <w:rsid w:val="004269F2"/>
    <w:rsid w:val="00426F00"/>
    <w:rsid w:val="0042701E"/>
    <w:rsid w:val="00430510"/>
    <w:rsid w:val="00430FB2"/>
    <w:rsid w:val="004312B0"/>
    <w:rsid w:val="004315E8"/>
    <w:rsid w:val="00431CC6"/>
    <w:rsid w:val="00432011"/>
    <w:rsid w:val="0043218A"/>
    <w:rsid w:val="0043387F"/>
    <w:rsid w:val="00433AD0"/>
    <w:rsid w:val="00433DFD"/>
    <w:rsid w:val="00433F54"/>
    <w:rsid w:val="00434199"/>
    <w:rsid w:val="00435081"/>
    <w:rsid w:val="004350A3"/>
    <w:rsid w:val="00435257"/>
    <w:rsid w:val="00435431"/>
    <w:rsid w:val="00435CEB"/>
    <w:rsid w:val="00435F4F"/>
    <w:rsid w:val="004364E1"/>
    <w:rsid w:val="00437055"/>
    <w:rsid w:val="0043788A"/>
    <w:rsid w:val="0044042D"/>
    <w:rsid w:val="004404DF"/>
    <w:rsid w:val="0044060D"/>
    <w:rsid w:val="00440A1F"/>
    <w:rsid w:val="004413AF"/>
    <w:rsid w:val="00441F34"/>
    <w:rsid w:val="0044301F"/>
    <w:rsid w:val="00444232"/>
    <w:rsid w:val="00445200"/>
    <w:rsid w:val="00445848"/>
    <w:rsid w:val="00445FF7"/>
    <w:rsid w:val="004461F4"/>
    <w:rsid w:val="0044624D"/>
    <w:rsid w:val="00446C9B"/>
    <w:rsid w:val="00447E7E"/>
    <w:rsid w:val="004500F7"/>
    <w:rsid w:val="0045056E"/>
    <w:rsid w:val="00450DFD"/>
    <w:rsid w:val="00452768"/>
    <w:rsid w:val="00452AB4"/>
    <w:rsid w:val="00452C38"/>
    <w:rsid w:val="00453593"/>
    <w:rsid w:val="004538AD"/>
    <w:rsid w:val="00454890"/>
    <w:rsid w:val="00454A1B"/>
    <w:rsid w:val="00454D6D"/>
    <w:rsid w:val="00454FF5"/>
    <w:rsid w:val="0045590F"/>
    <w:rsid w:val="00455FF9"/>
    <w:rsid w:val="0045629A"/>
    <w:rsid w:val="00456474"/>
    <w:rsid w:val="0045661A"/>
    <w:rsid w:val="00456D2C"/>
    <w:rsid w:val="00457D0D"/>
    <w:rsid w:val="00457D6A"/>
    <w:rsid w:val="00457DFA"/>
    <w:rsid w:val="00460A1D"/>
    <w:rsid w:val="00460EC3"/>
    <w:rsid w:val="00461594"/>
    <w:rsid w:val="00461701"/>
    <w:rsid w:val="004623D5"/>
    <w:rsid w:val="004635DA"/>
    <w:rsid w:val="00464C08"/>
    <w:rsid w:val="004650FC"/>
    <w:rsid w:val="00466349"/>
    <w:rsid w:val="004667F8"/>
    <w:rsid w:val="00466CBC"/>
    <w:rsid w:val="00467AA7"/>
    <w:rsid w:val="00471257"/>
    <w:rsid w:val="00471F86"/>
    <w:rsid w:val="00472D5D"/>
    <w:rsid w:val="0047376D"/>
    <w:rsid w:val="00473983"/>
    <w:rsid w:val="00473C9E"/>
    <w:rsid w:val="00474140"/>
    <w:rsid w:val="00475415"/>
    <w:rsid w:val="00476250"/>
    <w:rsid w:val="0047695E"/>
    <w:rsid w:val="00476C84"/>
    <w:rsid w:val="00477365"/>
    <w:rsid w:val="00477AD1"/>
    <w:rsid w:val="00477C24"/>
    <w:rsid w:val="00477D6F"/>
    <w:rsid w:val="00477FE2"/>
    <w:rsid w:val="0048092F"/>
    <w:rsid w:val="00481B42"/>
    <w:rsid w:val="00481B97"/>
    <w:rsid w:val="00482E8A"/>
    <w:rsid w:val="00482EA5"/>
    <w:rsid w:val="00483259"/>
    <w:rsid w:val="00483446"/>
    <w:rsid w:val="00484AA8"/>
    <w:rsid w:val="00485050"/>
    <w:rsid w:val="00485497"/>
    <w:rsid w:val="004857BB"/>
    <w:rsid w:val="00485CEA"/>
    <w:rsid w:val="00486065"/>
    <w:rsid w:val="0048706A"/>
    <w:rsid w:val="00490740"/>
    <w:rsid w:val="00490759"/>
    <w:rsid w:val="00490C73"/>
    <w:rsid w:val="004910BA"/>
    <w:rsid w:val="00491620"/>
    <w:rsid w:val="0049185B"/>
    <w:rsid w:val="00491C7D"/>
    <w:rsid w:val="0049250C"/>
    <w:rsid w:val="00492915"/>
    <w:rsid w:val="004936F7"/>
    <w:rsid w:val="00495360"/>
    <w:rsid w:val="004953AB"/>
    <w:rsid w:val="00495C7B"/>
    <w:rsid w:val="00495FED"/>
    <w:rsid w:val="004963F6"/>
    <w:rsid w:val="00496B33"/>
    <w:rsid w:val="00496BF5"/>
    <w:rsid w:val="00496C89"/>
    <w:rsid w:val="004A06FF"/>
    <w:rsid w:val="004A07FA"/>
    <w:rsid w:val="004A0934"/>
    <w:rsid w:val="004A17C4"/>
    <w:rsid w:val="004A1B08"/>
    <w:rsid w:val="004A29F8"/>
    <w:rsid w:val="004A2E8B"/>
    <w:rsid w:val="004A3FA0"/>
    <w:rsid w:val="004A41A3"/>
    <w:rsid w:val="004A466E"/>
    <w:rsid w:val="004A4DF2"/>
    <w:rsid w:val="004A5AFC"/>
    <w:rsid w:val="004A5B9D"/>
    <w:rsid w:val="004A6506"/>
    <w:rsid w:val="004A66EB"/>
    <w:rsid w:val="004A7982"/>
    <w:rsid w:val="004A7AAF"/>
    <w:rsid w:val="004A7C42"/>
    <w:rsid w:val="004B0296"/>
    <w:rsid w:val="004B08FB"/>
    <w:rsid w:val="004B1BDF"/>
    <w:rsid w:val="004B1ECA"/>
    <w:rsid w:val="004B200E"/>
    <w:rsid w:val="004B259E"/>
    <w:rsid w:val="004B2816"/>
    <w:rsid w:val="004B442C"/>
    <w:rsid w:val="004B476D"/>
    <w:rsid w:val="004B5424"/>
    <w:rsid w:val="004B5767"/>
    <w:rsid w:val="004B70E0"/>
    <w:rsid w:val="004B720A"/>
    <w:rsid w:val="004B7BE0"/>
    <w:rsid w:val="004C01D5"/>
    <w:rsid w:val="004C0CA0"/>
    <w:rsid w:val="004C22A8"/>
    <w:rsid w:val="004C25AF"/>
    <w:rsid w:val="004C29BD"/>
    <w:rsid w:val="004C2CE4"/>
    <w:rsid w:val="004C34F6"/>
    <w:rsid w:val="004C3BEC"/>
    <w:rsid w:val="004C56E2"/>
    <w:rsid w:val="004C61B6"/>
    <w:rsid w:val="004C6202"/>
    <w:rsid w:val="004C6854"/>
    <w:rsid w:val="004C6A59"/>
    <w:rsid w:val="004C6A5C"/>
    <w:rsid w:val="004D075C"/>
    <w:rsid w:val="004D1E2E"/>
    <w:rsid w:val="004D2193"/>
    <w:rsid w:val="004D274D"/>
    <w:rsid w:val="004D2C1D"/>
    <w:rsid w:val="004D4794"/>
    <w:rsid w:val="004D5B71"/>
    <w:rsid w:val="004D5C2A"/>
    <w:rsid w:val="004D60D2"/>
    <w:rsid w:val="004D634D"/>
    <w:rsid w:val="004D6651"/>
    <w:rsid w:val="004D6A46"/>
    <w:rsid w:val="004D6E0E"/>
    <w:rsid w:val="004D72E7"/>
    <w:rsid w:val="004D749D"/>
    <w:rsid w:val="004E044E"/>
    <w:rsid w:val="004E0B83"/>
    <w:rsid w:val="004E0DA5"/>
    <w:rsid w:val="004E10B9"/>
    <w:rsid w:val="004E10C7"/>
    <w:rsid w:val="004E127E"/>
    <w:rsid w:val="004E1575"/>
    <w:rsid w:val="004E1AEC"/>
    <w:rsid w:val="004E1F00"/>
    <w:rsid w:val="004E21E5"/>
    <w:rsid w:val="004E2462"/>
    <w:rsid w:val="004E2912"/>
    <w:rsid w:val="004E2EFA"/>
    <w:rsid w:val="004E3552"/>
    <w:rsid w:val="004E3D32"/>
    <w:rsid w:val="004E3E96"/>
    <w:rsid w:val="004E3F9C"/>
    <w:rsid w:val="004E3FA5"/>
    <w:rsid w:val="004E4905"/>
    <w:rsid w:val="004E4E66"/>
    <w:rsid w:val="004E4EEF"/>
    <w:rsid w:val="004E5E4C"/>
    <w:rsid w:val="004E610A"/>
    <w:rsid w:val="004E65DA"/>
    <w:rsid w:val="004E6DD4"/>
    <w:rsid w:val="004E70C8"/>
    <w:rsid w:val="004E753B"/>
    <w:rsid w:val="004E778D"/>
    <w:rsid w:val="004E77A4"/>
    <w:rsid w:val="004E7865"/>
    <w:rsid w:val="004F0687"/>
    <w:rsid w:val="004F1341"/>
    <w:rsid w:val="004F1AB6"/>
    <w:rsid w:val="004F1C5F"/>
    <w:rsid w:val="004F205B"/>
    <w:rsid w:val="004F2A24"/>
    <w:rsid w:val="004F2AC7"/>
    <w:rsid w:val="004F3C62"/>
    <w:rsid w:val="004F405E"/>
    <w:rsid w:val="004F4834"/>
    <w:rsid w:val="004F507F"/>
    <w:rsid w:val="004F53C1"/>
    <w:rsid w:val="004F571A"/>
    <w:rsid w:val="004F5BBB"/>
    <w:rsid w:val="004F6547"/>
    <w:rsid w:val="005008F1"/>
    <w:rsid w:val="00501BFD"/>
    <w:rsid w:val="0050210F"/>
    <w:rsid w:val="005038F7"/>
    <w:rsid w:val="005039AA"/>
    <w:rsid w:val="005044E9"/>
    <w:rsid w:val="00505B8F"/>
    <w:rsid w:val="00506E7C"/>
    <w:rsid w:val="00507D74"/>
    <w:rsid w:val="00507FBD"/>
    <w:rsid w:val="00510AE6"/>
    <w:rsid w:val="0051176D"/>
    <w:rsid w:val="00512003"/>
    <w:rsid w:val="0051203C"/>
    <w:rsid w:val="00513D1E"/>
    <w:rsid w:val="005148DE"/>
    <w:rsid w:val="00514C1C"/>
    <w:rsid w:val="0051614E"/>
    <w:rsid w:val="00516228"/>
    <w:rsid w:val="00516F27"/>
    <w:rsid w:val="00517173"/>
    <w:rsid w:val="00517B75"/>
    <w:rsid w:val="005219EA"/>
    <w:rsid w:val="00521CBE"/>
    <w:rsid w:val="005220C6"/>
    <w:rsid w:val="0052232D"/>
    <w:rsid w:val="00522CE2"/>
    <w:rsid w:val="00523F9D"/>
    <w:rsid w:val="005247AE"/>
    <w:rsid w:val="00524CC8"/>
    <w:rsid w:val="005251CC"/>
    <w:rsid w:val="0052552A"/>
    <w:rsid w:val="0052557C"/>
    <w:rsid w:val="005258F9"/>
    <w:rsid w:val="00525F87"/>
    <w:rsid w:val="005262EA"/>
    <w:rsid w:val="0052693E"/>
    <w:rsid w:val="005275C1"/>
    <w:rsid w:val="005279CD"/>
    <w:rsid w:val="00527B50"/>
    <w:rsid w:val="005301F8"/>
    <w:rsid w:val="005302A8"/>
    <w:rsid w:val="0053099A"/>
    <w:rsid w:val="00530A83"/>
    <w:rsid w:val="0053130C"/>
    <w:rsid w:val="0053176C"/>
    <w:rsid w:val="00532275"/>
    <w:rsid w:val="00533843"/>
    <w:rsid w:val="00534CBE"/>
    <w:rsid w:val="0053500C"/>
    <w:rsid w:val="005351B1"/>
    <w:rsid w:val="005356E9"/>
    <w:rsid w:val="005359DF"/>
    <w:rsid w:val="00535F2D"/>
    <w:rsid w:val="005360BB"/>
    <w:rsid w:val="00536391"/>
    <w:rsid w:val="00536EE9"/>
    <w:rsid w:val="00536F3D"/>
    <w:rsid w:val="005370D3"/>
    <w:rsid w:val="005378AF"/>
    <w:rsid w:val="005379C3"/>
    <w:rsid w:val="00540887"/>
    <w:rsid w:val="00540996"/>
    <w:rsid w:val="00541193"/>
    <w:rsid w:val="00542511"/>
    <w:rsid w:val="00542DDA"/>
    <w:rsid w:val="00542FA9"/>
    <w:rsid w:val="005432E1"/>
    <w:rsid w:val="005433EA"/>
    <w:rsid w:val="00543936"/>
    <w:rsid w:val="0054423A"/>
    <w:rsid w:val="00545A07"/>
    <w:rsid w:val="005471C1"/>
    <w:rsid w:val="005475B8"/>
    <w:rsid w:val="00550261"/>
    <w:rsid w:val="00550597"/>
    <w:rsid w:val="005505F1"/>
    <w:rsid w:val="00550EF4"/>
    <w:rsid w:val="0055151F"/>
    <w:rsid w:val="00551D83"/>
    <w:rsid w:val="00551D97"/>
    <w:rsid w:val="00551EE5"/>
    <w:rsid w:val="005524DC"/>
    <w:rsid w:val="005526E5"/>
    <w:rsid w:val="0055352F"/>
    <w:rsid w:val="00553895"/>
    <w:rsid w:val="00553B29"/>
    <w:rsid w:val="00553EFD"/>
    <w:rsid w:val="005544D4"/>
    <w:rsid w:val="0055497D"/>
    <w:rsid w:val="005549DD"/>
    <w:rsid w:val="00554B61"/>
    <w:rsid w:val="005554E4"/>
    <w:rsid w:val="00555D6B"/>
    <w:rsid w:val="00556502"/>
    <w:rsid w:val="00556679"/>
    <w:rsid w:val="00556C48"/>
    <w:rsid w:val="005574C4"/>
    <w:rsid w:val="00560392"/>
    <w:rsid w:val="0056250A"/>
    <w:rsid w:val="00562C64"/>
    <w:rsid w:val="0056303B"/>
    <w:rsid w:val="00563175"/>
    <w:rsid w:val="0056338E"/>
    <w:rsid w:val="00563880"/>
    <w:rsid w:val="005648AF"/>
    <w:rsid w:val="00565761"/>
    <w:rsid w:val="005666D3"/>
    <w:rsid w:val="005670B8"/>
    <w:rsid w:val="00567746"/>
    <w:rsid w:val="0056778D"/>
    <w:rsid w:val="00567A07"/>
    <w:rsid w:val="00567B7C"/>
    <w:rsid w:val="00567F4F"/>
    <w:rsid w:val="00570576"/>
    <w:rsid w:val="00570AD7"/>
    <w:rsid w:val="00570F84"/>
    <w:rsid w:val="00571051"/>
    <w:rsid w:val="00571112"/>
    <w:rsid w:val="005714DC"/>
    <w:rsid w:val="00571BF8"/>
    <w:rsid w:val="005724F7"/>
    <w:rsid w:val="0057319E"/>
    <w:rsid w:val="00573AF4"/>
    <w:rsid w:val="00573FCA"/>
    <w:rsid w:val="00574932"/>
    <w:rsid w:val="00574BE6"/>
    <w:rsid w:val="00574D27"/>
    <w:rsid w:val="0057542D"/>
    <w:rsid w:val="00575698"/>
    <w:rsid w:val="00575890"/>
    <w:rsid w:val="00575A6C"/>
    <w:rsid w:val="00575D59"/>
    <w:rsid w:val="00575F89"/>
    <w:rsid w:val="005766A3"/>
    <w:rsid w:val="00576D63"/>
    <w:rsid w:val="00576D93"/>
    <w:rsid w:val="00577135"/>
    <w:rsid w:val="005772FD"/>
    <w:rsid w:val="00577A23"/>
    <w:rsid w:val="00580B08"/>
    <w:rsid w:val="00580D48"/>
    <w:rsid w:val="00580ECA"/>
    <w:rsid w:val="00581431"/>
    <w:rsid w:val="00581716"/>
    <w:rsid w:val="00582741"/>
    <w:rsid w:val="00582A0F"/>
    <w:rsid w:val="00582AE8"/>
    <w:rsid w:val="00582DA4"/>
    <w:rsid w:val="0058326F"/>
    <w:rsid w:val="0058337A"/>
    <w:rsid w:val="00583EEC"/>
    <w:rsid w:val="00584070"/>
    <w:rsid w:val="00584079"/>
    <w:rsid w:val="00584216"/>
    <w:rsid w:val="00584E74"/>
    <w:rsid w:val="00585C9D"/>
    <w:rsid w:val="00586387"/>
    <w:rsid w:val="0058650D"/>
    <w:rsid w:val="005865DA"/>
    <w:rsid w:val="005868B3"/>
    <w:rsid w:val="00586A66"/>
    <w:rsid w:val="00586BBC"/>
    <w:rsid w:val="0058723E"/>
    <w:rsid w:val="00590748"/>
    <w:rsid w:val="0059083A"/>
    <w:rsid w:val="00590A88"/>
    <w:rsid w:val="00590E99"/>
    <w:rsid w:val="005914D9"/>
    <w:rsid w:val="00591610"/>
    <w:rsid w:val="00591944"/>
    <w:rsid w:val="00592934"/>
    <w:rsid w:val="00592A1C"/>
    <w:rsid w:val="00592B24"/>
    <w:rsid w:val="005932D7"/>
    <w:rsid w:val="005935D0"/>
    <w:rsid w:val="005937FB"/>
    <w:rsid w:val="005939D1"/>
    <w:rsid w:val="00594722"/>
    <w:rsid w:val="005948D5"/>
    <w:rsid w:val="00594C07"/>
    <w:rsid w:val="005953B6"/>
    <w:rsid w:val="00595796"/>
    <w:rsid w:val="005957DE"/>
    <w:rsid w:val="0059640B"/>
    <w:rsid w:val="005967AB"/>
    <w:rsid w:val="00596B72"/>
    <w:rsid w:val="00597B41"/>
    <w:rsid w:val="00597DA8"/>
    <w:rsid w:val="005A05DE"/>
    <w:rsid w:val="005A093A"/>
    <w:rsid w:val="005A0CA2"/>
    <w:rsid w:val="005A1643"/>
    <w:rsid w:val="005A16AC"/>
    <w:rsid w:val="005A226F"/>
    <w:rsid w:val="005A2815"/>
    <w:rsid w:val="005A28B7"/>
    <w:rsid w:val="005A2C1E"/>
    <w:rsid w:val="005A4207"/>
    <w:rsid w:val="005A4783"/>
    <w:rsid w:val="005A4972"/>
    <w:rsid w:val="005A5F0B"/>
    <w:rsid w:val="005A5FBA"/>
    <w:rsid w:val="005A6749"/>
    <w:rsid w:val="005A6B71"/>
    <w:rsid w:val="005A7433"/>
    <w:rsid w:val="005A7ED1"/>
    <w:rsid w:val="005B0581"/>
    <w:rsid w:val="005B0F25"/>
    <w:rsid w:val="005B10C9"/>
    <w:rsid w:val="005B124B"/>
    <w:rsid w:val="005B1B6B"/>
    <w:rsid w:val="005B25C8"/>
    <w:rsid w:val="005B37AC"/>
    <w:rsid w:val="005B399D"/>
    <w:rsid w:val="005B3CED"/>
    <w:rsid w:val="005B3DB9"/>
    <w:rsid w:val="005B4012"/>
    <w:rsid w:val="005B49AD"/>
    <w:rsid w:val="005B5EE3"/>
    <w:rsid w:val="005B5F99"/>
    <w:rsid w:val="005B63B3"/>
    <w:rsid w:val="005B63E6"/>
    <w:rsid w:val="005B74A5"/>
    <w:rsid w:val="005B7804"/>
    <w:rsid w:val="005B7A32"/>
    <w:rsid w:val="005C0101"/>
    <w:rsid w:val="005C1967"/>
    <w:rsid w:val="005C1C28"/>
    <w:rsid w:val="005C1D66"/>
    <w:rsid w:val="005C30F0"/>
    <w:rsid w:val="005C32EF"/>
    <w:rsid w:val="005C34D8"/>
    <w:rsid w:val="005C39C7"/>
    <w:rsid w:val="005C4283"/>
    <w:rsid w:val="005C5D62"/>
    <w:rsid w:val="005C5FE6"/>
    <w:rsid w:val="005C6844"/>
    <w:rsid w:val="005C7B02"/>
    <w:rsid w:val="005C7B06"/>
    <w:rsid w:val="005C7DB4"/>
    <w:rsid w:val="005C7E6D"/>
    <w:rsid w:val="005C7F3C"/>
    <w:rsid w:val="005C7FEE"/>
    <w:rsid w:val="005D093B"/>
    <w:rsid w:val="005D0A62"/>
    <w:rsid w:val="005D1499"/>
    <w:rsid w:val="005D19B6"/>
    <w:rsid w:val="005D1B3D"/>
    <w:rsid w:val="005D1CA8"/>
    <w:rsid w:val="005D2CBA"/>
    <w:rsid w:val="005D3259"/>
    <w:rsid w:val="005D35F5"/>
    <w:rsid w:val="005D3A69"/>
    <w:rsid w:val="005D3DDD"/>
    <w:rsid w:val="005D41C1"/>
    <w:rsid w:val="005D44EC"/>
    <w:rsid w:val="005D480C"/>
    <w:rsid w:val="005D5853"/>
    <w:rsid w:val="005D5A72"/>
    <w:rsid w:val="005D5B8A"/>
    <w:rsid w:val="005D650B"/>
    <w:rsid w:val="005D6B90"/>
    <w:rsid w:val="005D6CAA"/>
    <w:rsid w:val="005D7095"/>
    <w:rsid w:val="005D7769"/>
    <w:rsid w:val="005E0B66"/>
    <w:rsid w:val="005E1ADB"/>
    <w:rsid w:val="005E1FC7"/>
    <w:rsid w:val="005E30A8"/>
    <w:rsid w:val="005E30DA"/>
    <w:rsid w:val="005E3109"/>
    <w:rsid w:val="005E329F"/>
    <w:rsid w:val="005E3970"/>
    <w:rsid w:val="005E4880"/>
    <w:rsid w:val="005E5489"/>
    <w:rsid w:val="005E6E87"/>
    <w:rsid w:val="005F02E1"/>
    <w:rsid w:val="005F044F"/>
    <w:rsid w:val="005F0F34"/>
    <w:rsid w:val="005F183B"/>
    <w:rsid w:val="005F2155"/>
    <w:rsid w:val="005F2435"/>
    <w:rsid w:val="005F30C2"/>
    <w:rsid w:val="005F4057"/>
    <w:rsid w:val="005F42FF"/>
    <w:rsid w:val="005F47A4"/>
    <w:rsid w:val="005F514D"/>
    <w:rsid w:val="005F5D53"/>
    <w:rsid w:val="005F6362"/>
    <w:rsid w:val="005F68D5"/>
    <w:rsid w:val="005F6A27"/>
    <w:rsid w:val="005F73B2"/>
    <w:rsid w:val="00600AE9"/>
    <w:rsid w:val="00600C29"/>
    <w:rsid w:val="00600D91"/>
    <w:rsid w:val="00601045"/>
    <w:rsid w:val="006017C0"/>
    <w:rsid w:val="00601C73"/>
    <w:rsid w:val="00601DF6"/>
    <w:rsid w:val="0060264A"/>
    <w:rsid w:val="00603427"/>
    <w:rsid w:val="006038E7"/>
    <w:rsid w:val="00603976"/>
    <w:rsid w:val="00604573"/>
    <w:rsid w:val="006045BE"/>
    <w:rsid w:val="00605134"/>
    <w:rsid w:val="006053DD"/>
    <w:rsid w:val="00606499"/>
    <w:rsid w:val="006106A9"/>
    <w:rsid w:val="006106D8"/>
    <w:rsid w:val="006115BA"/>
    <w:rsid w:val="006116C0"/>
    <w:rsid w:val="0061176A"/>
    <w:rsid w:val="006117E8"/>
    <w:rsid w:val="00611892"/>
    <w:rsid w:val="00611A33"/>
    <w:rsid w:val="0061213B"/>
    <w:rsid w:val="006122C3"/>
    <w:rsid w:val="006124F3"/>
    <w:rsid w:val="0061270B"/>
    <w:rsid w:val="00612F96"/>
    <w:rsid w:val="00613635"/>
    <w:rsid w:val="00614009"/>
    <w:rsid w:val="00614042"/>
    <w:rsid w:val="00614434"/>
    <w:rsid w:val="006146AB"/>
    <w:rsid w:val="0061587F"/>
    <w:rsid w:val="00615BED"/>
    <w:rsid w:val="00615F64"/>
    <w:rsid w:val="0061644B"/>
    <w:rsid w:val="006166D4"/>
    <w:rsid w:val="00616A7B"/>
    <w:rsid w:val="00616E96"/>
    <w:rsid w:val="006171FA"/>
    <w:rsid w:val="0061734F"/>
    <w:rsid w:val="0061743B"/>
    <w:rsid w:val="00617E02"/>
    <w:rsid w:val="00617E3C"/>
    <w:rsid w:val="00617EA6"/>
    <w:rsid w:val="0062065E"/>
    <w:rsid w:val="006209EE"/>
    <w:rsid w:val="0062117D"/>
    <w:rsid w:val="00621486"/>
    <w:rsid w:val="0062247B"/>
    <w:rsid w:val="00622F01"/>
    <w:rsid w:val="00623AED"/>
    <w:rsid w:val="00623F5B"/>
    <w:rsid w:val="00624130"/>
    <w:rsid w:val="00624716"/>
    <w:rsid w:val="00624F93"/>
    <w:rsid w:val="00625D73"/>
    <w:rsid w:val="00626EEF"/>
    <w:rsid w:val="00627E3B"/>
    <w:rsid w:val="00627E67"/>
    <w:rsid w:val="006301E0"/>
    <w:rsid w:val="00630300"/>
    <w:rsid w:val="00630811"/>
    <w:rsid w:val="006318AD"/>
    <w:rsid w:val="00631BF1"/>
    <w:rsid w:val="00631F0D"/>
    <w:rsid w:val="00632378"/>
    <w:rsid w:val="00632649"/>
    <w:rsid w:val="00632908"/>
    <w:rsid w:val="006330CE"/>
    <w:rsid w:val="0063366E"/>
    <w:rsid w:val="00633EC4"/>
    <w:rsid w:val="00634653"/>
    <w:rsid w:val="006357CA"/>
    <w:rsid w:val="00636047"/>
    <w:rsid w:val="006372EF"/>
    <w:rsid w:val="00637558"/>
    <w:rsid w:val="00637570"/>
    <w:rsid w:val="0064085F"/>
    <w:rsid w:val="00640C7A"/>
    <w:rsid w:val="00641656"/>
    <w:rsid w:val="00641854"/>
    <w:rsid w:val="006418DE"/>
    <w:rsid w:val="00641F2D"/>
    <w:rsid w:val="00642640"/>
    <w:rsid w:val="00642899"/>
    <w:rsid w:val="00642B54"/>
    <w:rsid w:val="0064316B"/>
    <w:rsid w:val="00643653"/>
    <w:rsid w:val="00643AE0"/>
    <w:rsid w:val="00643C7F"/>
    <w:rsid w:val="00644719"/>
    <w:rsid w:val="0064472B"/>
    <w:rsid w:val="00644CF7"/>
    <w:rsid w:val="00645422"/>
    <w:rsid w:val="00645E75"/>
    <w:rsid w:val="0064638F"/>
    <w:rsid w:val="00647FD7"/>
    <w:rsid w:val="0065005E"/>
    <w:rsid w:val="00650C9B"/>
    <w:rsid w:val="00650CB0"/>
    <w:rsid w:val="00650D04"/>
    <w:rsid w:val="006517BD"/>
    <w:rsid w:val="00651978"/>
    <w:rsid w:val="00651B11"/>
    <w:rsid w:val="00651E4D"/>
    <w:rsid w:val="00652EEB"/>
    <w:rsid w:val="00652F64"/>
    <w:rsid w:val="0065391C"/>
    <w:rsid w:val="00654001"/>
    <w:rsid w:val="00654262"/>
    <w:rsid w:val="00654A8F"/>
    <w:rsid w:val="00654E58"/>
    <w:rsid w:val="006551E0"/>
    <w:rsid w:val="00656792"/>
    <w:rsid w:val="00660890"/>
    <w:rsid w:val="00660C7B"/>
    <w:rsid w:val="00661BE6"/>
    <w:rsid w:val="00662024"/>
    <w:rsid w:val="00662C32"/>
    <w:rsid w:val="0066377F"/>
    <w:rsid w:val="00664348"/>
    <w:rsid w:val="00664D7A"/>
    <w:rsid w:val="00664FE4"/>
    <w:rsid w:val="006659B6"/>
    <w:rsid w:val="00665AA0"/>
    <w:rsid w:val="0066643F"/>
    <w:rsid w:val="00666A15"/>
    <w:rsid w:val="00666FC7"/>
    <w:rsid w:val="00667437"/>
    <w:rsid w:val="006675C2"/>
    <w:rsid w:val="00667DE9"/>
    <w:rsid w:val="0067058A"/>
    <w:rsid w:val="00670B14"/>
    <w:rsid w:val="0067100F"/>
    <w:rsid w:val="00671A5F"/>
    <w:rsid w:val="00671D10"/>
    <w:rsid w:val="00671DAF"/>
    <w:rsid w:val="006720FB"/>
    <w:rsid w:val="006723D3"/>
    <w:rsid w:val="006725A7"/>
    <w:rsid w:val="00673691"/>
    <w:rsid w:val="00673E6E"/>
    <w:rsid w:val="006744EC"/>
    <w:rsid w:val="0067469C"/>
    <w:rsid w:val="0067556C"/>
    <w:rsid w:val="00675809"/>
    <w:rsid w:val="00675C84"/>
    <w:rsid w:val="00677172"/>
    <w:rsid w:val="006804CC"/>
    <w:rsid w:val="00680690"/>
    <w:rsid w:val="006810B4"/>
    <w:rsid w:val="0068212D"/>
    <w:rsid w:val="00682370"/>
    <w:rsid w:val="00682EAC"/>
    <w:rsid w:val="00683288"/>
    <w:rsid w:val="006836E1"/>
    <w:rsid w:val="006837F8"/>
    <w:rsid w:val="00683C22"/>
    <w:rsid w:val="006857FA"/>
    <w:rsid w:val="006874BC"/>
    <w:rsid w:val="00690939"/>
    <w:rsid w:val="0069129D"/>
    <w:rsid w:val="006912ED"/>
    <w:rsid w:val="00691405"/>
    <w:rsid w:val="00691A3B"/>
    <w:rsid w:val="00691AEB"/>
    <w:rsid w:val="00691CDD"/>
    <w:rsid w:val="00692BCD"/>
    <w:rsid w:val="00692E3C"/>
    <w:rsid w:val="0069380F"/>
    <w:rsid w:val="00693AF9"/>
    <w:rsid w:val="00693BB1"/>
    <w:rsid w:val="00693F3E"/>
    <w:rsid w:val="00694479"/>
    <w:rsid w:val="006947B4"/>
    <w:rsid w:val="00694D88"/>
    <w:rsid w:val="00694DAE"/>
    <w:rsid w:val="00694F5A"/>
    <w:rsid w:val="006956A5"/>
    <w:rsid w:val="00695861"/>
    <w:rsid w:val="00695B3B"/>
    <w:rsid w:val="006961BC"/>
    <w:rsid w:val="0069666D"/>
    <w:rsid w:val="006966C4"/>
    <w:rsid w:val="00696D39"/>
    <w:rsid w:val="00696DE4"/>
    <w:rsid w:val="00697149"/>
    <w:rsid w:val="00697D8E"/>
    <w:rsid w:val="006A002E"/>
    <w:rsid w:val="006A014B"/>
    <w:rsid w:val="006A058A"/>
    <w:rsid w:val="006A1027"/>
    <w:rsid w:val="006A1528"/>
    <w:rsid w:val="006A2387"/>
    <w:rsid w:val="006A26AC"/>
    <w:rsid w:val="006A31A8"/>
    <w:rsid w:val="006A3E19"/>
    <w:rsid w:val="006A5204"/>
    <w:rsid w:val="006A5E87"/>
    <w:rsid w:val="006A691F"/>
    <w:rsid w:val="006A744E"/>
    <w:rsid w:val="006A7A32"/>
    <w:rsid w:val="006A7B47"/>
    <w:rsid w:val="006B0001"/>
    <w:rsid w:val="006B0977"/>
    <w:rsid w:val="006B0E5D"/>
    <w:rsid w:val="006B13BF"/>
    <w:rsid w:val="006B1D50"/>
    <w:rsid w:val="006B2614"/>
    <w:rsid w:val="006B2802"/>
    <w:rsid w:val="006B2963"/>
    <w:rsid w:val="006B2A23"/>
    <w:rsid w:val="006B2BCE"/>
    <w:rsid w:val="006B2EF3"/>
    <w:rsid w:val="006B3268"/>
    <w:rsid w:val="006B32CC"/>
    <w:rsid w:val="006B3C8D"/>
    <w:rsid w:val="006B4596"/>
    <w:rsid w:val="006B4698"/>
    <w:rsid w:val="006B47E0"/>
    <w:rsid w:val="006B4F77"/>
    <w:rsid w:val="006B5569"/>
    <w:rsid w:val="006B669F"/>
    <w:rsid w:val="006B6ABA"/>
    <w:rsid w:val="006B6BBD"/>
    <w:rsid w:val="006C04EF"/>
    <w:rsid w:val="006C0D2E"/>
    <w:rsid w:val="006C1CC7"/>
    <w:rsid w:val="006C1D2C"/>
    <w:rsid w:val="006C23A7"/>
    <w:rsid w:val="006C2DF5"/>
    <w:rsid w:val="006C3198"/>
    <w:rsid w:val="006C35BF"/>
    <w:rsid w:val="006C35D0"/>
    <w:rsid w:val="006C3BB5"/>
    <w:rsid w:val="006C4B2D"/>
    <w:rsid w:val="006C4B96"/>
    <w:rsid w:val="006C4FD8"/>
    <w:rsid w:val="006C5116"/>
    <w:rsid w:val="006C53BB"/>
    <w:rsid w:val="006C6929"/>
    <w:rsid w:val="006C7CF7"/>
    <w:rsid w:val="006D0C87"/>
    <w:rsid w:val="006D0E25"/>
    <w:rsid w:val="006D0E53"/>
    <w:rsid w:val="006D10DF"/>
    <w:rsid w:val="006D1A98"/>
    <w:rsid w:val="006D2057"/>
    <w:rsid w:val="006D273B"/>
    <w:rsid w:val="006D4751"/>
    <w:rsid w:val="006D4988"/>
    <w:rsid w:val="006D4ACA"/>
    <w:rsid w:val="006D4AED"/>
    <w:rsid w:val="006D54A7"/>
    <w:rsid w:val="006D5A0B"/>
    <w:rsid w:val="006D5B0E"/>
    <w:rsid w:val="006D5D0A"/>
    <w:rsid w:val="006D5D9A"/>
    <w:rsid w:val="006D6412"/>
    <w:rsid w:val="006D6A1F"/>
    <w:rsid w:val="006D72ED"/>
    <w:rsid w:val="006D77A0"/>
    <w:rsid w:val="006D7AFB"/>
    <w:rsid w:val="006D7F9F"/>
    <w:rsid w:val="006E05F6"/>
    <w:rsid w:val="006E0612"/>
    <w:rsid w:val="006E111B"/>
    <w:rsid w:val="006E1188"/>
    <w:rsid w:val="006E1754"/>
    <w:rsid w:val="006E194C"/>
    <w:rsid w:val="006E1B04"/>
    <w:rsid w:val="006E263C"/>
    <w:rsid w:val="006E2B33"/>
    <w:rsid w:val="006E2B9D"/>
    <w:rsid w:val="006E337E"/>
    <w:rsid w:val="006E33EC"/>
    <w:rsid w:val="006E46A9"/>
    <w:rsid w:val="006E58D8"/>
    <w:rsid w:val="006E6303"/>
    <w:rsid w:val="006E6F50"/>
    <w:rsid w:val="006E73EA"/>
    <w:rsid w:val="006F0D49"/>
    <w:rsid w:val="006F0D74"/>
    <w:rsid w:val="006F0E7A"/>
    <w:rsid w:val="006F2CCA"/>
    <w:rsid w:val="006F3AF6"/>
    <w:rsid w:val="006F42E7"/>
    <w:rsid w:val="006F4608"/>
    <w:rsid w:val="006F46DF"/>
    <w:rsid w:val="006F4968"/>
    <w:rsid w:val="006F4D65"/>
    <w:rsid w:val="006F4F5F"/>
    <w:rsid w:val="006F507F"/>
    <w:rsid w:val="006F50B5"/>
    <w:rsid w:val="006F5B0D"/>
    <w:rsid w:val="006F5C2C"/>
    <w:rsid w:val="006F6619"/>
    <w:rsid w:val="006F66F4"/>
    <w:rsid w:val="006F6857"/>
    <w:rsid w:val="0070000A"/>
    <w:rsid w:val="00700A78"/>
    <w:rsid w:val="0070159F"/>
    <w:rsid w:val="00701939"/>
    <w:rsid w:val="00701FD8"/>
    <w:rsid w:val="0070247B"/>
    <w:rsid w:val="00702D9D"/>
    <w:rsid w:val="00702F95"/>
    <w:rsid w:val="00703152"/>
    <w:rsid w:val="00703851"/>
    <w:rsid w:val="00703931"/>
    <w:rsid w:val="0070456D"/>
    <w:rsid w:val="00705586"/>
    <w:rsid w:val="00705F49"/>
    <w:rsid w:val="00706084"/>
    <w:rsid w:val="00706D24"/>
    <w:rsid w:val="00706F6B"/>
    <w:rsid w:val="00707A82"/>
    <w:rsid w:val="00707C08"/>
    <w:rsid w:val="00710048"/>
    <w:rsid w:val="00710835"/>
    <w:rsid w:val="00710BE3"/>
    <w:rsid w:val="007110CC"/>
    <w:rsid w:val="00711501"/>
    <w:rsid w:val="00711677"/>
    <w:rsid w:val="00712387"/>
    <w:rsid w:val="007123DC"/>
    <w:rsid w:val="007139A4"/>
    <w:rsid w:val="00713E64"/>
    <w:rsid w:val="00714B53"/>
    <w:rsid w:val="007155CF"/>
    <w:rsid w:val="00716124"/>
    <w:rsid w:val="0071686B"/>
    <w:rsid w:val="00716C49"/>
    <w:rsid w:val="00716D8B"/>
    <w:rsid w:val="00716DDF"/>
    <w:rsid w:val="00716EEC"/>
    <w:rsid w:val="007172BD"/>
    <w:rsid w:val="00717FAF"/>
    <w:rsid w:val="00721092"/>
    <w:rsid w:val="007214B0"/>
    <w:rsid w:val="007240AC"/>
    <w:rsid w:val="0072437F"/>
    <w:rsid w:val="00724536"/>
    <w:rsid w:val="00724762"/>
    <w:rsid w:val="00724F22"/>
    <w:rsid w:val="00725A91"/>
    <w:rsid w:val="00726232"/>
    <w:rsid w:val="00726480"/>
    <w:rsid w:val="0073060C"/>
    <w:rsid w:val="007307D6"/>
    <w:rsid w:val="00730921"/>
    <w:rsid w:val="00730F32"/>
    <w:rsid w:val="00732553"/>
    <w:rsid w:val="00732A91"/>
    <w:rsid w:val="00732CCB"/>
    <w:rsid w:val="007330F6"/>
    <w:rsid w:val="00734392"/>
    <w:rsid w:val="00734D63"/>
    <w:rsid w:val="00734F1D"/>
    <w:rsid w:val="00735DA5"/>
    <w:rsid w:val="00735EAE"/>
    <w:rsid w:val="0073610C"/>
    <w:rsid w:val="00736191"/>
    <w:rsid w:val="007366B4"/>
    <w:rsid w:val="00737136"/>
    <w:rsid w:val="00737300"/>
    <w:rsid w:val="007373F5"/>
    <w:rsid w:val="00740030"/>
    <w:rsid w:val="0074005B"/>
    <w:rsid w:val="007405CF"/>
    <w:rsid w:val="00740E63"/>
    <w:rsid w:val="007416B7"/>
    <w:rsid w:val="00741CC1"/>
    <w:rsid w:val="0074232F"/>
    <w:rsid w:val="00743546"/>
    <w:rsid w:val="007441FC"/>
    <w:rsid w:val="00744E6A"/>
    <w:rsid w:val="00745441"/>
    <w:rsid w:val="00746C21"/>
    <w:rsid w:val="00746FB5"/>
    <w:rsid w:val="00747A45"/>
    <w:rsid w:val="00747B9D"/>
    <w:rsid w:val="00747C30"/>
    <w:rsid w:val="00747C52"/>
    <w:rsid w:val="00750290"/>
    <w:rsid w:val="00750672"/>
    <w:rsid w:val="00750BCE"/>
    <w:rsid w:val="00750C53"/>
    <w:rsid w:val="00750EE8"/>
    <w:rsid w:val="00750F78"/>
    <w:rsid w:val="007515BD"/>
    <w:rsid w:val="00751A25"/>
    <w:rsid w:val="00752242"/>
    <w:rsid w:val="007527CD"/>
    <w:rsid w:val="0075285D"/>
    <w:rsid w:val="007529BA"/>
    <w:rsid w:val="00752C14"/>
    <w:rsid w:val="00752F93"/>
    <w:rsid w:val="00753A51"/>
    <w:rsid w:val="00754C42"/>
    <w:rsid w:val="00755042"/>
    <w:rsid w:val="0075578B"/>
    <w:rsid w:val="00755A64"/>
    <w:rsid w:val="00755BE0"/>
    <w:rsid w:val="007560AB"/>
    <w:rsid w:val="00756DCC"/>
    <w:rsid w:val="007571E8"/>
    <w:rsid w:val="00757555"/>
    <w:rsid w:val="00757AE9"/>
    <w:rsid w:val="00760DED"/>
    <w:rsid w:val="007621E8"/>
    <w:rsid w:val="0076234E"/>
    <w:rsid w:val="00762754"/>
    <w:rsid w:val="007631C0"/>
    <w:rsid w:val="00763207"/>
    <w:rsid w:val="007633E6"/>
    <w:rsid w:val="007635C3"/>
    <w:rsid w:val="0076392B"/>
    <w:rsid w:val="00763C37"/>
    <w:rsid w:val="00764C8F"/>
    <w:rsid w:val="007657E6"/>
    <w:rsid w:val="00765C7D"/>
    <w:rsid w:val="00765E42"/>
    <w:rsid w:val="0076604D"/>
    <w:rsid w:val="0076687F"/>
    <w:rsid w:val="00766B19"/>
    <w:rsid w:val="00766E0E"/>
    <w:rsid w:val="0077030D"/>
    <w:rsid w:val="00771441"/>
    <w:rsid w:val="0077183C"/>
    <w:rsid w:val="007718FE"/>
    <w:rsid w:val="00771D53"/>
    <w:rsid w:val="00772EB9"/>
    <w:rsid w:val="007736B5"/>
    <w:rsid w:val="00774427"/>
    <w:rsid w:val="007745C5"/>
    <w:rsid w:val="00774EF4"/>
    <w:rsid w:val="007755D5"/>
    <w:rsid w:val="007760B1"/>
    <w:rsid w:val="00776C8A"/>
    <w:rsid w:val="007801DF"/>
    <w:rsid w:val="0078083B"/>
    <w:rsid w:val="00780D41"/>
    <w:rsid w:val="00780ED8"/>
    <w:rsid w:val="007812D1"/>
    <w:rsid w:val="0078180B"/>
    <w:rsid w:val="00781D5E"/>
    <w:rsid w:val="007821AB"/>
    <w:rsid w:val="00782AE2"/>
    <w:rsid w:val="00782C18"/>
    <w:rsid w:val="00782C2B"/>
    <w:rsid w:val="0078307C"/>
    <w:rsid w:val="0078348C"/>
    <w:rsid w:val="007858CA"/>
    <w:rsid w:val="00787B7B"/>
    <w:rsid w:val="00787EB7"/>
    <w:rsid w:val="00787F25"/>
    <w:rsid w:val="0079065B"/>
    <w:rsid w:val="00790CD2"/>
    <w:rsid w:val="007914A4"/>
    <w:rsid w:val="00791593"/>
    <w:rsid w:val="007918CC"/>
    <w:rsid w:val="007921A1"/>
    <w:rsid w:val="007921A6"/>
    <w:rsid w:val="007921BE"/>
    <w:rsid w:val="00792473"/>
    <w:rsid w:val="00793144"/>
    <w:rsid w:val="00793BC1"/>
    <w:rsid w:val="00794157"/>
    <w:rsid w:val="007941EC"/>
    <w:rsid w:val="0079454D"/>
    <w:rsid w:val="00795BE8"/>
    <w:rsid w:val="0079630A"/>
    <w:rsid w:val="00796361"/>
    <w:rsid w:val="007965B5"/>
    <w:rsid w:val="0079678A"/>
    <w:rsid w:val="0079693C"/>
    <w:rsid w:val="00796A83"/>
    <w:rsid w:val="00796B03"/>
    <w:rsid w:val="00797969"/>
    <w:rsid w:val="00797E83"/>
    <w:rsid w:val="007A21EB"/>
    <w:rsid w:val="007A253F"/>
    <w:rsid w:val="007A272D"/>
    <w:rsid w:val="007A27D9"/>
    <w:rsid w:val="007A37C0"/>
    <w:rsid w:val="007A3D9F"/>
    <w:rsid w:val="007A44C5"/>
    <w:rsid w:val="007A48BF"/>
    <w:rsid w:val="007A4F83"/>
    <w:rsid w:val="007A52AA"/>
    <w:rsid w:val="007A5895"/>
    <w:rsid w:val="007A6296"/>
    <w:rsid w:val="007A71AC"/>
    <w:rsid w:val="007A7415"/>
    <w:rsid w:val="007A7932"/>
    <w:rsid w:val="007B0187"/>
    <w:rsid w:val="007B0E08"/>
    <w:rsid w:val="007B1813"/>
    <w:rsid w:val="007B186D"/>
    <w:rsid w:val="007B2453"/>
    <w:rsid w:val="007B29D8"/>
    <w:rsid w:val="007B2AF1"/>
    <w:rsid w:val="007B3254"/>
    <w:rsid w:val="007B45C3"/>
    <w:rsid w:val="007B45F1"/>
    <w:rsid w:val="007B4B81"/>
    <w:rsid w:val="007B4C29"/>
    <w:rsid w:val="007B4FA1"/>
    <w:rsid w:val="007B5070"/>
    <w:rsid w:val="007B599A"/>
    <w:rsid w:val="007B65AF"/>
    <w:rsid w:val="007B6C54"/>
    <w:rsid w:val="007B7552"/>
    <w:rsid w:val="007C01D9"/>
    <w:rsid w:val="007C0216"/>
    <w:rsid w:val="007C0679"/>
    <w:rsid w:val="007C1982"/>
    <w:rsid w:val="007C1BDF"/>
    <w:rsid w:val="007C1DA2"/>
    <w:rsid w:val="007C243A"/>
    <w:rsid w:val="007C42C3"/>
    <w:rsid w:val="007C5AD6"/>
    <w:rsid w:val="007C6CA4"/>
    <w:rsid w:val="007C6F14"/>
    <w:rsid w:val="007C6FDE"/>
    <w:rsid w:val="007C7174"/>
    <w:rsid w:val="007C71A6"/>
    <w:rsid w:val="007C731C"/>
    <w:rsid w:val="007C74BE"/>
    <w:rsid w:val="007C7F42"/>
    <w:rsid w:val="007D14BB"/>
    <w:rsid w:val="007D14BD"/>
    <w:rsid w:val="007D1DC7"/>
    <w:rsid w:val="007D23EB"/>
    <w:rsid w:val="007D3C80"/>
    <w:rsid w:val="007D4253"/>
    <w:rsid w:val="007D4507"/>
    <w:rsid w:val="007D4680"/>
    <w:rsid w:val="007D6925"/>
    <w:rsid w:val="007D7078"/>
    <w:rsid w:val="007D746C"/>
    <w:rsid w:val="007D7A69"/>
    <w:rsid w:val="007E039C"/>
    <w:rsid w:val="007E057F"/>
    <w:rsid w:val="007E0FBF"/>
    <w:rsid w:val="007E1C99"/>
    <w:rsid w:val="007E20FB"/>
    <w:rsid w:val="007E36C0"/>
    <w:rsid w:val="007E375C"/>
    <w:rsid w:val="007E518B"/>
    <w:rsid w:val="007E5219"/>
    <w:rsid w:val="007E5CCC"/>
    <w:rsid w:val="007E6A04"/>
    <w:rsid w:val="007E73DD"/>
    <w:rsid w:val="007F02B8"/>
    <w:rsid w:val="007F0477"/>
    <w:rsid w:val="007F0BD0"/>
    <w:rsid w:val="007F0C82"/>
    <w:rsid w:val="007F0ED1"/>
    <w:rsid w:val="007F15C3"/>
    <w:rsid w:val="007F21EE"/>
    <w:rsid w:val="007F270B"/>
    <w:rsid w:val="007F2866"/>
    <w:rsid w:val="007F3319"/>
    <w:rsid w:val="007F3F00"/>
    <w:rsid w:val="007F4262"/>
    <w:rsid w:val="007F4D2F"/>
    <w:rsid w:val="007F5FC7"/>
    <w:rsid w:val="007F6194"/>
    <w:rsid w:val="007F6633"/>
    <w:rsid w:val="007F66E2"/>
    <w:rsid w:val="007F68FA"/>
    <w:rsid w:val="007F72CF"/>
    <w:rsid w:val="007F7587"/>
    <w:rsid w:val="007F759C"/>
    <w:rsid w:val="007F774D"/>
    <w:rsid w:val="007F7ADF"/>
    <w:rsid w:val="007F7E2E"/>
    <w:rsid w:val="00800C6F"/>
    <w:rsid w:val="00800D70"/>
    <w:rsid w:val="008014D1"/>
    <w:rsid w:val="008022F5"/>
    <w:rsid w:val="00802E15"/>
    <w:rsid w:val="00802E44"/>
    <w:rsid w:val="00802E60"/>
    <w:rsid w:val="00803264"/>
    <w:rsid w:val="00803329"/>
    <w:rsid w:val="008034CF"/>
    <w:rsid w:val="00803EB7"/>
    <w:rsid w:val="00804115"/>
    <w:rsid w:val="00804A32"/>
    <w:rsid w:val="00804CBF"/>
    <w:rsid w:val="00804ED5"/>
    <w:rsid w:val="0080526F"/>
    <w:rsid w:val="008054F0"/>
    <w:rsid w:val="00805FDA"/>
    <w:rsid w:val="00806C92"/>
    <w:rsid w:val="00806F4B"/>
    <w:rsid w:val="008072AD"/>
    <w:rsid w:val="00807832"/>
    <w:rsid w:val="0081059F"/>
    <w:rsid w:val="00810D5C"/>
    <w:rsid w:val="00810E9B"/>
    <w:rsid w:val="00811264"/>
    <w:rsid w:val="00811427"/>
    <w:rsid w:val="00811633"/>
    <w:rsid w:val="008121B1"/>
    <w:rsid w:val="00812411"/>
    <w:rsid w:val="00812E56"/>
    <w:rsid w:val="00812F70"/>
    <w:rsid w:val="00812FA3"/>
    <w:rsid w:val="008131D0"/>
    <w:rsid w:val="00813337"/>
    <w:rsid w:val="00813B88"/>
    <w:rsid w:val="008146BB"/>
    <w:rsid w:val="00815522"/>
    <w:rsid w:val="00816345"/>
    <w:rsid w:val="0081669A"/>
    <w:rsid w:val="008210EB"/>
    <w:rsid w:val="0082153A"/>
    <w:rsid w:val="00821605"/>
    <w:rsid w:val="00821759"/>
    <w:rsid w:val="0082181F"/>
    <w:rsid w:val="0082186B"/>
    <w:rsid w:val="0082253E"/>
    <w:rsid w:val="008237EB"/>
    <w:rsid w:val="008243F1"/>
    <w:rsid w:val="00825021"/>
    <w:rsid w:val="008272EA"/>
    <w:rsid w:val="00827F30"/>
    <w:rsid w:val="008302DE"/>
    <w:rsid w:val="00830455"/>
    <w:rsid w:val="00830AD3"/>
    <w:rsid w:val="00831535"/>
    <w:rsid w:val="0083242B"/>
    <w:rsid w:val="0083252B"/>
    <w:rsid w:val="00832752"/>
    <w:rsid w:val="00833500"/>
    <w:rsid w:val="00833607"/>
    <w:rsid w:val="00833A4F"/>
    <w:rsid w:val="0083500D"/>
    <w:rsid w:val="00835572"/>
    <w:rsid w:val="0083566C"/>
    <w:rsid w:val="00835A3A"/>
    <w:rsid w:val="00835BA6"/>
    <w:rsid w:val="00836832"/>
    <w:rsid w:val="00836FD9"/>
    <w:rsid w:val="0083717B"/>
    <w:rsid w:val="0083734C"/>
    <w:rsid w:val="0083780D"/>
    <w:rsid w:val="00837DC3"/>
    <w:rsid w:val="00840D77"/>
    <w:rsid w:val="00840ED2"/>
    <w:rsid w:val="00841149"/>
    <w:rsid w:val="008422A6"/>
    <w:rsid w:val="008428A4"/>
    <w:rsid w:val="0084293F"/>
    <w:rsid w:val="0084309A"/>
    <w:rsid w:val="008433C2"/>
    <w:rsid w:val="00843B69"/>
    <w:rsid w:val="00844110"/>
    <w:rsid w:val="0084411B"/>
    <w:rsid w:val="008443CF"/>
    <w:rsid w:val="00844663"/>
    <w:rsid w:val="00844AC2"/>
    <w:rsid w:val="00844B3C"/>
    <w:rsid w:val="00844B4C"/>
    <w:rsid w:val="00844E42"/>
    <w:rsid w:val="00845138"/>
    <w:rsid w:val="00846056"/>
    <w:rsid w:val="00846245"/>
    <w:rsid w:val="00846704"/>
    <w:rsid w:val="008467CB"/>
    <w:rsid w:val="008467D0"/>
    <w:rsid w:val="00846924"/>
    <w:rsid w:val="00846B1E"/>
    <w:rsid w:val="00847004"/>
    <w:rsid w:val="00847256"/>
    <w:rsid w:val="008476FF"/>
    <w:rsid w:val="00847A54"/>
    <w:rsid w:val="00847F68"/>
    <w:rsid w:val="0085111A"/>
    <w:rsid w:val="008522D7"/>
    <w:rsid w:val="008539CD"/>
    <w:rsid w:val="00853BC2"/>
    <w:rsid w:val="00853E27"/>
    <w:rsid w:val="00854147"/>
    <w:rsid w:val="0085442B"/>
    <w:rsid w:val="0085443C"/>
    <w:rsid w:val="00854CC6"/>
    <w:rsid w:val="00855842"/>
    <w:rsid w:val="00856606"/>
    <w:rsid w:val="00856615"/>
    <w:rsid w:val="00857829"/>
    <w:rsid w:val="008578FC"/>
    <w:rsid w:val="00860912"/>
    <w:rsid w:val="0086123F"/>
    <w:rsid w:val="00861FA7"/>
    <w:rsid w:val="00862E9B"/>
    <w:rsid w:val="008636B7"/>
    <w:rsid w:val="00864EA6"/>
    <w:rsid w:val="00866746"/>
    <w:rsid w:val="00866A33"/>
    <w:rsid w:val="008670EC"/>
    <w:rsid w:val="0086787C"/>
    <w:rsid w:val="00867CF6"/>
    <w:rsid w:val="00870005"/>
    <w:rsid w:val="008706E1"/>
    <w:rsid w:val="00870EB2"/>
    <w:rsid w:val="00870FCC"/>
    <w:rsid w:val="00871440"/>
    <w:rsid w:val="00872106"/>
    <w:rsid w:val="008723CB"/>
    <w:rsid w:val="0087276E"/>
    <w:rsid w:val="00872A08"/>
    <w:rsid w:val="00872EBA"/>
    <w:rsid w:val="008732D3"/>
    <w:rsid w:val="00873446"/>
    <w:rsid w:val="008734A9"/>
    <w:rsid w:val="00874740"/>
    <w:rsid w:val="00875239"/>
    <w:rsid w:val="00875709"/>
    <w:rsid w:val="0087587F"/>
    <w:rsid w:val="00876474"/>
    <w:rsid w:val="008807B6"/>
    <w:rsid w:val="0088215D"/>
    <w:rsid w:val="008823B9"/>
    <w:rsid w:val="0088259E"/>
    <w:rsid w:val="0088279C"/>
    <w:rsid w:val="00883288"/>
    <w:rsid w:val="00883527"/>
    <w:rsid w:val="00883C56"/>
    <w:rsid w:val="00883D45"/>
    <w:rsid w:val="00883E56"/>
    <w:rsid w:val="008840E4"/>
    <w:rsid w:val="00884A92"/>
    <w:rsid w:val="00885BE1"/>
    <w:rsid w:val="00885E56"/>
    <w:rsid w:val="00886377"/>
    <w:rsid w:val="00886A70"/>
    <w:rsid w:val="00886D25"/>
    <w:rsid w:val="0088779D"/>
    <w:rsid w:val="0088799A"/>
    <w:rsid w:val="0089017F"/>
    <w:rsid w:val="0089021C"/>
    <w:rsid w:val="008912D5"/>
    <w:rsid w:val="0089165A"/>
    <w:rsid w:val="00891B6C"/>
    <w:rsid w:val="00891CE1"/>
    <w:rsid w:val="00892483"/>
    <w:rsid w:val="0089297C"/>
    <w:rsid w:val="008935AF"/>
    <w:rsid w:val="00893A85"/>
    <w:rsid w:val="00893B9D"/>
    <w:rsid w:val="00893CED"/>
    <w:rsid w:val="008943D7"/>
    <w:rsid w:val="00894ED7"/>
    <w:rsid w:val="00894FC9"/>
    <w:rsid w:val="0089602C"/>
    <w:rsid w:val="00896DB7"/>
    <w:rsid w:val="00897769"/>
    <w:rsid w:val="008978D0"/>
    <w:rsid w:val="00897FA7"/>
    <w:rsid w:val="008A00CA"/>
    <w:rsid w:val="008A0F7E"/>
    <w:rsid w:val="008A0FF4"/>
    <w:rsid w:val="008A1730"/>
    <w:rsid w:val="008A17B3"/>
    <w:rsid w:val="008A2476"/>
    <w:rsid w:val="008A338B"/>
    <w:rsid w:val="008A35AF"/>
    <w:rsid w:val="008A389B"/>
    <w:rsid w:val="008A3E94"/>
    <w:rsid w:val="008A420E"/>
    <w:rsid w:val="008A431E"/>
    <w:rsid w:val="008A43C9"/>
    <w:rsid w:val="008A4D98"/>
    <w:rsid w:val="008A5354"/>
    <w:rsid w:val="008A6BAB"/>
    <w:rsid w:val="008A7328"/>
    <w:rsid w:val="008B0085"/>
    <w:rsid w:val="008B0728"/>
    <w:rsid w:val="008B1305"/>
    <w:rsid w:val="008B1405"/>
    <w:rsid w:val="008B14A4"/>
    <w:rsid w:val="008B1C67"/>
    <w:rsid w:val="008B24E3"/>
    <w:rsid w:val="008B29C6"/>
    <w:rsid w:val="008B2B2F"/>
    <w:rsid w:val="008B2D28"/>
    <w:rsid w:val="008B4ACF"/>
    <w:rsid w:val="008B53C6"/>
    <w:rsid w:val="008B74AA"/>
    <w:rsid w:val="008B75A9"/>
    <w:rsid w:val="008B75C3"/>
    <w:rsid w:val="008C009C"/>
    <w:rsid w:val="008C1675"/>
    <w:rsid w:val="008C1ACC"/>
    <w:rsid w:val="008C1CDC"/>
    <w:rsid w:val="008C22B3"/>
    <w:rsid w:val="008C328F"/>
    <w:rsid w:val="008C36D8"/>
    <w:rsid w:val="008C4115"/>
    <w:rsid w:val="008C4430"/>
    <w:rsid w:val="008C485A"/>
    <w:rsid w:val="008C4966"/>
    <w:rsid w:val="008C4AC1"/>
    <w:rsid w:val="008C500D"/>
    <w:rsid w:val="008C5E49"/>
    <w:rsid w:val="008C6108"/>
    <w:rsid w:val="008C69AC"/>
    <w:rsid w:val="008C69AE"/>
    <w:rsid w:val="008C6D44"/>
    <w:rsid w:val="008C74F7"/>
    <w:rsid w:val="008C76B0"/>
    <w:rsid w:val="008C7B12"/>
    <w:rsid w:val="008C7EB6"/>
    <w:rsid w:val="008C7F5E"/>
    <w:rsid w:val="008D0533"/>
    <w:rsid w:val="008D0850"/>
    <w:rsid w:val="008D0FEA"/>
    <w:rsid w:val="008D1B6C"/>
    <w:rsid w:val="008D1DC5"/>
    <w:rsid w:val="008D28A4"/>
    <w:rsid w:val="008D3832"/>
    <w:rsid w:val="008D4521"/>
    <w:rsid w:val="008D48D7"/>
    <w:rsid w:val="008D49D4"/>
    <w:rsid w:val="008D4D93"/>
    <w:rsid w:val="008D586A"/>
    <w:rsid w:val="008D61D7"/>
    <w:rsid w:val="008D64EB"/>
    <w:rsid w:val="008D684B"/>
    <w:rsid w:val="008D6F8C"/>
    <w:rsid w:val="008E0838"/>
    <w:rsid w:val="008E0F80"/>
    <w:rsid w:val="008E1689"/>
    <w:rsid w:val="008E2741"/>
    <w:rsid w:val="008E27CA"/>
    <w:rsid w:val="008E27FC"/>
    <w:rsid w:val="008E32FB"/>
    <w:rsid w:val="008E37DD"/>
    <w:rsid w:val="008E44DE"/>
    <w:rsid w:val="008E4720"/>
    <w:rsid w:val="008E4AA7"/>
    <w:rsid w:val="008E5C0A"/>
    <w:rsid w:val="008E5D6B"/>
    <w:rsid w:val="008E5F0D"/>
    <w:rsid w:val="008E659A"/>
    <w:rsid w:val="008E6CA3"/>
    <w:rsid w:val="008E6EE5"/>
    <w:rsid w:val="008E71C4"/>
    <w:rsid w:val="008E768C"/>
    <w:rsid w:val="008E7D13"/>
    <w:rsid w:val="008F0A43"/>
    <w:rsid w:val="008F0E06"/>
    <w:rsid w:val="008F13D9"/>
    <w:rsid w:val="008F17A5"/>
    <w:rsid w:val="008F1A02"/>
    <w:rsid w:val="008F2422"/>
    <w:rsid w:val="008F242D"/>
    <w:rsid w:val="008F2A64"/>
    <w:rsid w:val="008F2F2C"/>
    <w:rsid w:val="008F4850"/>
    <w:rsid w:val="008F51FE"/>
    <w:rsid w:val="008F53C7"/>
    <w:rsid w:val="008F54DA"/>
    <w:rsid w:val="008F5FB6"/>
    <w:rsid w:val="008F67CC"/>
    <w:rsid w:val="008F682B"/>
    <w:rsid w:val="008F688B"/>
    <w:rsid w:val="008F71E1"/>
    <w:rsid w:val="008F76BD"/>
    <w:rsid w:val="008F7FD0"/>
    <w:rsid w:val="009006F0"/>
    <w:rsid w:val="00900BDD"/>
    <w:rsid w:val="00900CBE"/>
    <w:rsid w:val="00901B83"/>
    <w:rsid w:val="00902459"/>
    <w:rsid w:val="00903792"/>
    <w:rsid w:val="00903AE6"/>
    <w:rsid w:val="00904260"/>
    <w:rsid w:val="009049D6"/>
    <w:rsid w:val="009059CB"/>
    <w:rsid w:val="00905C7B"/>
    <w:rsid w:val="00906313"/>
    <w:rsid w:val="00906369"/>
    <w:rsid w:val="00906509"/>
    <w:rsid w:val="009067B2"/>
    <w:rsid w:val="009079A6"/>
    <w:rsid w:val="0091087B"/>
    <w:rsid w:val="00910A1C"/>
    <w:rsid w:val="00910D64"/>
    <w:rsid w:val="00910DC0"/>
    <w:rsid w:val="0091117A"/>
    <w:rsid w:val="00911C3B"/>
    <w:rsid w:val="00911DD1"/>
    <w:rsid w:val="00912143"/>
    <w:rsid w:val="0091218A"/>
    <w:rsid w:val="009133D7"/>
    <w:rsid w:val="00913463"/>
    <w:rsid w:val="009134BB"/>
    <w:rsid w:val="00913524"/>
    <w:rsid w:val="00913ACC"/>
    <w:rsid w:val="00914433"/>
    <w:rsid w:val="00914546"/>
    <w:rsid w:val="0091458E"/>
    <w:rsid w:val="0091492B"/>
    <w:rsid w:val="00914E75"/>
    <w:rsid w:val="00915920"/>
    <w:rsid w:val="00915A6D"/>
    <w:rsid w:val="00915C8A"/>
    <w:rsid w:val="00915EAB"/>
    <w:rsid w:val="00916886"/>
    <w:rsid w:val="009168D1"/>
    <w:rsid w:val="00916A2A"/>
    <w:rsid w:val="00916B9F"/>
    <w:rsid w:val="009171AF"/>
    <w:rsid w:val="00917590"/>
    <w:rsid w:val="00920AE8"/>
    <w:rsid w:val="00920B9E"/>
    <w:rsid w:val="00920D2A"/>
    <w:rsid w:val="00920F94"/>
    <w:rsid w:val="00921419"/>
    <w:rsid w:val="0092183F"/>
    <w:rsid w:val="00921C91"/>
    <w:rsid w:val="00921CC2"/>
    <w:rsid w:val="00921D08"/>
    <w:rsid w:val="009224AE"/>
    <w:rsid w:val="00922DB2"/>
    <w:rsid w:val="00922E48"/>
    <w:rsid w:val="00922EB8"/>
    <w:rsid w:val="00922F08"/>
    <w:rsid w:val="00923028"/>
    <w:rsid w:val="0092329A"/>
    <w:rsid w:val="00923F50"/>
    <w:rsid w:val="00924B85"/>
    <w:rsid w:val="00924D62"/>
    <w:rsid w:val="00925964"/>
    <w:rsid w:val="00925D95"/>
    <w:rsid w:val="00925EB1"/>
    <w:rsid w:val="0092600E"/>
    <w:rsid w:val="0092616F"/>
    <w:rsid w:val="009267A5"/>
    <w:rsid w:val="00926F97"/>
    <w:rsid w:val="00927798"/>
    <w:rsid w:val="00927DF2"/>
    <w:rsid w:val="00930541"/>
    <w:rsid w:val="00930608"/>
    <w:rsid w:val="00930AA8"/>
    <w:rsid w:val="00930E6B"/>
    <w:rsid w:val="00930E72"/>
    <w:rsid w:val="00932069"/>
    <w:rsid w:val="00932273"/>
    <w:rsid w:val="0093259E"/>
    <w:rsid w:val="0093318D"/>
    <w:rsid w:val="00933790"/>
    <w:rsid w:val="00934496"/>
    <w:rsid w:val="00935604"/>
    <w:rsid w:val="00935B13"/>
    <w:rsid w:val="0093669C"/>
    <w:rsid w:val="00936951"/>
    <w:rsid w:val="00937F21"/>
    <w:rsid w:val="00940E13"/>
    <w:rsid w:val="00941574"/>
    <w:rsid w:val="00941637"/>
    <w:rsid w:val="009434E9"/>
    <w:rsid w:val="00943E47"/>
    <w:rsid w:val="00943F9F"/>
    <w:rsid w:val="009451D2"/>
    <w:rsid w:val="009452AB"/>
    <w:rsid w:val="00946976"/>
    <w:rsid w:val="00946EC5"/>
    <w:rsid w:val="00946F80"/>
    <w:rsid w:val="00947E2A"/>
    <w:rsid w:val="009508C8"/>
    <w:rsid w:val="00951056"/>
    <w:rsid w:val="0095231B"/>
    <w:rsid w:val="00952982"/>
    <w:rsid w:val="00953D0D"/>
    <w:rsid w:val="00953FF9"/>
    <w:rsid w:val="009540C9"/>
    <w:rsid w:val="00954133"/>
    <w:rsid w:val="0095548E"/>
    <w:rsid w:val="00955ADE"/>
    <w:rsid w:val="00955C02"/>
    <w:rsid w:val="00957B5A"/>
    <w:rsid w:val="00960069"/>
    <w:rsid w:val="0096077C"/>
    <w:rsid w:val="009610B7"/>
    <w:rsid w:val="009618AC"/>
    <w:rsid w:val="0096223E"/>
    <w:rsid w:val="00962728"/>
    <w:rsid w:val="00962DD1"/>
    <w:rsid w:val="009630A6"/>
    <w:rsid w:val="0096310B"/>
    <w:rsid w:val="0096379C"/>
    <w:rsid w:val="00964AA0"/>
    <w:rsid w:val="00964FDC"/>
    <w:rsid w:val="00966B94"/>
    <w:rsid w:val="00967105"/>
    <w:rsid w:val="00967C04"/>
    <w:rsid w:val="00967E79"/>
    <w:rsid w:val="00970362"/>
    <w:rsid w:val="009711B9"/>
    <w:rsid w:val="00971814"/>
    <w:rsid w:val="00972165"/>
    <w:rsid w:val="009725D6"/>
    <w:rsid w:val="00972CB4"/>
    <w:rsid w:val="00973286"/>
    <w:rsid w:val="009745F4"/>
    <w:rsid w:val="00974874"/>
    <w:rsid w:val="009748A8"/>
    <w:rsid w:val="009759E0"/>
    <w:rsid w:val="00975A64"/>
    <w:rsid w:val="00976817"/>
    <w:rsid w:val="00976E77"/>
    <w:rsid w:val="009778DD"/>
    <w:rsid w:val="00977D97"/>
    <w:rsid w:val="0098021C"/>
    <w:rsid w:val="0098085B"/>
    <w:rsid w:val="00980A42"/>
    <w:rsid w:val="0098104C"/>
    <w:rsid w:val="00981733"/>
    <w:rsid w:val="009817D8"/>
    <w:rsid w:val="00981B11"/>
    <w:rsid w:val="00982094"/>
    <w:rsid w:val="0098232E"/>
    <w:rsid w:val="00982648"/>
    <w:rsid w:val="00982908"/>
    <w:rsid w:val="0098326A"/>
    <w:rsid w:val="00983C03"/>
    <w:rsid w:val="00983F7E"/>
    <w:rsid w:val="00984116"/>
    <w:rsid w:val="0098486A"/>
    <w:rsid w:val="009848BE"/>
    <w:rsid w:val="00984EC3"/>
    <w:rsid w:val="00984EFD"/>
    <w:rsid w:val="00987356"/>
    <w:rsid w:val="00990DA9"/>
    <w:rsid w:val="00990E3E"/>
    <w:rsid w:val="00991238"/>
    <w:rsid w:val="00992548"/>
    <w:rsid w:val="00992A77"/>
    <w:rsid w:val="00992DFC"/>
    <w:rsid w:val="009933EA"/>
    <w:rsid w:val="00993E89"/>
    <w:rsid w:val="00994032"/>
    <w:rsid w:val="009947D5"/>
    <w:rsid w:val="00995133"/>
    <w:rsid w:val="009951AA"/>
    <w:rsid w:val="009967AB"/>
    <w:rsid w:val="0099714D"/>
    <w:rsid w:val="009A076C"/>
    <w:rsid w:val="009A085F"/>
    <w:rsid w:val="009A0AC0"/>
    <w:rsid w:val="009A139E"/>
    <w:rsid w:val="009A1E2A"/>
    <w:rsid w:val="009A249C"/>
    <w:rsid w:val="009A27E5"/>
    <w:rsid w:val="009A28F8"/>
    <w:rsid w:val="009A2948"/>
    <w:rsid w:val="009A2CFC"/>
    <w:rsid w:val="009A357F"/>
    <w:rsid w:val="009A3B5A"/>
    <w:rsid w:val="009A3DCA"/>
    <w:rsid w:val="009A4206"/>
    <w:rsid w:val="009A474A"/>
    <w:rsid w:val="009A504C"/>
    <w:rsid w:val="009A5982"/>
    <w:rsid w:val="009A5DA1"/>
    <w:rsid w:val="009A62B9"/>
    <w:rsid w:val="009A65F6"/>
    <w:rsid w:val="009B05D3"/>
    <w:rsid w:val="009B0B6F"/>
    <w:rsid w:val="009B11AD"/>
    <w:rsid w:val="009B26D4"/>
    <w:rsid w:val="009B2E19"/>
    <w:rsid w:val="009B3390"/>
    <w:rsid w:val="009B39D7"/>
    <w:rsid w:val="009B5E5E"/>
    <w:rsid w:val="009B6397"/>
    <w:rsid w:val="009B6A72"/>
    <w:rsid w:val="009B73D6"/>
    <w:rsid w:val="009B7572"/>
    <w:rsid w:val="009B757A"/>
    <w:rsid w:val="009B7EEB"/>
    <w:rsid w:val="009C0C94"/>
    <w:rsid w:val="009C1473"/>
    <w:rsid w:val="009C28A5"/>
    <w:rsid w:val="009C29BD"/>
    <w:rsid w:val="009C2C1F"/>
    <w:rsid w:val="009C3B28"/>
    <w:rsid w:val="009C3E66"/>
    <w:rsid w:val="009C3F8D"/>
    <w:rsid w:val="009C45D7"/>
    <w:rsid w:val="009C4A6A"/>
    <w:rsid w:val="009C4F91"/>
    <w:rsid w:val="009C5138"/>
    <w:rsid w:val="009C5299"/>
    <w:rsid w:val="009C6908"/>
    <w:rsid w:val="009C77E2"/>
    <w:rsid w:val="009D1262"/>
    <w:rsid w:val="009D212F"/>
    <w:rsid w:val="009D2158"/>
    <w:rsid w:val="009D243A"/>
    <w:rsid w:val="009D2F76"/>
    <w:rsid w:val="009D34BD"/>
    <w:rsid w:val="009D3742"/>
    <w:rsid w:val="009D3854"/>
    <w:rsid w:val="009D496E"/>
    <w:rsid w:val="009D5985"/>
    <w:rsid w:val="009D5D71"/>
    <w:rsid w:val="009D5E3B"/>
    <w:rsid w:val="009D63C4"/>
    <w:rsid w:val="009D6962"/>
    <w:rsid w:val="009D6B3A"/>
    <w:rsid w:val="009D6CD2"/>
    <w:rsid w:val="009D6F7C"/>
    <w:rsid w:val="009D6FBD"/>
    <w:rsid w:val="009D7217"/>
    <w:rsid w:val="009D7FF4"/>
    <w:rsid w:val="009E0937"/>
    <w:rsid w:val="009E17D6"/>
    <w:rsid w:val="009E1A18"/>
    <w:rsid w:val="009E1CB0"/>
    <w:rsid w:val="009E294E"/>
    <w:rsid w:val="009E320D"/>
    <w:rsid w:val="009E3428"/>
    <w:rsid w:val="009E342F"/>
    <w:rsid w:val="009E3450"/>
    <w:rsid w:val="009E4214"/>
    <w:rsid w:val="009E46C5"/>
    <w:rsid w:val="009E4C92"/>
    <w:rsid w:val="009E5DCC"/>
    <w:rsid w:val="009E616A"/>
    <w:rsid w:val="009E61AB"/>
    <w:rsid w:val="009E65ED"/>
    <w:rsid w:val="009E6CB5"/>
    <w:rsid w:val="009E6FCF"/>
    <w:rsid w:val="009E7A34"/>
    <w:rsid w:val="009F0FC3"/>
    <w:rsid w:val="009F1589"/>
    <w:rsid w:val="009F1AEF"/>
    <w:rsid w:val="009F336B"/>
    <w:rsid w:val="009F34D6"/>
    <w:rsid w:val="009F3586"/>
    <w:rsid w:val="009F3597"/>
    <w:rsid w:val="009F396C"/>
    <w:rsid w:val="009F3A56"/>
    <w:rsid w:val="009F3E23"/>
    <w:rsid w:val="009F4106"/>
    <w:rsid w:val="009F4660"/>
    <w:rsid w:val="009F4742"/>
    <w:rsid w:val="009F4E63"/>
    <w:rsid w:val="009F5953"/>
    <w:rsid w:val="009F5A9A"/>
    <w:rsid w:val="009F5E5B"/>
    <w:rsid w:val="009F6156"/>
    <w:rsid w:val="009F7480"/>
    <w:rsid w:val="009F79FE"/>
    <w:rsid w:val="00A006EF"/>
    <w:rsid w:val="00A01261"/>
    <w:rsid w:val="00A014A3"/>
    <w:rsid w:val="00A01F31"/>
    <w:rsid w:val="00A02D60"/>
    <w:rsid w:val="00A0346A"/>
    <w:rsid w:val="00A03628"/>
    <w:rsid w:val="00A041BC"/>
    <w:rsid w:val="00A042A4"/>
    <w:rsid w:val="00A044C8"/>
    <w:rsid w:val="00A0458A"/>
    <w:rsid w:val="00A0484B"/>
    <w:rsid w:val="00A05428"/>
    <w:rsid w:val="00A05D86"/>
    <w:rsid w:val="00A062BD"/>
    <w:rsid w:val="00A06A43"/>
    <w:rsid w:val="00A06EB6"/>
    <w:rsid w:val="00A06EB8"/>
    <w:rsid w:val="00A07354"/>
    <w:rsid w:val="00A07E0E"/>
    <w:rsid w:val="00A07F07"/>
    <w:rsid w:val="00A10CDC"/>
    <w:rsid w:val="00A10E5E"/>
    <w:rsid w:val="00A11AB6"/>
    <w:rsid w:val="00A121FA"/>
    <w:rsid w:val="00A1233B"/>
    <w:rsid w:val="00A12F8D"/>
    <w:rsid w:val="00A13515"/>
    <w:rsid w:val="00A13644"/>
    <w:rsid w:val="00A13732"/>
    <w:rsid w:val="00A13C5F"/>
    <w:rsid w:val="00A15157"/>
    <w:rsid w:val="00A151AB"/>
    <w:rsid w:val="00A15483"/>
    <w:rsid w:val="00A1580D"/>
    <w:rsid w:val="00A159EF"/>
    <w:rsid w:val="00A15C04"/>
    <w:rsid w:val="00A16759"/>
    <w:rsid w:val="00A16DE7"/>
    <w:rsid w:val="00A16E5E"/>
    <w:rsid w:val="00A16FB7"/>
    <w:rsid w:val="00A176E9"/>
    <w:rsid w:val="00A179EA"/>
    <w:rsid w:val="00A20D62"/>
    <w:rsid w:val="00A21543"/>
    <w:rsid w:val="00A21F65"/>
    <w:rsid w:val="00A21FEB"/>
    <w:rsid w:val="00A2238B"/>
    <w:rsid w:val="00A231CC"/>
    <w:rsid w:val="00A231DD"/>
    <w:rsid w:val="00A232F4"/>
    <w:rsid w:val="00A23AC5"/>
    <w:rsid w:val="00A23D93"/>
    <w:rsid w:val="00A23E9A"/>
    <w:rsid w:val="00A24549"/>
    <w:rsid w:val="00A25943"/>
    <w:rsid w:val="00A25CD3"/>
    <w:rsid w:val="00A261CD"/>
    <w:rsid w:val="00A2629E"/>
    <w:rsid w:val="00A2689C"/>
    <w:rsid w:val="00A26FFC"/>
    <w:rsid w:val="00A27275"/>
    <w:rsid w:val="00A27942"/>
    <w:rsid w:val="00A27B31"/>
    <w:rsid w:val="00A27FAC"/>
    <w:rsid w:val="00A317E1"/>
    <w:rsid w:val="00A3230C"/>
    <w:rsid w:val="00A323DD"/>
    <w:rsid w:val="00A32A55"/>
    <w:rsid w:val="00A33D68"/>
    <w:rsid w:val="00A3598A"/>
    <w:rsid w:val="00A35ACF"/>
    <w:rsid w:val="00A36625"/>
    <w:rsid w:val="00A36D56"/>
    <w:rsid w:val="00A36DEB"/>
    <w:rsid w:val="00A3760F"/>
    <w:rsid w:val="00A3762B"/>
    <w:rsid w:val="00A4069A"/>
    <w:rsid w:val="00A41B8D"/>
    <w:rsid w:val="00A41BA7"/>
    <w:rsid w:val="00A42743"/>
    <w:rsid w:val="00A428F2"/>
    <w:rsid w:val="00A42C15"/>
    <w:rsid w:val="00A43BB3"/>
    <w:rsid w:val="00A43FB4"/>
    <w:rsid w:val="00A445D3"/>
    <w:rsid w:val="00A446A7"/>
    <w:rsid w:val="00A44D5F"/>
    <w:rsid w:val="00A44D81"/>
    <w:rsid w:val="00A4500C"/>
    <w:rsid w:val="00A45233"/>
    <w:rsid w:val="00A46098"/>
    <w:rsid w:val="00A460EF"/>
    <w:rsid w:val="00A46116"/>
    <w:rsid w:val="00A469D9"/>
    <w:rsid w:val="00A46B96"/>
    <w:rsid w:val="00A4706A"/>
    <w:rsid w:val="00A4730D"/>
    <w:rsid w:val="00A506CD"/>
    <w:rsid w:val="00A508D5"/>
    <w:rsid w:val="00A50E60"/>
    <w:rsid w:val="00A51D25"/>
    <w:rsid w:val="00A51F65"/>
    <w:rsid w:val="00A51FAC"/>
    <w:rsid w:val="00A522EC"/>
    <w:rsid w:val="00A52E8A"/>
    <w:rsid w:val="00A5434B"/>
    <w:rsid w:val="00A544D3"/>
    <w:rsid w:val="00A5454F"/>
    <w:rsid w:val="00A54783"/>
    <w:rsid w:val="00A54B8B"/>
    <w:rsid w:val="00A54E96"/>
    <w:rsid w:val="00A5545F"/>
    <w:rsid w:val="00A55DC2"/>
    <w:rsid w:val="00A55F5D"/>
    <w:rsid w:val="00A560CE"/>
    <w:rsid w:val="00A56F03"/>
    <w:rsid w:val="00A578E7"/>
    <w:rsid w:val="00A57CBE"/>
    <w:rsid w:val="00A600A5"/>
    <w:rsid w:val="00A603D0"/>
    <w:rsid w:val="00A60752"/>
    <w:rsid w:val="00A61268"/>
    <w:rsid w:val="00A6137C"/>
    <w:rsid w:val="00A61550"/>
    <w:rsid w:val="00A628A6"/>
    <w:rsid w:val="00A62B8B"/>
    <w:rsid w:val="00A62E4C"/>
    <w:rsid w:val="00A63374"/>
    <w:rsid w:val="00A63638"/>
    <w:rsid w:val="00A642A3"/>
    <w:rsid w:val="00A64EB2"/>
    <w:rsid w:val="00A653E7"/>
    <w:rsid w:val="00A65CD4"/>
    <w:rsid w:val="00A66520"/>
    <w:rsid w:val="00A66585"/>
    <w:rsid w:val="00A6684D"/>
    <w:rsid w:val="00A672F0"/>
    <w:rsid w:val="00A67325"/>
    <w:rsid w:val="00A6734A"/>
    <w:rsid w:val="00A675BD"/>
    <w:rsid w:val="00A7065A"/>
    <w:rsid w:val="00A70DB0"/>
    <w:rsid w:val="00A713F3"/>
    <w:rsid w:val="00A7186E"/>
    <w:rsid w:val="00A719D6"/>
    <w:rsid w:val="00A721A1"/>
    <w:rsid w:val="00A7285A"/>
    <w:rsid w:val="00A72CB7"/>
    <w:rsid w:val="00A733CD"/>
    <w:rsid w:val="00A7346C"/>
    <w:rsid w:val="00A7351B"/>
    <w:rsid w:val="00A73E76"/>
    <w:rsid w:val="00A73EA4"/>
    <w:rsid w:val="00A73EDF"/>
    <w:rsid w:val="00A74FED"/>
    <w:rsid w:val="00A75A12"/>
    <w:rsid w:val="00A75AF0"/>
    <w:rsid w:val="00A75B00"/>
    <w:rsid w:val="00A7663D"/>
    <w:rsid w:val="00A76941"/>
    <w:rsid w:val="00A76E0F"/>
    <w:rsid w:val="00A771F5"/>
    <w:rsid w:val="00A77ADC"/>
    <w:rsid w:val="00A800FB"/>
    <w:rsid w:val="00A80526"/>
    <w:rsid w:val="00A80690"/>
    <w:rsid w:val="00A80705"/>
    <w:rsid w:val="00A808B4"/>
    <w:rsid w:val="00A80E81"/>
    <w:rsid w:val="00A81541"/>
    <w:rsid w:val="00A824BC"/>
    <w:rsid w:val="00A82724"/>
    <w:rsid w:val="00A8278A"/>
    <w:rsid w:val="00A8288C"/>
    <w:rsid w:val="00A82A4F"/>
    <w:rsid w:val="00A82B9E"/>
    <w:rsid w:val="00A844C4"/>
    <w:rsid w:val="00A8458B"/>
    <w:rsid w:val="00A8489B"/>
    <w:rsid w:val="00A84D93"/>
    <w:rsid w:val="00A851D8"/>
    <w:rsid w:val="00A85C6E"/>
    <w:rsid w:val="00A85E8F"/>
    <w:rsid w:val="00A86540"/>
    <w:rsid w:val="00A867D4"/>
    <w:rsid w:val="00A86CB7"/>
    <w:rsid w:val="00A874CF"/>
    <w:rsid w:val="00A87596"/>
    <w:rsid w:val="00A87793"/>
    <w:rsid w:val="00A8786B"/>
    <w:rsid w:val="00A87E30"/>
    <w:rsid w:val="00A903C2"/>
    <w:rsid w:val="00A9048E"/>
    <w:rsid w:val="00A9130D"/>
    <w:rsid w:val="00A91972"/>
    <w:rsid w:val="00A91E61"/>
    <w:rsid w:val="00A91F0A"/>
    <w:rsid w:val="00A926D7"/>
    <w:rsid w:val="00A93296"/>
    <w:rsid w:val="00A938AC"/>
    <w:rsid w:val="00A93929"/>
    <w:rsid w:val="00A93BE8"/>
    <w:rsid w:val="00A94536"/>
    <w:rsid w:val="00A94822"/>
    <w:rsid w:val="00A956AB"/>
    <w:rsid w:val="00A9588A"/>
    <w:rsid w:val="00A9637D"/>
    <w:rsid w:val="00A964BF"/>
    <w:rsid w:val="00A964C2"/>
    <w:rsid w:val="00A96D2D"/>
    <w:rsid w:val="00A973A6"/>
    <w:rsid w:val="00A979C3"/>
    <w:rsid w:val="00A97DB5"/>
    <w:rsid w:val="00AA05C1"/>
    <w:rsid w:val="00AA0DC4"/>
    <w:rsid w:val="00AA0DDA"/>
    <w:rsid w:val="00AA10BE"/>
    <w:rsid w:val="00AA2A20"/>
    <w:rsid w:val="00AA3180"/>
    <w:rsid w:val="00AA36F6"/>
    <w:rsid w:val="00AA3C87"/>
    <w:rsid w:val="00AA4D0F"/>
    <w:rsid w:val="00AA4ED2"/>
    <w:rsid w:val="00AA56CD"/>
    <w:rsid w:val="00AA5CC8"/>
    <w:rsid w:val="00AA60FB"/>
    <w:rsid w:val="00AA611E"/>
    <w:rsid w:val="00AA6E31"/>
    <w:rsid w:val="00AA798E"/>
    <w:rsid w:val="00AA7C2C"/>
    <w:rsid w:val="00AB0256"/>
    <w:rsid w:val="00AB09AF"/>
    <w:rsid w:val="00AB0CE2"/>
    <w:rsid w:val="00AB1328"/>
    <w:rsid w:val="00AB1E9D"/>
    <w:rsid w:val="00AB2644"/>
    <w:rsid w:val="00AB3C8F"/>
    <w:rsid w:val="00AB3D91"/>
    <w:rsid w:val="00AB3EE9"/>
    <w:rsid w:val="00AB43CC"/>
    <w:rsid w:val="00AB4749"/>
    <w:rsid w:val="00AB4C25"/>
    <w:rsid w:val="00AB5146"/>
    <w:rsid w:val="00AB5DDB"/>
    <w:rsid w:val="00AB668C"/>
    <w:rsid w:val="00AB6A50"/>
    <w:rsid w:val="00AB6FE1"/>
    <w:rsid w:val="00AB7A38"/>
    <w:rsid w:val="00AB7BCF"/>
    <w:rsid w:val="00AB7FB2"/>
    <w:rsid w:val="00AC0197"/>
    <w:rsid w:val="00AC06C7"/>
    <w:rsid w:val="00AC1753"/>
    <w:rsid w:val="00AC2149"/>
    <w:rsid w:val="00AC295E"/>
    <w:rsid w:val="00AC2EFC"/>
    <w:rsid w:val="00AC3A87"/>
    <w:rsid w:val="00AC400B"/>
    <w:rsid w:val="00AC4357"/>
    <w:rsid w:val="00AC455F"/>
    <w:rsid w:val="00AC45BF"/>
    <w:rsid w:val="00AC45F8"/>
    <w:rsid w:val="00AC4686"/>
    <w:rsid w:val="00AC4E11"/>
    <w:rsid w:val="00AC7F6F"/>
    <w:rsid w:val="00AD052C"/>
    <w:rsid w:val="00AD0DE7"/>
    <w:rsid w:val="00AD105F"/>
    <w:rsid w:val="00AD16CD"/>
    <w:rsid w:val="00AD2198"/>
    <w:rsid w:val="00AD2F08"/>
    <w:rsid w:val="00AD2F79"/>
    <w:rsid w:val="00AD3897"/>
    <w:rsid w:val="00AD3DEE"/>
    <w:rsid w:val="00AD45AE"/>
    <w:rsid w:val="00AD50B1"/>
    <w:rsid w:val="00AD536A"/>
    <w:rsid w:val="00AD5B3A"/>
    <w:rsid w:val="00AD5F9E"/>
    <w:rsid w:val="00AD79F1"/>
    <w:rsid w:val="00AE08B8"/>
    <w:rsid w:val="00AE0B10"/>
    <w:rsid w:val="00AE15B1"/>
    <w:rsid w:val="00AE16B9"/>
    <w:rsid w:val="00AE2450"/>
    <w:rsid w:val="00AE246B"/>
    <w:rsid w:val="00AE2DC7"/>
    <w:rsid w:val="00AE32C0"/>
    <w:rsid w:val="00AE37EB"/>
    <w:rsid w:val="00AE499B"/>
    <w:rsid w:val="00AE5680"/>
    <w:rsid w:val="00AE6622"/>
    <w:rsid w:val="00AE6C2D"/>
    <w:rsid w:val="00AE6F1E"/>
    <w:rsid w:val="00AE734F"/>
    <w:rsid w:val="00AE7377"/>
    <w:rsid w:val="00AE7428"/>
    <w:rsid w:val="00AF03F8"/>
    <w:rsid w:val="00AF0FB3"/>
    <w:rsid w:val="00AF192A"/>
    <w:rsid w:val="00AF2AA6"/>
    <w:rsid w:val="00AF3A9E"/>
    <w:rsid w:val="00AF4363"/>
    <w:rsid w:val="00AF437E"/>
    <w:rsid w:val="00AF4956"/>
    <w:rsid w:val="00AF49A5"/>
    <w:rsid w:val="00AF4DB8"/>
    <w:rsid w:val="00AF4EFA"/>
    <w:rsid w:val="00AF529D"/>
    <w:rsid w:val="00AF568A"/>
    <w:rsid w:val="00AF578A"/>
    <w:rsid w:val="00AF6296"/>
    <w:rsid w:val="00AF6FDE"/>
    <w:rsid w:val="00AF7643"/>
    <w:rsid w:val="00AF7811"/>
    <w:rsid w:val="00AF799C"/>
    <w:rsid w:val="00AF7EB0"/>
    <w:rsid w:val="00B0031B"/>
    <w:rsid w:val="00B00C45"/>
    <w:rsid w:val="00B0103F"/>
    <w:rsid w:val="00B0139D"/>
    <w:rsid w:val="00B01F55"/>
    <w:rsid w:val="00B02475"/>
    <w:rsid w:val="00B024B1"/>
    <w:rsid w:val="00B028DB"/>
    <w:rsid w:val="00B02B45"/>
    <w:rsid w:val="00B042A8"/>
    <w:rsid w:val="00B044BD"/>
    <w:rsid w:val="00B04AB6"/>
    <w:rsid w:val="00B0547C"/>
    <w:rsid w:val="00B05A05"/>
    <w:rsid w:val="00B064F4"/>
    <w:rsid w:val="00B06EAA"/>
    <w:rsid w:val="00B07025"/>
    <w:rsid w:val="00B071B9"/>
    <w:rsid w:val="00B07207"/>
    <w:rsid w:val="00B10551"/>
    <w:rsid w:val="00B1125E"/>
    <w:rsid w:val="00B115BB"/>
    <w:rsid w:val="00B11B9C"/>
    <w:rsid w:val="00B11EC5"/>
    <w:rsid w:val="00B126A2"/>
    <w:rsid w:val="00B126C1"/>
    <w:rsid w:val="00B12811"/>
    <w:rsid w:val="00B129AC"/>
    <w:rsid w:val="00B12F4D"/>
    <w:rsid w:val="00B13435"/>
    <w:rsid w:val="00B135C1"/>
    <w:rsid w:val="00B14EDC"/>
    <w:rsid w:val="00B14F42"/>
    <w:rsid w:val="00B1504F"/>
    <w:rsid w:val="00B151E7"/>
    <w:rsid w:val="00B15686"/>
    <w:rsid w:val="00B15C55"/>
    <w:rsid w:val="00B16247"/>
    <w:rsid w:val="00B16296"/>
    <w:rsid w:val="00B17648"/>
    <w:rsid w:val="00B176E8"/>
    <w:rsid w:val="00B1799C"/>
    <w:rsid w:val="00B17E3E"/>
    <w:rsid w:val="00B20664"/>
    <w:rsid w:val="00B21434"/>
    <w:rsid w:val="00B218E1"/>
    <w:rsid w:val="00B21E11"/>
    <w:rsid w:val="00B22266"/>
    <w:rsid w:val="00B22715"/>
    <w:rsid w:val="00B234A6"/>
    <w:rsid w:val="00B24187"/>
    <w:rsid w:val="00B244B3"/>
    <w:rsid w:val="00B246B8"/>
    <w:rsid w:val="00B2482A"/>
    <w:rsid w:val="00B257FF"/>
    <w:rsid w:val="00B25A71"/>
    <w:rsid w:val="00B2635C"/>
    <w:rsid w:val="00B26C22"/>
    <w:rsid w:val="00B27412"/>
    <w:rsid w:val="00B302FC"/>
    <w:rsid w:val="00B31560"/>
    <w:rsid w:val="00B32637"/>
    <w:rsid w:val="00B32C41"/>
    <w:rsid w:val="00B32C95"/>
    <w:rsid w:val="00B3355D"/>
    <w:rsid w:val="00B337B4"/>
    <w:rsid w:val="00B33CBA"/>
    <w:rsid w:val="00B3489B"/>
    <w:rsid w:val="00B349BB"/>
    <w:rsid w:val="00B357B3"/>
    <w:rsid w:val="00B35F18"/>
    <w:rsid w:val="00B369F0"/>
    <w:rsid w:val="00B375CB"/>
    <w:rsid w:val="00B37731"/>
    <w:rsid w:val="00B37929"/>
    <w:rsid w:val="00B37E7A"/>
    <w:rsid w:val="00B41003"/>
    <w:rsid w:val="00B41567"/>
    <w:rsid w:val="00B41606"/>
    <w:rsid w:val="00B41943"/>
    <w:rsid w:val="00B41A80"/>
    <w:rsid w:val="00B41BEE"/>
    <w:rsid w:val="00B41EE8"/>
    <w:rsid w:val="00B43679"/>
    <w:rsid w:val="00B43CE7"/>
    <w:rsid w:val="00B43DFC"/>
    <w:rsid w:val="00B43FA4"/>
    <w:rsid w:val="00B45A05"/>
    <w:rsid w:val="00B45BC2"/>
    <w:rsid w:val="00B45BFC"/>
    <w:rsid w:val="00B46921"/>
    <w:rsid w:val="00B46952"/>
    <w:rsid w:val="00B46F89"/>
    <w:rsid w:val="00B47216"/>
    <w:rsid w:val="00B472D2"/>
    <w:rsid w:val="00B477DA"/>
    <w:rsid w:val="00B5022C"/>
    <w:rsid w:val="00B50847"/>
    <w:rsid w:val="00B52BB7"/>
    <w:rsid w:val="00B52DB7"/>
    <w:rsid w:val="00B52FF7"/>
    <w:rsid w:val="00B531F4"/>
    <w:rsid w:val="00B534CA"/>
    <w:rsid w:val="00B548E1"/>
    <w:rsid w:val="00B54A2D"/>
    <w:rsid w:val="00B54E26"/>
    <w:rsid w:val="00B561D5"/>
    <w:rsid w:val="00B57FDA"/>
    <w:rsid w:val="00B60550"/>
    <w:rsid w:val="00B609EB"/>
    <w:rsid w:val="00B6141A"/>
    <w:rsid w:val="00B614AE"/>
    <w:rsid w:val="00B61868"/>
    <w:rsid w:val="00B61D29"/>
    <w:rsid w:val="00B61D47"/>
    <w:rsid w:val="00B61F28"/>
    <w:rsid w:val="00B62312"/>
    <w:rsid w:val="00B638A3"/>
    <w:rsid w:val="00B63EAB"/>
    <w:rsid w:val="00B64693"/>
    <w:rsid w:val="00B649BD"/>
    <w:rsid w:val="00B64C29"/>
    <w:rsid w:val="00B64E1B"/>
    <w:rsid w:val="00B66258"/>
    <w:rsid w:val="00B66AB7"/>
    <w:rsid w:val="00B67972"/>
    <w:rsid w:val="00B708B6"/>
    <w:rsid w:val="00B70CA4"/>
    <w:rsid w:val="00B71167"/>
    <w:rsid w:val="00B714C7"/>
    <w:rsid w:val="00B71774"/>
    <w:rsid w:val="00B71D03"/>
    <w:rsid w:val="00B71F05"/>
    <w:rsid w:val="00B727CE"/>
    <w:rsid w:val="00B72FA5"/>
    <w:rsid w:val="00B73032"/>
    <w:rsid w:val="00B73882"/>
    <w:rsid w:val="00B738C8"/>
    <w:rsid w:val="00B744C9"/>
    <w:rsid w:val="00B744E1"/>
    <w:rsid w:val="00B755A4"/>
    <w:rsid w:val="00B75827"/>
    <w:rsid w:val="00B75884"/>
    <w:rsid w:val="00B77982"/>
    <w:rsid w:val="00B77EEF"/>
    <w:rsid w:val="00B80300"/>
    <w:rsid w:val="00B80EC2"/>
    <w:rsid w:val="00B813F3"/>
    <w:rsid w:val="00B8174D"/>
    <w:rsid w:val="00B8234F"/>
    <w:rsid w:val="00B82612"/>
    <w:rsid w:val="00B82A9A"/>
    <w:rsid w:val="00B835FD"/>
    <w:rsid w:val="00B83A7A"/>
    <w:rsid w:val="00B83BF9"/>
    <w:rsid w:val="00B83D00"/>
    <w:rsid w:val="00B849DE"/>
    <w:rsid w:val="00B85166"/>
    <w:rsid w:val="00B85275"/>
    <w:rsid w:val="00B866E2"/>
    <w:rsid w:val="00B870F2"/>
    <w:rsid w:val="00B8749F"/>
    <w:rsid w:val="00B87B2A"/>
    <w:rsid w:val="00B87B4C"/>
    <w:rsid w:val="00B902B3"/>
    <w:rsid w:val="00B90441"/>
    <w:rsid w:val="00B90505"/>
    <w:rsid w:val="00B907F2"/>
    <w:rsid w:val="00B91D35"/>
    <w:rsid w:val="00B92004"/>
    <w:rsid w:val="00B9267F"/>
    <w:rsid w:val="00B92729"/>
    <w:rsid w:val="00B92AD6"/>
    <w:rsid w:val="00B92CC5"/>
    <w:rsid w:val="00B939E7"/>
    <w:rsid w:val="00B93DA9"/>
    <w:rsid w:val="00B93DEA"/>
    <w:rsid w:val="00B93F9F"/>
    <w:rsid w:val="00B94330"/>
    <w:rsid w:val="00B943A2"/>
    <w:rsid w:val="00B945BB"/>
    <w:rsid w:val="00B94F6C"/>
    <w:rsid w:val="00B95012"/>
    <w:rsid w:val="00B962B1"/>
    <w:rsid w:val="00B978B5"/>
    <w:rsid w:val="00B97D7F"/>
    <w:rsid w:val="00BA0409"/>
    <w:rsid w:val="00BA0E0E"/>
    <w:rsid w:val="00BA1456"/>
    <w:rsid w:val="00BA30DC"/>
    <w:rsid w:val="00BA322E"/>
    <w:rsid w:val="00BA3DEF"/>
    <w:rsid w:val="00BA466F"/>
    <w:rsid w:val="00BA596B"/>
    <w:rsid w:val="00BA6621"/>
    <w:rsid w:val="00BA7544"/>
    <w:rsid w:val="00BB02B5"/>
    <w:rsid w:val="00BB072E"/>
    <w:rsid w:val="00BB090A"/>
    <w:rsid w:val="00BB14D2"/>
    <w:rsid w:val="00BB1C62"/>
    <w:rsid w:val="00BB3100"/>
    <w:rsid w:val="00BB325C"/>
    <w:rsid w:val="00BB398C"/>
    <w:rsid w:val="00BB40BB"/>
    <w:rsid w:val="00BB4823"/>
    <w:rsid w:val="00BB4DAC"/>
    <w:rsid w:val="00BB5986"/>
    <w:rsid w:val="00BB5E19"/>
    <w:rsid w:val="00BB5F0C"/>
    <w:rsid w:val="00BB6E5D"/>
    <w:rsid w:val="00BB7803"/>
    <w:rsid w:val="00BB7B42"/>
    <w:rsid w:val="00BC0902"/>
    <w:rsid w:val="00BC0AD0"/>
    <w:rsid w:val="00BC0CAE"/>
    <w:rsid w:val="00BC0FDF"/>
    <w:rsid w:val="00BC1389"/>
    <w:rsid w:val="00BC3101"/>
    <w:rsid w:val="00BC3419"/>
    <w:rsid w:val="00BC35B6"/>
    <w:rsid w:val="00BC399D"/>
    <w:rsid w:val="00BC4231"/>
    <w:rsid w:val="00BC4A76"/>
    <w:rsid w:val="00BC583F"/>
    <w:rsid w:val="00BC5E59"/>
    <w:rsid w:val="00BC7B61"/>
    <w:rsid w:val="00BC7CFD"/>
    <w:rsid w:val="00BD0D89"/>
    <w:rsid w:val="00BD141C"/>
    <w:rsid w:val="00BD159D"/>
    <w:rsid w:val="00BD209E"/>
    <w:rsid w:val="00BD22B1"/>
    <w:rsid w:val="00BD2513"/>
    <w:rsid w:val="00BD396B"/>
    <w:rsid w:val="00BD3A11"/>
    <w:rsid w:val="00BD3B34"/>
    <w:rsid w:val="00BD3C08"/>
    <w:rsid w:val="00BD3DFF"/>
    <w:rsid w:val="00BD3F2E"/>
    <w:rsid w:val="00BD419C"/>
    <w:rsid w:val="00BD48EE"/>
    <w:rsid w:val="00BD4A83"/>
    <w:rsid w:val="00BD4AAF"/>
    <w:rsid w:val="00BD4F14"/>
    <w:rsid w:val="00BD54D5"/>
    <w:rsid w:val="00BD5A37"/>
    <w:rsid w:val="00BD67B9"/>
    <w:rsid w:val="00BD69B6"/>
    <w:rsid w:val="00BD6E03"/>
    <w:rsid w:val="00BD6FD5"/>
    <w:rsid w:val="00BD7502"/>
    <w:rsid w:val="00BD7638"/>
    <w:rsid w:val="00BE0D88"/>
    <w:rsid w:val="00BE1733"/>
    <w:rsid w:val="00BE19CE"/>
    <w:rsid w:val="00BE2195"/>
    <w:rsid w:val="00BE241E"/>
    <w:rsid w:val="00BE249B"/>
    <w:rsid w:val="00BE2A97"/>
    <w:rsid w:val="00BE2D47"/>
    <w:rsid w:val="00BE31BD"/>
    <w:rsid w:val="00BE3DEF"/>
    <w:rsid w:val="00BE4C3D"/>
    <w:rsid w:val="00BE5556"/>
    <w:rsid w:val="00BE5703"/>
    <w:rsid w:val="00BE593E"/>
    <w:rsid w:val="00BE6121"/>
    <w:rsid w:val="00BE6289"/>
    <w:rsid w:val="00BE7373"/>
    <w:rsid w:val="00BF07B0"/>
    <w:rsid w:val="00BF27C9"/>
    <w:rsid w:val="00BF302C"/>
    <w:rsid w:val="00BF396D"/>
    <w:rsid w:val="00BF4D05"/>
    <w:rsid w:val="00BF53BE"/>
    <w:rsid w:val="00BF61EF"/>
    <w:rsid w:val="00BF7923"/>
    <w:rsid w:val="00BF7CB9"/>
    <w:rsid w:val="00C00676"/>
    <w:rsid w:val="00C0067A"/>
    <w:rsid w:val="00C00A10"/>
    <w:rsid w:val="00C016FD"/>
    <w:rsid w:val="00C01F09"/>
    <w:rsid w:val="00C03942"/>
    <w:rsid w:val="00C046D5"/>
    <w:rsid w:val="00C04C57"/>
    <w:rsid w:val="00C04D02"/>
    <w:rsid w:val="00C0542B"/>
    <w:rsid w:val="00C05648"/>
    <w:rsid w:val="00C06051"/>
    <w:rsid w:val="00C06157"/>
    <w:rsid w:val="00C06AF1"/>
    <w:rsid w:val="00C07797"/>
    <w:rsid w:val="00C10618"/>
    <w:rsid w:val="00C10DC9"/>
    <w:rsid w:val="00C11559"/>
    <w:rsid w:val="00C11BEB"/>
    <w:rsid w:val="00C13AF1"/>
    <w:rsid w:val="00C13C33"/>
    <w:rsid w:val="00C144B0"/>
    <w:rsid w:val="00C14FF2"/>
    <w:rsid w:val="00C15102"/>
    <w:rsid w:val="00C1569A"/>
    <w:rsid w:val="00C15E0A"/>
    <w:rsid w:val="00C16EC0"/>
    <w:rsid w:val="00C1740B"/>
    <w:rsid w:val="00C17FF3"/>
    <w:rsid w:val="00C2052A"/>
    <w:rsid w:val="00C20B96"/>
    <w:rsid w:val="00C21D84"/>
    <w:rsid w:val="00C220A8"/>
    <w:rsid w:val="00C22677"/>
    <w:rsid w:val="00C2283F"/>
    <w:rsid w:val="00C22BEF"/>
    <w:rsid w:val="00C22E67"/>
    <w:rsid w:val="00C231A9"/>
    <w:rsid w:val="00C23C4B"/>
    <w:rsid w:val="00C240E6"/>
    <w:rsid w:val="00C25856"/>
    <w:rsid w:val="00C25DB0"/>
    <w:rsid w:val="00C264FE"/>
    <w:rsid w:val="00C26DE3"/>
    <w:rsid w:val="00C26FD0"/>
    <w:rsid w:val="00C270C8"/>
    <w:rsid w:val="00C2736F"/>
    <w:rsid w:val="00C3009E"/>
    <w:rsid w:val="00C30F55"/>
    <w:rsid w:val="00C31155"/>
    <w:rsid w:val="00C311C1"/>
    <w:rsid w:val="00C311E4"/>
    <w:rsid w:val="00C31981"/>
    <w:rsid w:val="00C31E68"/>
    <w:rsid w:val="00C32316"/>
    <w:rsid w:val="00C32ADF"/>
    <w:rsid w:val="00C3398A"/>
    <w:rsid w:val="00C33DBB"/>
    <w:rsid w:val="00C34090"/>
    <w:rsid w:val="00C34489"/>
    <w:rsid w:val="00C352C6"/>
    <w:rsid w:val="00C35508"/>
    <w:rsid w:val="00C35812"/>
    <w:rsid w:val="00C3649A"/>
    <w:rsid w:val="00C370DA"/>
    <w:rsid w:val="00C3792B"/>
    <w:rsid w:val="00C4032A"/>
    <w:rsid w:val="00C40C5C"/>
    <w:rsid w:val="00C416FA"/>
    <w:rsid w:val="00C4320B"/>
    <w:rsid w:val="00C43248"/>
    <w:rsid w:val="00C43B9C"/>
    <w:rsid w:val="00C445D0"/>
    <w:rsid w:val="00C447EC"/>
    <w:rsid w:val="00C47072"/>
    <w:rsid w:val="00C47549"/>
    <w:rsid w:val="00C50457"/>
    <w:rsid w:val="00C507B0"/>
    <w:rsid w:val="00C510D0"/>
    <w:rsid w:val="00C521A2"/>
    <w:rsid w:val="00C52965"/>
    <w:rsid w:val="00C52A9F"/>
    <w:rsid w:val="00C52C57"/>
    <w:rsid w:val="00C548E0"/>
    <w:rsid w:val="00C555BF"/>
    <w:rsid w:val="00C55A22"/>
    <w:rsid w:val="00C55C36"/>
    <w:rsid w:val="00C56528"/>
    <w:rsid w:val="00C57D9E"/>
    <w:rsid w:val="00C57EB2"/>
    <w:rsid w:val="00C6042C"/>
    <w:rsid w:val="00C60DD3"/>
    <w:rsid w:val="00C60E10"/>
    <w:rsid w:val="00C61B54"/>
    <w:rsid w:val="00C61D77"/>
    <w:rsid w:val="00C61E30"/>
    <w:rsid w:val="00C61F4F"/>
    <w:rsid w:val="00C62259"/>
    <w:rsid w:val="00C628F5"/>
    <w:rsid w:val="00C630A7"/>
    <w:rsid w:val="00C64238"/>
    <w:rsid w:val="00C653BC"/>
    <w:rsid w:val="00C65483"/>
    <w:rsid w:val="00C654D1"/>
    <w:rsid w:val="00C657B5"/>
    <w:rsid w:val="00C65CB1"/>
    <w:rsid w:val="00C663C8"/>
    <w:rsid w:val="00C66BDB"/>
    <w:rsid w:val="00C66D88"/>
    <w:rsid w:val="00C671C5"/>
    <w:rsid w:val="00C6730A"/>
    <w:rsid w:val="00C67CD1"/>
    <w:rsid w:val="00C67F80"/>
    <w:rsid w:val="00C707C9"/>
    <w:rsid w:val="00C70897"/>
    <w:rsid w:val="00C708A8"/>
    <w:rsid w:val="00C70B68"/>
    <w:rsid w:val="00C70FA2"/>
    <w:rsid w:val="00C714CE"/>
    <w:rsid w:val="00C71A0E"/>
    <w:rsid w:val="00C722E0"/>
    <w:rsid w:val="00C73221"/>
    <w:rsid w:val="00C73604"/>
    <w:rsid w:val="00C73956"/>
    <w:rsid w:val="00C741D3"/>
    <w:rsid w:val="00C74299"/>
    <w:rsid w:val="00C745DC"/>
    <w:rsid w:val="00C74E85"/>
    <w:rsid w:val="00C753E0"/>
    <w:rsid w:val="00C75423"/>
    <w:rsid w:val="00C75AAB"/>
    <w:rsid w:val="00C75D47"/>
    <w:rsid w:val="00C76283"/>
    <w:rsid w:val="00C76A8F"/>
    <w:rsid w:val="00C7769F"/>
    <w:rsid w:val="00C777E3"/>
    <w:rsid w:val="00C77B25"/>
    <w:rsid w:val="00C8176D"/>
    <w:rsid w:val="00C82B2D"/>
    <w:rsid w:val="00C83169"/>
    <w:rsid w:val="00C83ADE"/>
    <w:rsid w:val="00C83E5F"/>
    <w:rsid w:val="00C8452D"/>
    <w:rsid w:val="00C84930"/>
    <w:rsid w:val="00C8511E"/>
    <w:rsid w:val="00C859FD"/>
    <w:rsid w:val="00C8689B"/>
    <w:rsid w:val="00C86AE1"/>
    <w:rsid w:val="00C86D44"/>
    <w:rsid w:val="00C87313"/>
    <w:rsid w:val="00C87EF3"/>
    <w:rsid w:val="00C9099D"/>
    <w:rsid w:val="00C91989"/>
    <w:rsid w:val="00C91A01"/>
    <w:rsid w:val="00C91A3A"/>
    <w:rsid w:val="00C91FE9"/>
    <w:rsid w:val="00C9215C"/>
    <w:rsid w:val="00C932A4"/>
    <w:rsid w:val="00C933DD"/>
    <w:rsid w:val="00C93759"/>
    <w:rsid w:val="00C9428D"/>
    <w:rsid w:val="00C96051"/>
    <w:rsid w:val="00C97031"/>
    <w:rsid w:val="00C97C7D"/>
    <w:rsid w:val="00CA00B5"/>
    <w:rsid w:val="00CA049C"/>
    <w:rsid w:val="00CA322D"/>
    <w:rsid w:val="00CA3FD5"/>
    <w:rsid w:val="00CA4164"/>
    <w:rsid w:val="00CA4185"/>
    <w:rsid w:val="00CA4FF2"/>
    <w:rsid w:val="00CA5816"/>
    <w:rsid w:val="00CA60F7"/>
    <w:rsid w:val="00CA65E1"/>
    <w:rsid w:val="00CA678A"/>
    <w:rsid w:val="00CA6A72"/>
    <w:rsid w:val="00CA6B5F"/>
    <w:rsid w:val="00CA6DD2"/>
    <w:rsid w:val="00CA7D59"/>
    <w:rsid w:val="00CB0BDE"/>
    <w:rsid w:val="00CB1A54"/>
    <w:rsid w:val="00CB1C99"/>
    <w:rsid w:val="00CB1EF4"/>
    <w:rsid w:val="00CB21D0"/>
    <w:rsid w:val="00CB2225"/>
    <w:rsid w:val="00CB2678"/>
    <w:rsid w:val="00CB2A1F"/>
    <w:rsid w:val="00CB3261"/>
    <w:rsid w:val="00CB35E2"/>
    <w:rsid w:val="00CB372A"/>
    <w:rsid w:val="00CB3B0F"/>
    <w:rsid w:val="00CB42B3"/>
    <w:rsid w:val="00CB4759"/>
    <w:rsid w:val="00CB4A2D"/>
    <w:rsid w:val="00CB4E74"/>
    <w:rsid w:val="00CB54A9"/>
    <w:rsid w:val="00CB5814"/>
    <w:rsid w:val="00CB59BF"/>
    <w:rsid w:val="00CB77B0"/>
    <w:rsid w:val="00CC027B"/>
    <w:rsid w:val="00CC04EB"/>
    <w:rsid w:val="00CC0850"/>
    <w:rsid w:val="00CC087A"/>
    <w:rsid w:val="00CC09C5"/>
    <w:rsid w:val="00CC10D1"/>
    <w:rsid w:val="00CC1152"/>
    <w:rsid w:val="00CC117C"/>
    <w:rsid w:val="00CC127A"/>
    <w:rsid w:val="00CC1385"/>
    <w:rsid w:val="00CC1881"/>
    <w:rsid w:val="00CC2D98"/>
    <w:rsid w:val="00CC414A"/>
    <w:rsid w:val="00CC4705"/>
    <w:rsid w:val="00CC4C91"/>
    <w:rsid w:val="00CC4F99"/>
    <w:rsid w:val="00CC52E8"/>
    <w:rsid w:val="00CC55DA"/>
    <w:rsid w:val="00CC5909"/>
    <w:rsid w:val="00CC5B3D"/>
    <w:rsid w:val="00CC5C13"/>
    <w:rsid w:val="00CC710E"/>
    <w:rsid w:val="00CC78E5"/>
    <w:rsid w:val="00CC79BB"/>
    <w:rsid w:val="00CC79C1"/>
    <w:rsid w:val="00CC7AE5"/>
    <w:rsid w:val="00CD09E1"/>
    <w:rsid w:val="00CD0A14"/>
    <w:rsid w:val="00CD1832"/>
    <w:rsid w:val="00CD1C8F"/>
    <w:rsid w:val="00CD260B"/>
    <w:rsid w:val="00CD4A75"/>
    <w:rsid w:val="00CD4FAF"/>
    <w:rsid w:val="00CD551F"/>
    <w:rsid w:val="00CD5FFB"/>
    <w:rsid w:val="00CD7029"/>
    <w:rsid w:val="00CD79ED"/>
    <w:rsid w:val="00CD7F63"/>
    <w:rsid w:val="00CE0712"/>
    <w:rsid w:val="00CE1203"/>
    <w:rsid w:val="00CE1310"/>
    <w:rsid w:val="00CE1B8D"/>
    <w:rsid w:val="00CE2051"/>
    <w:rsid w:val="00CE2316"/>
    <w:rsid w:val="00CE3281"/>
    <w:rsid w:val="00CE4B10"/>
    <w:rsid w:val="00CE5C04"/>
    <w:rsid w:val="00CE5F60"/>
    <w:rsid w:val="00CE5FBE"/>
    <w:rsid w:val="00CE60D3"/>
    <w:rsid w:val="00CE63B7"/>
    <w:rsid w:val="00CE6DDC"/>
    <w:rsid w:val="00CE74F0"/>
    <w:rsid w:val="00CE75F2"/>
    <w:rsid w:val="00CE7931"/>
    <w:rsid w:val="00CE7A49"/>
    <w:rsid w:val="00CE7B20"/>
    <w:rsid w:val="00CE7C66"/>
    <w:rsid w:val="00CE7E77"/>
    <w:rsid w:val="00CF005F"/>
    <w:rsid w:val="00CF14BC"/>
    <w:rsid w:val="00CF18DD"/>
    <w:rsid w:val="00CF1D8E"/>
    <w:rsid w:val="00CF1FA3"/>
    <w:rsid w:val="00CF2E1F"/>
    <w:rsid w:val="00CF34A2"/>
    <w:rsid w:val="00CF3DB0"/>
    <w:rsid w:val="00CF4964"/>
    <w:rsid w:val="00CF4E8A"/>
    <w:rsid w:val="00CF527B"/>
    <w:rsid w:val="00CF5652"/>
    <w:rsid w:val="00CF5709"/>
    <w:rsid w:val="00CF5860"/>
    <w:rsid w:val="00CF5A3C"/>
    <w:rsid w:val="00CF6C0C"/>
    <w:rsid w:val="00CF7AE4"/>
    <w:rsid w:val="00CF7AF0"/>
    <w:rsid w:val="00CF7C98"/>
    <w:rsid w:val="00D0025F"/>
    <w:rsid w:val="00D00A7C"/>
    <w:rsid w:val="00D00E95"/>
    <w:rsid w:val="00D0115C"/>
    <w:rsid w:val="00D02492"/>
    <w:rsid w:val="00D025A6"/>
    <w:rsid w:val="00D025B7"/>
    <w:rsid w:val="00D0304B"/>
    <w:rsid w:val="00D0373A"/>
    <w:rsid w:val="00D03921"/>
    <w:rsid w:val="00D03CE2"/>
    <w:rsid w:val="00D04714"/>
    <w:rsid w:val="00D0472B"/>
    <w:rsid w:val="00D05743"/>
    <w:rsid w:val="00D05949"/>
    <w:rsid w:val="00D06277"/>
    <w:rsid w:val="00D0652A"/>
    <w:rsid w:val="00D07F65"/>
    <w:rsid w:val="00D10144"/>
    <w:rsid w:val="00D1065E"/>
    <w:rsid w:val="00D10715"/>
    <w:rsid w:val="00D1081B"/>
    <w:rsid w:val="00D1136C"/>
    <w:rsid w:val="00D11DAD"/>
    <w:rsid w:val="00D1251B"/>
    <w:rsid w:val="00D129D7"/>
    <w:rsid w:val="00D132D1"/>
    <w:rsid w:val="00D1351C"/>
    <w:rsid w:val="00D137DE"/>
    <w:rsid w:val="00D138D9"/>
    <w:rsid w:val="00D13D80"/>
    <w:rsid w:val="00D14029"/>
    <w:rsid w:val="00D14841"/>
    <w:rsid w:val="00D14B71"/>
    <w:rsid w:val="00D14B76"/>
    <w:rsid w:val="00D14F9B"/>
    <w:rsid w:val="00D1508C"/>
    <w:rsid w:val="00D15E3D"/>
    <w:rsid w:val="00D16371"/>
    <w:rsid w:val="00D16755"/>
    <w:rsid w:val="00D17ED7"/>
    <w:rsid w:val="00D219D2"/>
    <w:rsid w:val="00D21DFD"/>
    <w:rsid w:val="00D229AB"/>
    <w:rsid w:val="00D229DF"/>
    <w:rsid w:val="00D22AA9"/>
    <w:rsid w:val="00D23C36"/>
    <w:rsid w:val="00D24040"/>
    <w:rsid w:val="00D2439E"/>
    <w:rsid w:val="00D24647"/>
    <w:rsid w:val="00D256A7"/>
    <w:rsid w:val="00D25713"/>
    <w:rsid w:val="00D269D3"/>
    <w:rsid w:val="00D26C37"/>
    <w:rsid w:val="00D27F26"/>
    <w:rsid w:val="00D306AC"/>
    <w:rsid w:val="00D30833"/>
    <w:rsid w:val="00D30B02"/>
    <w:rsid w:val="00D30B12"/>
    <w:rsid w:val="00D30C4C"/>
    <w:rsid w:val="00D3130E"/>
    <w:rsid w:val="00D32574"/>
    <w:rsid w:val="00D32641"/>
    <w:rsid w:val="00D33237"/>
    <w:rsid w:val="00D33727"/>
    <w:rsid w:val="00D3406B"/>
    <w:rsid w:val="00D34537"/>
    <w:rsid w:val="00D34F14"/>
    <w:rsid w:val="00D3520F"/>
    <w:rsid w:val="00D3523C"/>
    <w:rsid w:val="00D3532F"/>
    <w:rsid w:val="00D357A9"/>
    <w:rsid w:val="00D35F8D"/>
    <w:rsid w:val="00D37222"/>
    <w:rsid w:val="00D3774B"/>
    <w:rsid w:val="00D37FD0"/>
    <w:rsid w:val="00D4094D"/>
    <w:rsid w:val="00D422B7"/>
    <w:rsid w:val="00D4237F"/>
    <w:rsid w:val="00D43A17"/>
    <w:rsid w:val="00D43DD2"/>
    <w:rsid w:val="00D43F78"/>
    <w:rsid w:val="00D44211"/>
    <w:rsid w:val="00D4464C"/>
    <w:rsid w:val="00D446D4"/>
    <w:rsid w:val="00D44813"/>
    <w:rsid w:val="00D44B79"/>
    <w:rsid w:val="00D456AD"/>
    <w:rsid w:val="00D460E7"/>
    <w:rsid w:val="00D46756"/>
    <w:rsid w:val="00D46A0D"/>
    <w:rsid w:val="00D47A51"/>
    <w:rsid w:val="00D50669"/>
    <w:rsid w:val="00D51065"/>
    <w:rsid w:val="00D513F8"/>
    <w:rsid w:val="00D51AA8"/>
    <w:rsid w:val="00D51E6F"/>
    <w:rsid w:val="00D5209E"/>
    <w:rsid w:val="00D5276F"/>
    <w:rsid w:val="00D52CF8"/>
    <w:rsid w:val="00D52D30"/>
    <w:rsid w:val="00D533C6"/>
    <w:rsid w:val="00D543AD"/>
    <w:rsid w:val="00D5456B"/>
    <w:rsid w:val="00D55CED"/>
    <w:rsid w:val="00D561C0"/>
    <w:rsid w:val="00D568B2"/>
    <w:rsid w:val="00D56D5B"/>
    <w:rsid w:val="00D56D85"/>
    <w:rsid w:val="00D578C5"/>
    <w:rsid w:val="00D57AF4"/>
    <w:rsid w:val="00D61573"/>
    <w:rsid w:val="00D61D84"/>
    <w:rsid w:val="00D62098"/>
    <w:rsid w:val="00D62C88"/>
    <w:rsid w:val="00D62C90"/>
    <w:rsid w:val="00D62F9F"/>
    <w:rsid w:val="00D6300A"/>
    <w:rsid w:val="00D639CA"/>
    <w:rsid w:val="00D64371"/>
    <w:rsid w:val="00D64A77"/>
    <w:rsid w:val="00D64BBF"/>
    <w:rsid w:val="00D650FA"/>
    <w:rsid w:val="00D655DF"/>
    <w:rsid w:val="00D659F0"/>
    <w:rsid w:val="00D661A0"/>
    <w:rsid w:val="00D661B9"/>
    <w:rsid w:val="00D67455"/>
    <w:rsid w:val="00D677EB"/>
    <w:rsid w:val="00D67D4E"/>
    <w:rsid w:val="00D7004F"/>
    <w:rsid w:val="00D709C1"/>
    <w:rsid w:val="00D70CDE"/>
    <w:rsid w:val="00D7162F"/>
    <w:rsid w:val="00D71B4C"/>
    <w:rsid w:val="00D71C0D"/>
    <w:rsid w:val="00D71CD7"/>
    <w:rsid w:val="00D72164"/>
    <w:rsid w:val="00D72D31"/>
    <w:rsid w:val="00D72D7B"/>
    <w:rsid w:val="00D734B5"/>
    <w:rsid w:val="00D7369B"/>
    <w:rsid w:val="00D73A3D"/>
    <w:rsid w:val="00D73DB7"/>
    <w:rsid w:val="00D74B3E"/>
    <w:rsid w:val="00D74C28"/>
    <w:rsid w:val="00D74D79"/>
    <w:rsid w:val="00D7501E"/>
    <w:rsid w:val="00D755E8"/>
    <w:rsid w:val="00D75C27"/>
    <w:rsid w:val="00D76120"/>
    <w:rsid w:val="00D77BFA"/>
    <w:rsid w:val="00D828DB"/>
    <w:rsid w:val="00D830D5"/>
    <w:rsid w:val="00D835B9"/>
    <w:rsid w:val="00D83774"/>
    <w:rsid w:val="00D84344"/>
    <w:rsid w:val="00D84D89"/>
    <w:rsid w:val="00D8504E"/>
    <w:rsid w:val="00D85D9A"/>
    <w:rsid w:val="00D866F4"/>
    <w:rsid w:val="00D86AE1"/>
    <w:rsid w:val="00D86C7C"/>
    <w:rsid w:val="00D871B6"/>
    <w:rsid w:val="00D9007F"/>
    <w:rsid w:val="00D907DB"/>
    <w:rsid w:val="00D90E14"/>
    <w:rsid w:val="00D91197"/>
    <w:rsid w:val="00D91A8B"/>
    <w:rsid w:val="00D9283F"/>
    <w:rsid w:val="00D92B77"/>
    <w:rsid w:val="00D92C90"/>
    <w:rsid w:val="00D93480"/>
    <w:rsid w:val="00D946A3"/>
    <w:rsid w:val="00D94C4E"/>
    <w:rsid w:val="00D94E12"/>
    <w:rsid w:val="00D950FF"/>
    <w:rsid w:val="00D9538C"/>
    <w:rsid w:val="00D95A95"/>
    <w:rsid w:val="00D968A3"/>
    <w:rsid w:val="00D971FF"/>
    <w:rsid w:val="00D972E1"/>
    <w:rsid w:val="00D97DE6"/>
    <w:rsid w:val="00DA02E3"/>
    <w:rsid w:val="00DA0778"/>
    <w:rsid w:val="00DA13FA"/>
    <w:rsid w:val="00DA14A0"/>
    <w:rsid w:val="00DA15FE"/>
    <w:rsid w:val="00DA26E6"/>
    <w:rsid w:val="00DA2A77"/>
    <w:rsid w:val="00DA3284"/>
    <w:rsid w:val="00DA339B"/>
    <w:rsid w:val="00DA3F61"/>
    <w:rsid w:val="00DA4D20"/>
    <w:rsid w:val="00DA541E"/>
    <w:rsid w:val="00DA5566"/>
    <w:rsid w:val="00DA558D"/>
    <w:rsid w:val="00DA5870"/>
    <w:rsid w:val="00DA65A5"/>
    <w:rsid w:val="00DA6BB3"/>
    <w:rsid w:val="00DA6E7B"/>
    <w:rsid w:val="00DA7503"/>
    <w:rsid w:val="00DB074F"/>
    <w:rsid w:val="00DB0D41"/>
    <w:rsid w:val="00DB1B39"/>
    <w:rsid w:val="00DB1F95"/>
    <w:rsid w:val="00DB2327"/>
    <w:rsid w:val="00DB317E"/>
    <w:rsid w:val="00DB3415"/>
    <w:rsid w:val="00DB52CA"/>
    <w:rsid w:val="00DB5550"/>
    <w:rsid w:val="00DB571D"/>
    <w:rsid w:val="00DB63CD"/>
    <w:rsid w:val="00DB6775"/>
    <w:rsid w:val="00DB72B3"/>
    <w:rsid w:val="00DB7D69"/>
    <w:rsid w:val="00DB7EDC"/>
    <w:rsid w:val="00DC0EDF"/>
    <w:rsid w:val="00DC1538"/>
    <w:rsid w:val="00DC1E59"/>
    <w:rsid w:val="00DC2055"/>
    <w:rsid w:val="00DC2115"/>
    <w:rsid w:val="00DC2AC7"/>
    <w:rsid w:val="00DC33E7"/>
    <w:rsid w:val="00DC3B88"/>
    <w:rsid w:val="00DC47DE"/>
    <w:rsid w:val="00DC67D2"/>
    <w:rsid w:val="00DC6F9B"/>
    <w:rsid w:val="00DC71E3"/>
    <w:rsid w:val="00DD01E4"/>
    <w:rsid w:val="00DD02C8"/>
    <w:rsid w:val="00DD066A"/>
    <w:rsid w:val="00DD076C"/>
    <w:rsid w:val="00DD0BD3"/>
    <w:rsid w:val="00DD10CA"/>
    <w:rsid w:val="00DD126F"/>
    <w:rsid w:val="00DD17F1"/>
    <w:rsid w:val="00DD1AC0"/>
    <w:rsid w:val="00DD21DD"/>
    <w:rsid w:val="00DD2627"/>
    <w:rsid w:val="00DD2E43"/>
    <w:rsid w:val="00DD3215"/>
    <w:rsid w:val="00DD34F9"/>
    <w:rsid w:val="00DD36EA"/>
    <w:rsid w:val="00DD388F"/>
    <w:rsid w:val="00DD41B5"/>
    <w:rsid w:val="00DD4287"/>
    <w:rsid w:val="00DD6BC1"/>
    <w:rsid w:val="00DD7E0C"/>
    <w:rsid w:val="00DE0335"/>
    <w:rsid w:val="00DE096B"/>
    <w:rsid w:val="00DE1405"/>
    <w:rsid w:val="00DE161E"/>
    <w:rsid w:val="00DE1DBB"/>
    <w:rsid w:val="00DE20C6"/>
    <w:rsid w:val="00DE2842"/>
    <w:rsid w:val="00DE29F1"/>
    <w:rsid w:val="00DE2EC5"/>
    <w:rsid w:val="00DE3AA1"/>
    <w:rsid w:val="00DE407D"/>
    <w:rsid w:val="00DE455C"/>
    <w:rsid w:val="00DE4AAF"/>
    <w:rsid w:val="00DE4D46"/>
    <w:rsid w:val="00DE54E0"/>
    <w:rsid w:val="00DE5A4C"/>
    <w:rsid w:val="00DE5BF1"/>
    <w:rsid w:val="00DE605F"/>
    <w:rsid w:val="00DE693B"/>
    <w:rsid w:val="00DE6AE8"/>
    <w:rsid w:val="00DE6C31"/>
    <w:rsid w:val="00DE70CA"/>
    <w:rsid w:val="00DE7614"/>
    <w:rsid w:val="00DE7716"/>
    <w:rsid w:val="00DE7A42"/>
    <w:rsid w:val="00DE7A5E"/>
    <w:rsid w:val="00DE7D30"/>
    <w:rsid w:val="00DF02D1"/>
    <w:rsid w:val="00DF059D"/>
    <w:rsid w:val="00DF0D73"/>
    <w:rsid w:val="00DF112A"/>
    <w:rsid w:val="00DF13D7"/>
    <w:rsid w:val="00DF21D7"/>
    <w:rsid w:val="00DF24F8"/>
    <w:rsid w:val="00DF25A8"/>
    <w:rsid w:val="00DF2A68"/>
    <w:rsid w:val="00DF2AEC"/>
    <w:rsid w:val="00DF2CE7"/>
    <w:rsid w:val="00DF2E32"/>
    <w:rsid w:val="00DF36BB"/>
    <w:rsid w:val="00DF3AB2"/>
    <w:rsid w:val="00DF4014"/>
    <w:rsid w:val="00DF4872"/>
    <w:rsid w:val="00DF61F2"/>
    <w:rsid w:val="00DF778A"/>
    <w:rsid w:val="00E003AC"/>
    <w:rsid w:val="00E003F2"/>
    <w:rsid w:val="00E00731"/>
    <w:rsid w:val="00E00AE5"/>
    <w:rsid w:val="00E012EC"/>
    <w:rsid w:val="00E01535"/>
    <w:rsid w:val="00E01AA8"/>
    <w:rsid w:val="00E02C9D"/>
    <w:rsid w:val="00E03724"/>
    <w:rsid w:val="00E047DF"/>
    <w:rsid w:val="00E04A7B"/>
    <w:rsid w:val="00E04EDB"/>
    <w:rsid w:val="00E04F78"/>
    <w:rsid w:val="00E059CD"/>
    <w:rsid w:val="00E05E1A"/>
    <w:rsid w:val="00E0683C"/>
    <w:rsid w:val="00E07FBE"/>
    <w:rsid w:val="00E122EE"/>
    <w:rsid w:val="00E1269A"/>
    <w:rsid w:val="00E13AA5"/>
    <w:rsid w:val="00E13C3C"/>
    <w:rsid w:val="00E1450A"/>
    <w:rsid w:val="00E14941"/>
    <w:rsid w:val="00E1499A"/>
    <w:rsid w:val="00E1548F"/>
    <w:rsid w:val="00E154B0"/>
    <w:rsid w:val="00E15E45"/>
    <w:rsid w:val="00E15E5D"/>
    <w:rsid w:val="00E1694F"/>
    <w:rsid w:val="00E17566"/>
    <w:rsid w:val="00E17665"/>
    <w:rsid w:val="00E176EC"/>
    <w:rsid w:val="00E1783B"/>
    <w:rsid w:val="00E20429"/>
    <w:rsid w:val="00E20964"/>
    <w:rsid w:val="00E2132B"/>
    <w:rsid w:val="00E215E6"/>
    <w:rsid w:val="00E21824"/>
    <w:rsid w:val="00E21C5E"/>
    <w:rsid w:val="00E21FB0"/>
    <w:rsid w:val="00E2225F"/>
    <w:rsid w:val="00E23191"/>
    <w:rsid w:val="00E23433"/>
    <w:rsid w:val="00E23AA4"/>
    <w:rsid w:val="00E23E17"/>
    <w:rsid w:val="00E25D4C"/>
    <w:rsid w:val="00E266C2"/>
    <w:rsid w:val="00E27A47"/>
    <w:rsid w:val="00E27ACE"/>
    <w:rsid w:val="00E30334"/>
    <w:rsid w:val="00E30669"/>
    <w:rsid w:val="00E317BF"/>
    <w:rsid w:val="00E3186B"/>
    <w:rsid w:val="00E31D70"/>
    <w:rsid w:val="00E334D0"/>
    <w:rsid w:val="00E3491E"/>
    <w:rsid w:val="00E3509A"/>
    <w:rsid w:val="00E352DC"/>
    <w:rsid w:val="00E35460"/>
    <w:rsid w:val="00E36D6C"/>
    <w:rsid w:val="00E3731C"/>
    <w:rsid w:val="00E374D6"/>
    <w:rsid w:val="00E37A89"/>
    <w:rsid w:val="00E37B2C"/>
    <w:rsid w:val="00E403E7"/>
    <w:rsid w:val="00E418D3"/>
    <w:rsid w:val="00E42085"/>
    <w:rsid w:val="00E422A8"/>
    <w:rsid w:val="00E42853"/>
    <w:rsid w:val="00E42B0F"/>
    <w:rsid w:val="00E42E3F"/>
    <w:rsid w:val="00E42F89"/>
    <w:rsid w:val="00E439FD"/>
    <w:rsid w:val="00E44600"/>
    <w:rsid w:val="00E4471A"/>
    <w:rsid w:val="00E44859"/>
    <w:rsid w:val="00E45515"/>
    <w:rsid w:val="00E45953"/>
    <w:rsid w:val="00E45A03"/>
    <w:rsid w:val="00E46635"/>
    <w:rsid w:val="00E4785E"/>
    <w:rsid w:val="00E5004C"/>
    <w:rsid w:val="00E50157"/>
    <w:rsid w:val="00E50389"/>
    <w:rsid w:val="00E50497"/>
    <w:rsid w:val="00E51E49"/>
    <w:rsid w:val="00E5206A"/>
    <w:rsid w:val="00E521E5"/>
    <w:rsid w:val="00E53DAE"/>
    <w:rsid w:val="00E53E68"/>
    <w:rsid w:val="00E54C9A"/>
    <w:rsid w:val="00E55F7F"/>
    <w:rsid w:val="00E562CD"/>
    <w:rsid w:val="00E57247"/>
    <w:rsid w:val="00E572BC"/>
    <w:rsid w:val="00E57B06"/>
    <w:rsid w:val="00E60995"/>
    <w:rsid w:val="00E60A11"/>
    <w:rsid w:val="00E63EBC"/>
    <w:rsid w:val="00E64AB9"/>
    <w:rsid w:val="00E654F4"/>
    <w:rsid w:val="00E658D0"/>
    <w:rsid w:val="00E66836"/>
    <w:rsid w:val="00E66E6C"/>
    <w:rsid w:val="00E67A0B"/>
    <w:rsid w:val="00E67E59"/>
    <w:rsid w:val="00E718A4"/>
    <w:rsid w:val="00E721A0"/>
    <w:rsid w:val="00E721D0"/>
    <w:rsid w:val="00E721DB"/>
    <w:rsid w:val="00E72758"/>
    <w:rsid w:val="00E72D7F"/>
    <w:rsid w:val="00E72F9B"/>
    <w:rsid w:val="00E73CFC"/>
    <w:rsid w:val="00E74D61"/>
    <w:rsid w:val="00E7516B"/>
    <w:rsid w:val="00E752D7"/>
    <w:rsid w:val="00E75C9D"/>
    <w:rsid w:val="00E7690F"/>
    <w:rsid w:val="00E76E97"/>
    <w:rsid w:val="00E76FE6"/>
    <w:rsid w:val="00E77086"/>
    <w:rsid w:val="00E8000E"/>
    <w:rsid w:val="00E80577"/>
    <w:rsid w:val="00E805B9"/>
    <w:rsid w:val="00E80778"/>
    <w:rsid w:val="00E808A3"/>
    <w:rsid w:val="00E80E4E"/>
    <w:rsid w:val="00E81AF3"/>
    <w:rsid w:val="00E820C1"/>
    <w:rsid w:val="00E821A6"/>
    <w:rsid w:val="00E835CD"/>
    <w:rsid w:val="00E83BDE"/>
    <w:rsid w:val="00E844AC"/>
    <w:rsid w:val="00E84C8B"/>
    <w:rsid w:val="00E84F16"/>
    <w:rsid w:val="00E8518B"/>
    <w:rsid w:val="00E85843"/>
    <w:rsid w:val="00E85CE0"/>
    <w:rsid w:val="00E863E7"/>
    <w:rsid w:val="00E86F5C"/>
    <w:rsid w:val="00E8722B"/>
    <w:rsid w:val="00E87269"/>
    <w:rsid w:val="00E8756C"/>
    <w:rsid w:val="00E87676"/>
    <w:rsid w:val="00E87923"/>
    <w:rsid w:val="00E87DD6"/>
    <w:rsid w:val="00E90005"/>
    <w:rsid w:val="00E908F2"/>
    <w:rsid w:val="00E90D49"/>
    <w:rsid w:val="00E91297"/>
    <w:rsid w:val="00E912ED"/>
    <w:rsid w:val="00E92C87"/>
    <w:rsid w:val="00E9349B"/>
    <w:rsid w:val="00E942BC"/>
    <w:rsid w:val="00E94EC2"/>
    <w:rsid w:val="00E9570D"/>
    <w:rsid w:val="00E96EB8"/>
    <w:rsid w:val="00E971A6"/>
    <w:rsid w:val="00E97395"/>
    <w:rsid w:val="00E97536"/>
    <w:rsid w:val="00E97637"/>
    <w:rsid w:val="00E97AAB"/>
    <w:rsid w:val="00E97C55"/>
    <w:rsid w:val="00EA114E"/>
    <w:rsid w:val="00EA1C03"/>
    <w:rsid w:val="00EA287B"/>
    <w:rsid w:val="00EA30F2"/>
    <w:rsid w:val="00EA385A"/>
    <w:rsid w:val="00EA3A3F"/>
    <w:rsid w:val="00EA4149"/>
    <w:rsid w:val="00EA4205"/>
    <w:rsid w:val="00EA453B"/>
    <w:rsid w:val="00EA584E"/>
    <w:rsid w:val="00EA783E"/>
    <w:rsid w:val="00EA7E31"/>
    <w:rsid w:val="00EB035A"/>
    <w:rsid w:val="00EB0376"/>
    <w:rsid w:val="00EB0510"/>
    <w:rsid w:val="00EB0DDD"/>
    <w:rsid w:val="00EB0EA3"/>
    <w:rsid w:val="00EB13CB"/>
    <w:rsid w:val="00EB1772"/>
    <w:rsid w:val="00EB2F58"/>
    <w:rsid w:val="00EB3522"/>
    <w:rsid w:val="00EB44B6"/>
    <w:rsid w:val="00EB4BDE"/>
    <w:rsid w:val="00EB5B7B"/>
    <w:rsid w:val="00EB5EE4"/>
    <w:rsid w:val="00EB67DB"/>
    <w:rsid w:val="00EB6C17"/>
    <w:rsid w:val="00EB6FE5"/>
    <w:rsid w:val="00EB75DD"/>
    <w:rsid w:val="00EB7F54"/>
    <w:rsid w:val="00EC077A"/>
    <w:rsid w:val="00EC159D"/>
    <w:rsid w:val="00EC1CF6"/>
    <w:rsid w:val="00EC1DCB"/>
    <w:rsid w:val="00EC20BE"/>
    <w:rsid w:val="00EC236F"/>
    <w:rsid w:val="00EC28ED"/>
    <w:rsid w:val="00EC2C50"/>
    <w:rsid w:val="00EC2F8B"/>
    <w:rsid w:val="00EC343A"/>
    <w:rsid w:val="00EC3612"/>
    <w:rsid w:val="00EC3A06"/>
    <w:rsid w:val="00EC3E1E"/>
    <w:rsid w:val="00EC50E2"/>
    <w:rsid w:val="00EC53A4"/>
    <w:rsid w:val="00EC653C"/>
    <w:rsid w:val="00EC79A7"/>
    <w:rsid w:val="00EC79E0"/>
    <w:rsid w:val="00EC7A5B"/>
    <w:rsid w:val="00EC7C7D"/>
    <w:rsid w:val="00ED030B"/>
    <w:rsid w:val="00ED03C2"/>
    <w:rsid w:val="00ED1734"/>
    <w:rsid w:val="00ED18CE"/>
    <w:rsid w:val="00ED1C45"/>
    <w:rsid w:val="00ED37EF"/>
    <w:rsid w:val="00ED56A0"/>
    <w:rsid w:val="00ED6129"/>
    <w:rsid w:val="00ED61D3"/>
    <w:rsid w:val="00ED630C"/>
    <w:rsid w:val="00ED6408"/>
    <w:rsid w:val="00ED6923"/>
    <w:rsid w:val="00ED7912"/>
    <w:rsid w:val="00ED7B6A"/>
    <w:rsid w:val="00EE0041"/>
    <w:rsid w:val="00EE08FC"/>
    <w:rsid w:val="00EE0A6C"/>
    <w:rsid w:val="00EE0C4C"/>
    <w:rsid w:val="00EE0F69"/>
    <w:rsid w:val="00EE11AB"/>
    <w:rsid w:val="00EE11C6"/>
    <w:rsid w:val="00EE149B"/>
    <w:rsid w:val="00EE14E9"/>
    <w:rsid w:val="00EE1634"/>
    <w:rsid w:val="00EE2CE2"/>
    <w:rsid w:val="00EE4CB6"/>
    <w:rsid w:val="00EE54A8"/>
    <w:rsid w:val="00EE5E43"/>
    <w:rsid w:val="00EE6099"/>
    <w:rsid w:val="00EE62C4"/>
    <w:rsid w:val="00EE6353"/>
    <w:rsid w:val="00EE6587"/>
    <w:rsid w:val="00EE6C9F"/>
    <w:rsid w:val="00EE7AB1"/>
    <w:rsid w:val="00EF0345"/>
    <w:rsid w:val="00EF11FA"/>
    <w:rsid w:val="00EF340A"/>
    <w:rsid w:val="00EF38F8"/>
    <w:rsid w:val="00EF3F02"/>
    <w:rsid w:val="00EF3F55"/>
    <w:rsid w:val="00EF4CAE"/>
    <w:rsid w:val="00EF5354"/>
    <w:rsid w:val="00EF5F8B"/>
    <w:rsid w:val="00EF6A68"/>
    <w:rsid w:val="00EF6A92"/>
    <w:rsid w:val="00EF7809"/>
    <w:rsid w:val="00EF7D4F"/>
    <w:rsid w:val="00F006BB"/>
    <w:rsid w:val="00F01044"/>
    <w:rsid w:val="00F018E7"/>
    <w:rsid w:val="00F01C9B"/>
    <w:rsid w:val="00F01D83"/>
    <w:rsid w:val="00F021BF"/>
    <w:rsid w:val="00F02CB7"/>
    <w:rsid w:val="00F02D38"/>
    <w:rsid w:val="00F031D0"/>
    <w:rsid w:val="00F033D2"/>
    <w:rsid w:val="00F0492C"/>
    <w:rsid w:val="00F05404"/>
    <w:rsid w:val="00F0612A"/>
    <w:rsid w:val="00F06722"/>
    <w:rsid w:val="00F06A3D"/>
    <w:rsid w:val="00F07962"/>
    <w:rsid w:val="00F07BA6"/>
    <w:rsid w:val="00F10BA8"/>
    <w:rsid w:val="00F11266"/>
    <w:rsid w:val="00F112F0"/>
    <w:rsid w:val="00F12603"/>
    <w:rsid w:val="00F12C31"/>
    <w:rsid w:val="00F12D1D"/>
    <w:rsid w:val="00F12F4B"/>
    <w:rsid w:val="00F133D2"/>
    <w:rsid w:val="00F139BC"/>
    <w:rsid w:val="00F13C85"/>
    <w:rsid w:val="00F14352"/>
    <w:rsid w:val="00F14A81"/>
    <w:rsid w:val="00F1550D"/>
    <w:rsid w:val="00F15671"/>
    <w:rsid w:val="00F1593F"/>
    <w:rsid w:val="00F16124"/>
    <w:rsid w:val="00F16392"/>
    <w:rsid w:val="00F16CF2"/>
    <w:rsid w:val="00F1706E"/>
    <w:rsid w:val="00F1755A"/>
    <w:rsid w:val="00F1777A"/>
    <w:rsid w:val="00F205ED"/>
    <w:rsid w:val="00F21361"/>
    <w:rsid w:val="00F21378"/>
    <w:rsid w:val="00F214A5"/>
    <w:rsid w:val="00F22A9F"/>
    <w:rsid w:val="00F22CF7"/>
    <w:rsid w:val="00F22DD0"/>
    <w:rsid w:val="00F22FA7"/>
    <w:rsid w:val="00F23449"/>
    <w:rsid w:val="00F23805"/>
    <w:rsid w:val="00F238ED"/>
    <w:rsid w:val="00F23FCE"/>
    <w:rsid w:val="00F25A95"/>
    <w:rsid w:val="00F25D4B"/>
    <w:rsid w:val="00F260DB"/>
    <w:rsid w:val="00F263A4"/>
    <w:rsid w:val="00F279DB"/>
    <w:rsid w:val="00F3091B"/>
    <w:rsid w:val="00F3105E"/>
    <w:rsid w:val="00F3123B"/>
    <w:rsid w:val="00F31AAF"/>
    <w:rsid w:val="00F327DD"/>
    <w:rsid w:val="00F32A0D"/>
    <w:rsid w:val="00F32B06"/>
    <w:rsid w:val="00F32D55"/>
    <w:rsid w:val="00F32DC9"/>
    <w:rsid w:val="00F337CF"/>
    <w:rsid w:val="00F34557"/>
    <w:rsid w:val="00F34D38"/>
    <w:rsid w:val="00F35031"/>
    <w:rsid w:val="00F35C1B"/>
    <w:rsid w:val="00F35C83"/>
    <w:rsid w:val="00F35FE1"/>
    <w:rsid w:val="00F369B8"/>
    <w:rsid w:val="00F36CE0"/>
    <w:rsid w:val="00F373EE"/>
    <w:rsid w:val="00F3757A"/>
    <w:rsid w:val="00F375AE"/>
    <w:rsid w:val="00F37775"/>
    <w:rsid w:val="00F378E0"/>
    <w:rsid w:val="00F37941"/>
    <w:rsid w:val="00F37ACA"/>
    <w:rsid w:val="00F405EA"/>
    <w:rsid w:val="00F4120C"/>
    <w:rsid w:val="00F412E8"/>
    <w:rsid w:val="00F41CAE"/>
    <w:rsid w:val="00F42E58"/>
    <w:rsid w:val="00F43F03"/>
    <w:rsid w:val="00F44488"/>
    <w:rsid w:val="00F4456B"/>
    <w:rsid w:val="00F449F7"/>
    <w:rsid w:val="00F44FD5"/>
    <w:rsid w:val="00F45579"/>
    <w:rsid w:val="00F455E9"/>
    <w:rsid w:val="00F45FC0"/>
    <w:rsid w:val="00F4705A"/>
    <w:rsid w:val="00F4723C"/>
    <w:rsid w:val="00F476E2"/>
    <w:rsid w:val="00F47887"/>
    <w:rsid w:val="00F5002E"/>
    <w:rsid w:val="00F5068A"/>
    <w:rsid w:val="00F5108B"/>
    <w:rsid w:val="00F51BCD"/>
    <w:rsid w:val="00F51D8C"/>
    <w:rsid w:val="00F51F7F"/>
    <w:rsid w:val="00F52573"/>
    <w:rsid w:val="00F525CC"/>
    <w:rsid w:val="00F5307F"/>
    <w:rsid w:val="00F536DB"/>
    <w:rsid w:val="00F53BA3"/>
    <w:rsid w:val="00F55198"/>
    <w:rsid w:val="00F5532C"/>
    <w:rsid w:val="00F559A5"/>
    <w:rsid w:val="00F5629C"/>
    <w:rsid w:val="00F578BB"/>
    <w:rsid w:val="00F57A0C"/>
    <w:rsid w:val="00F60A38"/>
    <w:rsid w:val="00F60A56"/>
    <w:rsid w:val="00F60DC6"/>
    <w:rsid w:val="00F60EB8"/>
    <w:rsid w:val="00F613D8"/>
    <w:rsid w:val="00F61953"/>
    <w:rsid w:val="00F620A6"/>
    <w:rsid w:val="00F62362"/>
    <w:rsid w:val="00F624E0"/>
    <w:rsid w:val="00F63051"/>
    <w:rsid w:val="00F63158"/>
    <w:rsid w:val="00F632E9"/>
    <w:rsid w:val="00F6396C"/>
    <w:rsid w:val="00F640E1"/>
    <w:rsid w:val="00F651DA"/>
    <w:rsid w:val="00F654AB"/>
    <w:rsid w:val="00F65CE1"/>
    <w:rsid w:val="00F66829"/>
    <w:rsid w:val="00F66D62"/>
    <w:rsid w:val="00F67BF4"/>
    <w:rsid w:val="00F7072E"/>
    <w:rsid w:val="00F70B08"/>
    <w:rsid w:val="00F71396"/>
    <w:rsid w:val="00F71A2A"/>
    <w:rsid w:val="00F7314C"/>
    <w:rsid w:val="00F73677"/>
    <w:rsid w:val="00F736D8"/>
    <w:rsid w:val="00F73F35"/>
    <w:rsid w:val="00F757ED"/>
    <w:rsid w:val="00F75AC6"/>
    <w:rsid w:val="00F75AE8"/>
    <w:rsid w:val="00F760AB"/>
    <w:rsid w:val="00F76338"/>
    <w:rsid w:val="00F7652D"/>
    <w:rsid w:val="00F770C4"/>
    <w:rsid w:val="00F802FA"/>
    <w:rsid w:val="00F80EAF"/>
    <w:rsid w:val="00F80FEA"/>
    <w:rsid w:val="00F81E5C"/>
    <w:rsid w:val="00F83C47"/>
    <w:rsid w:val="00F84C41"/>
    <w:rsid w:val="00F8504C"/>
    <w:rsid w:val="00F851C7"/>
    <w:rsid w:val="00F854D5"/>
    <w:rsid w:val="00F863C9"/>
    <w:rsid w:val="00F871F6"/>
    <w:rsid w:val="00F87B35"/>
    <w:rsid w:val="00F91679"/>
    <w:rsid w:val="00F91A72"/>
    <w:rsid w:val="00F92678"/>
    <w:rsid w:val="00F93255"/>
    <w:rsid w:val="00F932BB"/>
    <w:rsid w:val="00F9398F"/>
    <w:rsid w:val="00F93E89"/>
    <w:rsid w:val="00F940DD"/>
    <w:rsid w:val="00F94304"/>
    <w:rsid w:val="00F948CE"/>
    <w:rsid w:val="00F94C09"/>
    <w:rsid w:val="00F94FFD"/>
    <w:rsid w:val="00F954E4"/>
    <w:rsid w:val="00F956D9"/>
    <w:rsid w:val="00F96316"/>
    <w:rsid w:val="00F965CB"/>
    <w:rsid w:val="00F9685C"/>
    <w:rsid w:val="00F9722E"/>
    <w:rsid w:val="00FA01DD"/>
    <w:rsid w:val="00FA0263"/>
    <w:rsid w:val="00FA0504"/>
    <w:rsid w:val="00FA116E"/>
    <w:rsid w:val="00FA16F9"/>
    <w:rsid w:val="00FA1B3A"/>
    <w:rsid w:val="00FA20C1"/>
    <w:rsid w:val="00FA2B7B"/>
    <w:rsid w:val="00FA2F74"/>
    <w:rsid w:val="00FA3303"/>
    <w:rsid w:val="00FA3E1C"/>
    <w:rsid w:val="00FA3F8B"/>
    <w:rsid w:val="00FA4CFB"/>
    <w:rsid w:val="00FA66A6"/>
    <w:rsid w:val="00FA6A60"/>
    <w:rsid w:val="00FA6DCD"/>
    <w:rsid w:val="00FA748C"/>
    <w:rsid w:val="00FA77E1"/>
    <w:rsid w:val="00FA7967"/>
    <w:rsid w:val="00FA79E1"/>
    <w:rsid w:val="00FB047F"/>
    <w:rsid w:val="00FB0E8C"/>
    <w:rsid w:val="00FB11D0"/>
    <w:rsid w:val="00FB123D"/>
    <w:rsid w:val="00FB14C0"/>
    <w:rsid w:val="00FB1E91"/>
    <w:rsid w:val="00FB2085"/>
    <w:rsid w:val="00FB2958"/>
    <w:rsid w:val="00FB35EF"/>
    <w:rsid w:val="00FB38FC"/>
    <w:rsid w:val="00FB3C89"/>
    <w:rsid w:val="00FB3D93"/>
    <w:rsid w:val="00FB539C"/>
    <w:rsid w:val="00FB5762"/>
    <w:rsid w:val="00FB5B64"/>
    <w:rsid w:val="00FB5E02"/>
    <w:rsid w:val="00FB5E8C"/>
    <w:rsid w:val="00FB5F42"/>
    <w:rsid w:val="00FB61C5"/>
    <w:rsid w:val="00FB678D"/>
    <w:rsid w:val="00FC0500"/>
    <w:rsid w:val="00FC05FA"/>
    <w:rsid w:val="00FC075E"/>
    <w:rsid w:val="00FC0814"/>
    <w:rsid w:val="00FC082E"/>
    <w:rsid w:val="00FC23E2"/>
    <w:rsid w:val="00FC267C"/>
    <w:rsid w:val="00FC27E7"/>
    <w:rsid w:val="00FC371B"/>
    <w:rsid w:val="00FC3A8C"/>
    <w:rsid w:val="00FC4A83"/>
    <w:rsid w:val="00FC4B87"/>
    <w:rsid w:val="00FC4BFA"/>
    <w:rsid w:val="00FC4F8C"/>
    <w:rsid w:val="00FC52B5"/>
    <w:rsid w:val="00FC54BC"/>
    <w:rsid w:val="00FC54DF"/>
    <w:rsid w:val="00FC5544"/>
    <w:rsid w:val="00FC78DC"/>
    <w:rsid w:val="00FC7C2E"/>
    <w:rsid w:val="00FD0511"/>
    <w:rsid w:val="00FD077C"/>
    <w:rsid w:val="00FD0863"/>
    <w:rsid w:val="00FD08D0"/>
    <w:rsid w:val="00FD0B4C"/>
    <w:rsid w:val="00FD1125"/>
    <w:rsid w:val="00FD13D4"/>
    <w:rsid w:val="00FD1718"/>
    <w:rsid w:val="00FD1968"/>
    <w:rsid w:val="00FD44A1"/>
    <w:rsid w:val="00FD46B1"/>
    <w:rsid w:val="00FD46F4"/>
    <w:rsid w:val="00FD55E3"/>
    <w:rsid w:val="00FD56AA"/>
    <w:rsid w:val="00FE1627"/>
    <w:rsid w:val="00FE20DF"/>
    <w:rsid w:val="00FE432C"/>
    <w:rsid w:val="00FE476E"/>
    <w:rsid w:val="00FE49C9"/>
    <w:rsid w:val="00FE4CE8"/>
    <w:rsid w:val="00FE4DD0"/>
    <w:rsid w:val="00FE5C51"/>
    <w:rsid w:val="00FE60D3"/>
    <w:rsid w:val="00FE65F3"/>
    <w:rsid w:val="00FE714A"/>
    <w:rsid w:val="00FE78F1"/>
    <w:rsid w:val="00FF02B2"/>
    <w:rsid w:val="00FF075E"/>
    <w:rsid w:val="00FF084F"/>
    <w:rsid w:val="00FF0C2D"/>
    <w:rsid w:val="00FF0FCB"/>
    <w:rsid w:val="00FF1470"/>
    <w:rsid w:val="00FF16EF"/>
    <w:rsid w:val="00FF1A41"/>
    <w:rsid w:val="00FF2666"/>
    <w:rsid w:val="00FF2A9A"/>
    <w:rsid w:val="00FF2FEA"/>
    <w:rsid w:val="00FF3932"/>
    <w:rsid w:val="00FF47DA"/>
    <w:rsid w:val="00FF5247"/>
    <w:rsid w:val="00FF5F72"/>
    <w:rsid w:val="00FF681B"/>
    <w:rsid w:val="00FF6993"/>
    <w:rsid w:val="00FF71A2"/>
    <w:rsid w:val="00FF78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FB2A56"/>
  <w15:docId w15:val="{9A0441DB-4D7F-4991-89E5-0B998C88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75517"/>
    <w:pPr>
      <w:spacing w:before="120"/>
      <w:jc w:val="both"/>
    </w:pPr>
    <w:rPr>
      <w:rFonts w:ascii="Arial" w:hAnsi="Arial"/>
    </w:rPr>
  </w:style>
  <w:style w:type="paragraph" w:styleId="Nadpis1">
    <w:name w:val="heading 1"/>
    <w:basedOn w:val="Normln"/>
    <w:next w:val="Normln"/>
    <w:uiPriority w:val="9"/>
    <w:qFormat/>
    <w:rsid w:val="000D4D5D"/>
    <w:pPr>
      <w:keepNext/>
      <w:numPr>
        <w:numId w:val="1"/>
      </w:numPr>
      <w:spacing w:before="240" w:after="240"/>
      <w:outlineLvl w:val="0"/>
    </w:pPr>
    <w:rPr>
      <w:b/>
      <w:caps/>
      <w:kern w:val="28"/>
      <w:sz w:val="28"/>
      <w:u w:val="single"/>
    </w:rPr>
  </w:style>
  <w:style w:type="paragraph" w:styleId="Nadpis2">
    <w:name w:val="heading 2"/>
    <w:basedOn w:val="Normln"/>
    <w:next w:val="Normln"/>
    <w:link w:val="Nadpis2Char"/>
    <w:uiPriority w:val="9"/>
    <w:qFormat/>
    <w:rsid w:val="00983F7E"/>
    <w:pPr>
      <w:keepNext/>
      <w:numPr>
        <w:ilvl w:val="1"/>
        <w:numId w:val="1"/>
      </w:numPr>
      <w:spacing w:before="240" w:after="240"/>
      <w:outlineLvl w:val="1"/>
    </w:pPr>
    <w:rPr>
      <w:b/>
      <w:sz w:val="28"/>
    </w:rPr>
  </w:style>
  <w:style w:type="paragraph" w:styleId="Nadpis3">
    <w:name w:val="heading 3"/>
    <w:basedOn w:val="Normln"/>
    <w:next w:val="Normln"/>
    <w:link w:val="Nadpis3Char"/>
    <w:uiPriority w:val="9"/>
    <w:qFormat/>
    <w:rsid w:val="000D4D5D"/>
    <w:pPr>
      <w:numPr>
        <w:ilvl w:val="2"/>
        <w:numId w:val="1"/>
      </w:numPr>
      <w:spacing w:before="240"/>
      <w:outlineLvl w:val="2"/>
    </w:pPr>
    <w:rPr>
      <w:b/>
      <w:sz w:val="24"/>
    </w:rPr>
  </w:style>
  <w:style w:type="paragraph" w:styleId="Nadpis4">
    <w:name w:val="heading 4"/>
    <w:basedOn w:val="Normln"/>
    <w:next w:val="Normln"/>
    <w:uiPriority w:val="9"/>
    <w:qFormat/>
    <w:rsid w:val="00F62362"/>
    <w:pPr>
      <w:keepNext/>
      <w:numPr>
        <w:ilvl w:val="3"/>
        <w:numId w:val="1"/>
      </w:numPr>
      <w:spacing w:after="240"/>
      <w:outlineLvl w:val="3"/>
    </w:pPr>
    <w:rPr>
      <w:b/>
    </w:rPr>
  </w:style>
  <w:style w:type="paragraph" w:styleId="Nadpis5">
    <w:name w:val="heading 5"/>
    <w:basedOn w:val="Normln"/>
    <w:next w:val="Normln"/>
    <w:autoRedefine/>
    <w:uiPriority w:val="9"/>
    <w:qFormat/>
    <w:pPr>
      <w:numPr>
        <w:ilvl w:val="4"/>
        <w:numId w:val="1"/>
      </w:numPr>
      <w:spacing w:before="240" w:after="60"/>
      <w:outlineLvl w:val="4"/>
    </w:pPr>
  </w:style>
  <w:style w:type="paragraph" w:styleId="Nadpis6">
    <w:name w:val="heading 6"/>
    <w:basedOn w:val="Normln"/>
    <w:next w:val="Normln"/>
    <w:uiPriority w:val="9"/>
    <w:qFormat/>
    <w:pPr>
      <w:numPr>
        <w:ilvl w:val="5"/>
        <w:numId w:val="1"/>
      </w:numPr>
      <w:spacing w:before="240" w:after="60"/>
      <w:outlineLvl w:val="5"/>
    </w:pPr>
    <w:rPr>
      <w:i/>
    </w:rPr>
  </w:style>
  <w:style w:type="paragraph" w:styleId="Nadpis7">
    <w:name w:val="heading 7"/>
    <w:basedOn w:val="Normln"/>
    <w:next w:val="Normln"/>
    <w:uiPriority w:val="9"/>
    <w:qFormat/>
    <w:pPr>
      <w:numPr>
        <w:ilvl w:val="6"/>
        <w:numId w:val="1"/>
      </w:numPr>
      <w:spacing w:before="240" w:after="60"/>
      <w:outlineLvl w:val="6"/>
    </w:pPr>
  </w:style>
  <w:style w:type="paragraph" w:styleId="Nadpis8">
    <w:name w:val="heading 8"/>
    <w:basedOn w:val="Normln"/>
    <w:next w:val="Normln"/>
    <w:uiPriority w:val="9"/>
    <w:qFormat/>
    <w:pPr>
      <w:numPr>
        <w:ilvl w:val="7"/>
        <w:numId w:val="1"/>
      </w:numPr>
      <w:spacing w:before="240" w:after="60"/>
      <w:outlineLvl w:val="7"/>
    </w:pPr>
    <w:rPr>
      <w:i/>
    </w:rPr>
  </w:style>
  <w:style w:type="paragraph" w:styleId="Nadpis9">
    <w:name w:val="heading 9"/>
    <w:basedOn w:val="Normln"/>
    <w:next w:val="Normln"/>
    <w:uiPriority w:val="9"/>
    <w:qFormat/>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983F7E"/>
    <w:rPr>
      <w:rFonts w:ascii="Arial" w:hAnsi="Arial"/>
      <w:b/>
      <w:sz w:val="28"/>
    </w:rPr>
  </w:style>
  <w:style w:type="paragraph" w:styleId="Zhlav">
    <w:name w:val="header"/>
    <w:basedOn w:val="Normln"/>
    <w:link w:val="ZhlavChar"/>
    <w:uiPriority w:val="99"/>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06096A"/>
    <w:pPr>
      <w:tabs>
        <w:tab w:val="left" w:pos="1134"/>
        <w:tab w:val="right" w:leader="dot" w:pos="9497"/>
      </w:tabs>
      <w:spacing w:before="240" w:after="240"/>
      <w:jc w:val="left"/>
    </w:pPr>
    <w:rPr>
      <w:b/>
      <w:caps/>
      <w:sz w:val="32"/>
    </w:rPr>
  </w:style>
  <w:style w:type="paragraph" w:styleId="Obsah2">
    <w:name w:val="toc 2"/>
    <w:basedOn w:val="Normln"/>
    <w:next w:val="Normln"/>
    <w:uiPriority w:val="39"/>
    <w:qFormat/>
    <w:rsid w:val="009D6FBD"/>
    <w:pPr>
      <w:tabs>
        <w:tab w:val="left" w:pos="1134"/>
        <w:tab w:val="right" w:leader="dot" w:pos="9497"/>
      </w:tabs>
      <w:ind w:left="142"/>
    </w:pPr>
    <w:rPr>
      <w:b/>
      <w:smallCaps/>
    </w:rPr>
  </w:style>
  <w:style w:type="paragraph" w:styleId="Obsah3">
    <w:name w:val="toc 3"/>
    <w:basedOn w:val="Normln"/>
    <w:next w:val="Normln"/>
    <w:uiPriority w:val="39"/>
    <w:qFormat/>
    <w:rsid w:val="009D6FBD"/>
    <w:pPr>
      <w:tabs>
        <w:tab w:val="left" w:pos="1134"/>
        <w:tab w:val="right" w:leader="dot" w:pos="9497"/>
      </w:tabs>
      <w:ind w:left="284"/>
    </w:pPr>
    <w:rPr>
      <w:smallCaps/>
      <w:noProof/>
    </w:rPr>
  </w:style>
  <w:style w:type="paragraph" w:styleId="Obsah4">
    <w:name w:val="toc 4"/>
    <w:basedOn w:val="Normln"/>
    <w:next w:val="Normln"/>
    <w:uiPriority w:val="39"/>
    <w:rsid w:val="00A51F65"/>
    <w:pPr>
      <w:tabs>
        <w:tab w:val="left" w:pos="1134"/>
        <w:tab w:val="right" w:leader="dot" w:pos="9497"/>
      </w:tabs>
      <w:ind w:left="397"/>
      <w:jc w:val="left"/>
    </w:pPr>
    <w:rPr>
      <w:i/>
    </w:rPr>
  </w:style>
  <w:style w:type="paragraph" w:styleId="Obsah5">
    <w:name w:val="toc 5"/>
    <w:basedOn w:val="Normln"/>
    <w:next w:val="Normln"/>
    <w:uiPriority w:val="39"/>
    <w:pPr>
      <w:tabs>
        <w:tab w:val="right" w:leader="dot" w:pos="9497"/>
      </w:tabs>
      <w:ind w:left="660"/>
      <w:jc w:val="left"/>
    </w:pPr>
    <w:rPr>
      <w:rFonts w:ascii="Times New Roman" w:hAnsi="Times New Roman"/>
      <w:sz w:val="18"/>
    </w:rPr>
  </w:style>
  <w:style w:type="paragraph" w:styleId="Obsah6">
    <w:name w:val="toc 6"/>
    <w:basedOn w:val="Normln"/>
    <w:next w:val="Normln"/>
    <w:uiPriority w:val="39"/>
    <w:pPr>
      <w:tabs>
        <w:tab w:val="right" w:leader="dot" w:pos="9497"/>
      </w:tabs>
      <w:ind w:left="880"/>
      <w:jc w:val="left"/>
    </w:pPr>
    <w:rPr>
      <w:rFonts w:ascii="Times New Roman" w:hAnsi="Times New Roman"/>
      <w:sz w:val="18"/>
    </w:rPr>
  </w:style>
  <w:style w:type="paragraph" w:styleId="Obsah7">
    <w:name w:val="toc 7"/>
    <w:basedOn w:val="Normln"/>
    <w:next w:val="Normln"/>
    <w:uiPriority w:val="39"/>
    <w:pPr>
      <w:tabs>
        <w:tab w:val="right" w:leader="dot" w:pos="9497"/>
      </w:tabs>
      <w:ind w:left="1100"/>
      <w:jc w:val="left"/>
    </w:pPr>
    <w:rPr>
      <w:rFonts w:ascii="Times New Roman" w:hAnsi="Times New Roman"/>
      <w:sz w:val="18"/>
    </w:rPr>
  </w:style>
  <w:style w:type="paragraph" w:styleId="Obsah8">
    <w:name w:val="toc 8"/>
    <w:basedOn w:val="Normln"/>
    <w:next w:val="Normln"/>
    <w:uiPriority w:val="39"/>
    <w:pPr>
      <w:tabs>
        <w:tab w:val="right" w:leader="dot" w:pos="9497"/>
      </w:tabs>
      <w:ind w:left="1320"/>
      <w:jc w:val="left"/>
    </w:pPr>
    <w:rPr>
      <w:rFonts w:ascii="Times New Roman" w:hAnsi="Times New Roman"/>
      <w:sz w:val="18"/>
    </w:rPr>
  </w:style>
  <w:style w:type="paragraph" w:styleId="Obsah9">
    <w:name w:val="toc 9"/>
    <w:basedOn w:val="Normln"/>
    <w:next w:val="Normln"/>
    <w:uiPriority w:val="39"/>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style>
  <w:style w:type="character" w:styleId="Znakapoznpodarou">
    <w:name w:val="footnote reference"/>
    <w:semiHidden/>
    <w:rPr>
      <w:vertAlign w:val="superscript"/>
    </w:rPr>
  </w:style>
  <w:style w:type="paragraph" w:styleId="Titulek">
    <w:name w:val="caption"/>
    <w:basedOn w:val="Normln"/>
    <w:next w:val="Normln"/>
    <w:qFormat/>
    <w:rsid w:val="005C7FEE"/>
    <w:pPr>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Cs w:val="28"/>
    </w:rPr>
  </w:style>
  <w:style w:type="paragraph" w:customStyle="1" w:styleId="Styl16bTunzarovnnnasted">
    <w:name w:val="Styl 16 b. Tučné zarovnání na střed"/>
    <w:basedOn w:val="Normln"/>
    <w:next w:val="Normln"/>
    <w:rsid w:val="00297078"/>
    <w:pPr>
      <w:jc w:val="center"/>
    </w:pPr>
    <w:rPr>
      <w:b/>
      <w:bCs/>
      <w:sz w:val="32"/>
    </w:rPr>
  </w:style>
  <w:style w:type="paragraph" w:customStyle="1" w:styleId="Styl26bTunzarovnnnasted">
    <w:name w:val="Styl 26 b. Tučné zarovnání na střed"/>
    <w:basedOn w:val="Normln"/>
    <w:next w:val="Normln"/>
    <w:rsid w:val="00297078"/>
    <w:pPr>
      <w:jc w:val="center"/>
    </w:pPr>
    <w:rPr>
      <w:b/>
      <w:bCs/>
      <w:sz w:val="52"/>
    </w:rPr>
  </w:style>
  <w:style w:type="paragraph" w:customStyle="1" w:styleId="Styl14bTunzarovnnnasted">
    <w:name w:val="Styl 14 b. Tučné zarovnání na střed"/>
    <w:basedOn w:val="Normln"/>
    <w:next w:val="Normln"/>
    <w:rsid w:val="00297078"/>
    <w:pPr>
      <w:jc w:val="center"/>
    </w:pPr>
    <w:rPr>
      <w:b/>
      <w:bCs/>
      <w:sz w:val="28"/>
    </w:rPr>
  </w:style>
  <w:style w:type="paragraph" w:customStyle="1" w:styleId="Styl18bTunVechnavelkzarovnnnasted">
    <w:name w:val="Styl 18 b. Tučné Všechna velká zarovnání na střed"/>
    <w:basedOn w:val="Normln"/>
    <w:next w:val="Normln"/>
    <w:rsid w:val="00297078"/>
    <w:pPr>
      <w:jc w:val="center"/>
    </w:pPr>
    <w:rPr>
      <w:b/>
      <w:bCs/>
      <w:caps/>
      <w:sz w:val="36"/>
    </w:rPr>
  </w:style>
  <w:style w:type="numbering" w:customStyle="1" w:styleId="Stylslovn">
    <w:name w:val="Styl Číslování"/>
    <w:basedOn w:val="Bezseznamu"/>
    <w:rsid w:val="00167D59"/>
    <w:pPr>
      <w:numPr>
        <w:numId w:val="2"/>
      </w:numPr>
    </w:pPr>
  </w:style>
  <w:style w:type="paragraph" w:styleId="Odstavecseseznamem">
    <w:name w:val="List Paragraph"/>
    <w:basedOn w:val="Normln"/>
    <w:uiPriority w:val="34"/>
    <w:qFormat/>
    <w:rsid w:val="00267EFB"/>
    <w:pPr>
      <w:ind w:left="720"/>
      <w:contextualSpacing/>
    </w:pPr>
  </w:style>
  <w:style w:type="character" w:customStyle="1" w:styleId="Nadpis3Char">
    <w:name w:val="Nadpis 3 Char"/>
    <w:basedOn w:val="Standardnpsmoodstavce"/>
    <w:link w:val="Nadpis3"/>
    <w:uiPriority w:val="9"/>
    <w:rsid w:val="000D4D5D"/>
    <w:rPr>
      <w:rFonts w:ascii="Arial" w:hAnsi="Arial"/>
      <w:b/>
      <w:sz w:val="24"/>
    </w:rPr>
  </w:style>
  <w:style w:type="paragraph" w:styleId="Podnadpis">
    <w:name w:val="Subtitle"/>
    <w:basedOn w:val="Normln"/>
    <w:next w:val="Normln"/>
    <w:link w:val="PodnadpisChar"/>
    <w:qFormat/>
    <w:rsid w:val="006122C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nadpisChar">
    <w:name w:val="Podnadpis Char"/>
    <w:basedOn w:val="Standardnpsmoodstavce"/>
    <w:link w:val="Podnadpis"/>
    <w:rsid w:val="006122C3"/>
    <w:rPr>
      <w:rFonts w:asciiTheme="minorHAnsi" w:eastAsiaTheme="minorEastAsia" w:hAnsiTheme="minorHAnsi" w:cstheme="minorBidi"/>
      <w:color w:val="5A5A5A" w:themeColor="text1" w:themeTint="A5"/>
      <w:spacing w:val="15"/>
      <w:sz w:val="22"/>
      <w:szCs w:val="22"/>
    </w:rPr>
  </w:style>
  <w:style w:type="paragraph" w:customStyle="1" w:styleId="Nzevoddlu">
    <w:name w:val="Název oddílu"/>
    <w:basedOn w:val="Normln"/>
    <w:next w:val="Normln"/>
    <w:link w:val="NzevoddluChar"/>
    <w:qFormat/>
    <w:rsid w:val="00F62362"/>
    <w:pPr>
      <w:keepNext/>
      <w:numPr>
        <w:numId w:val="3"/>
      </w:numPr>
      <w:spacing w:before="240" w:after="240" w:line="360" w:lineRule="auto"/>
      <w:ind w:left="714" w:hanging="357"/>
      <w:jc w:val="left"/>
      <w:outlineLvl w:val="0"/>
    </w:pPr>
    <w:rPr>
      <w:b/>
      <w:caps/>
      <w:sz w:val="48"/>
    </w:rPr>
  </w:style>
  <w:style w:type="character" w:customStyle="1" w:styleId="NzevoddluChar">
    <w:name w:val="Název oddílu Char"/>
    <w:basedOn w:val="Standardnpsmoodstavce"/>
    <w:link w:val="Nzevoddlu"/>
    <w:rsid w:val="00F62362"/>
    <w:rPr>
      <w:rFonts w:ascii="Arial" w:hAnsi="Arial"/>
      <w:b/>
      <w:caps/>
      <w:sz w:val="48"/>
    </w:rPr>
  </w:style>
  <w:style w:type="paragraph" w:styleId="Bezmezer">
    <w:name w:val="No Spacing"/>
    <w:uiPriority w:val="1"/>
    <w:qFormat/>
    <w:rsid w:val="00396E8A"/>
    <w:rPr>
      <w:rFonts w:ascii="Calibri" w:eastAsia="Calibri" w:hAnsi="Calibri"/>
      <w:sz w:val="22"/>
      <w:szCs w:val="22"/>
      <w:lang w:eastAsia="en-US"/>
    </w:rPr>
  </w:style>
  <w:style w:type="paragraph" w:customStyle="1" w:styleId="Podnadpis1">
    <w:name w:val="Podnadpis1"/>
    <w:basedOn w:val="Normln"/>
    <w:next w:val="Normln"/>
    <w:rsid w:val="0048706A"/>
    <w:pPr>
      <w:keepNext/>
      <w:spacing w:before="60"/>
    </w:pPr>
    <w:rPr>
      <w:b/>
      <w:bCs/>
      <w:sz w:val="22"/>
    </w:rPr>
  </w:style>
  <w:style w:type="character" w:customStyle="1" w:styleId="Nevyeenzmnka1">
    <w:name w:val="Nevyřešená zmínka1"/>
    <w:basedOn w:val="Standardnpsmoodstavce"/>
    <w:uiPriority w:val="99"/>
    <w:semiHidden/>
    <w:unhideWhenUsed/>
    <w:rsid w:val="008706E1"/>
    <w:rPr>
      <w:color w:val="605E5C"/>
      <w:shd w:val="clear" w:color="auto" w:fill="E1DFDD"/>
    </w:rPr>
  </w:style>
  <w:style w:type="character" w:customStyle="1" w:styleId="ZhlavChar">
    <w:name w:val="Záhlaví Char"/>
    <w:basedOn w:val="Standardnpsmoodstavce"/>
    <w:link w:val="Zhlav"/>
    <w:uiPriority w:val="99"/>
    <w:locked/>
    <w:rsid w:val="00382D46"/>
    <w:rPr>
      <w:rFonts w:ascii="Arial" w:hAnsi="Arial"/>
    </w:rPr>
  </w:style>
  <w:style w:type="character" w:customStyle="1" w:styleId="ZpatChar">
    <w:name w:val="Zápatí Char"/>
    <w:basedOn w:val="Standardnpsmoodstavce"/>
    <w:link w:val="Zpat"/>
    <w:uiPriority w:val="99"/>
    <w:locked/>
    <w:rsid w:val="00382D46"/>
    <w:rPr>
      <w:rFonts w:ascii="Arial" w:hAnsi="Arial"/>
    </w:rPr>
  </w:style>
  <w:style w:type="character" w:styleId="Zdraznn">
    <w:name w:val="Emphasis"/>
    <w:basedOn w:val="Standardnpsmoodstavce"/>
    <w:uiPriority w:val="20"/>
    <w:qFormat/>
    <w:rsid w:val="00763C37"/>
    <w:rPr>
      <w:i/>
      <w:iCs/>
    </w:rPr>
  </w:style>
  <w:style w:type="character" w:styleId="PromnnHTML">
    <w:name w:val="HTML Variable"/>
    <w:basedOn w:val="Standardnpsmoodstavce"/>
    <w:uiPriority w:val="99"/>
    <w:semiHidden/>
    <w:unhideWhenUsed/>
    <w:rsid w:val="00847256"/>
    <w:rPr>
      <w:i/>
      <w:iCs/>
    </w:rPr>
  </w:style>
  <w:style w:type="paragraph" w:customStyle="1" w:styleId="mcntmcntmsonormal11">
    <w:name w:val="mcntmcntmsonormal11"/>
    <w:basedOn w:val="Normln"/>
    <w:rsid w:val="00730921"/>
    <w:pPr>
      <w:spacing w:before="0"/>
      <w:jc w:val="left"/>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41196">
      <w:bodyDiv w:val="1"/>
      <w:marLeft w:val="0"/>
      <w:marRight w:val="0"/>
      <w:marTop w:val="0"/>
      <w:marBottom w:val="0"/>
      <w:divBdr>
        <w:top w:val="none" w:sz="0" w:space="0" w:color="auto"/>
        <w:left w:val="none" w:sz="0" w:space="0" w:color="auto"/>
        <w:bottom w:val="none" w:sz="0" w:space="0" w:color="auto"/>
        <w:right w:val="none" w:sz="0" w:space="0" w:color="auto"/>
      </w:divBdr>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9428221">
      <w:bodyDiv w:val="1"/>
      <w:marLeft w:val="0"/>
      <w:marRight w:val="0"/>
      <w:marTop w:val="0"/>
      <w:marBottom w:val="0"/>
      <w:divBdr>
        <w:top w:val="none" w:sz="0" w:space="0" w:color="auto"/>
        <w:left w:val="none" w:sz="0" w:space="0" w:color="auto"/>
        <w:bottom w:val="none" w:sz="0" w:space="0" w:color="auto"/>
        <w:right w:val="none" w:sz="0" w:space="0" w:color="auto"/>
      </w:divBdr>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999346">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807172">
      <w:bodyDiv w:val="1"/>
      <w:marLeft w:val="0"/>
      <w:marRight w:val="0"/>
      <w:marTop w:val="0"/>
      <w:marBottom w:val="0"/>
      <w:divBdr>
        <w:top w:val="none" w:sz="0" w:space="0" w:color="auto"/>
        <w:left w:val="none" w:sz="0" w:space="0" w:color="auto"/>
        <w:bottom w:val="none" w:sz="0" w:space="0" w:color="auto"/>
        <w:right w:val="none" w:sz="0" w:space="0" w:color="auto"/>
      </w:divBdr>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152017">
      <w:bodyDiv w:val="1"/>
      <w:marLeft w:val="0"/>
      <w:marRight w:val="0"/>
      <w:marTop w:val="0"/>
      <w:marBottom w:val="0"/>
      <w:divBdr>
        <w:top w:val="none" w:sz="0" w:space="0" w:color="auto"/>
        <w:left w:val="none" w:sz="0" w:space="0" w:color="auto"/>
        <w:bottom w:val="none" w:sz="0" w:space="0" w:color="auto"/>
        <w:right w:val="none" w:sz="0" w:space="0" w:color="auto"/>
      </w:divBdr>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9388832">
      <w:bodyDiv w:val="1"/>
      <w:marLeft w:val="0"/>
      <w:marRight w:val="0"/>
      <w:marTop w:val="0"/>
      <w:marBottom w:val="0"/>
      <w:divBdr>
        <w:top w:val="none" w:sz="0" w:space="0" w:color="auto"/>
        <w:left w:val="none" w:sz="0" w:space="0" w:color="auto"/>
        <w:bottom w:val="none" w:sz="0" w:space="0" w:color="auto"/>
        <w:right w:val="none" w:sz="0" w:space="0" w:color="auto"/>
      </w:divBdr>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339635">
      <w:bodyDiv w:val="1"/>
      <w:marLeft w:val="0"/>
      <w:marRight w:val="0"/>
      <w:marTop w:val="0"/>
      <w:marBottom w:val="0"/>
      <w:divBdr>
        <w:top w:val="none" w:sz="0" w:space="0" w:color="auto"/>
        <w:left w:val="none" w:sz="0" w:space="0" w:color="auto"/>
        <w:bottom w:val="none" w:sz="0" w:space="0" w:color="auto"/>
        <w:right w:val="none" w:sz="0" w:space="0" w:color="auto"/>
      </w:divBdr>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352978">
      <w:bodyDiv w:val="1"/>
      <w:marLeft w:val="0"/>
      <w:marRight w:val="0"/>
      <w:marTop w:val="0"/>
      <w:marBottom w:val="0"/>
      <w:divBdr>
        <w:top w:val="none" w:sz="0" w:space="0" w:color="auto"/>
        <w:left w:val="none" w:sz="0" w:space="0" w:color="auto"/>
        <w:bottom w:val="none" w:sz="0" w:space="0" w:color="auto"/>
        <w:right w:val="none" w:sz="0" w:space="0" w:color="auto"/>
      </w:divBdr>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562018">
      <w:bodyDiv w:val="1"/>
      <w:marLeft w:val="0"/>
      <w:marRight w:val="0"/>
      <w:marTop w:val="0"/>
      <w:marBottom w:val="0"/>
      <w:divBdr>
        <w:top w:val="none" w:sz="0" w:space="0" w:color="auto"/>
        <w:left w:val="none" w:sz="0" w:space="0" w:color="auto"/>
        <w:bottom w:val="none" w:sz="0" w:space="0" w:color="auto"/>
        <w:right w:val="none" w:sz="0" w:space="0" w:color="auto"/>
      </w:divBdr>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639135">
      <w:bodyDiv w:val="1"/>
      <w:marLeft w:val="0"/>
      <w:marRight w:val="0"/>
      <w:marTop w:val="0"/>
      <w:marBottom w:val="0"/>
      <w:divBdr>
        <w:top w:val="none" w:sz="0" w:space="0" w:color="auto"/>
        <w:left w:val="none" w:sz="0" w:space="0" w:color="auto"/>
        <w:bottom w:val="none" w:sz="0" w:space="0" w:color="auto"/>
        <w:right w:val="none" w:sz="0" w:space="0" w:color="auto"/>
      </w:divBdr>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949590">
      <w:bodyDiv w:val="1"/>
      <w:marLeft w:val="0"/>
      <w:marRight w:val="0"/>
      <w:marTop w:val="0"/>
      <w:marBottom w:val="0"/>
      <w:divBdr>
        <w:top w:val="none" w:sz="0" w:space="0" w:color="auto"/>
        <w:left w:val="none" w:sz="0" w:space="0" w:color="auto"/>
        <w:bottom w:val="none" w:sz="0" w:space="0" w:color="auto"/>
        <w:right w:val="none" w:sz="0" w:space="0" w:color="auto"/>
      </w:divBdr>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960716">
      <w:bodyDiv w:val="1"/>
      <w:marLeft w:val="0"/>
      <w:marRight w:val="0"/>
      <w:marTop w:val="0"/>
      <w:marBottom w:val="0"/>
      <w:divBdr>
        <w:top w:val="none" w:sz="0" w:space="0" w:color="auto"/>
        <w:left w:val="none" w:sz="0" w:space="0" w:color="auto"/>
        <w:bottom w:val="none" w:sz="0" w:space="0" w:color="auto"/>
        <w:right w:val="none" w:sz="0" w:space="0" w:color="auto"/>
      </w:divBdr>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5992722">
      <w:bodyDiv w:val="1"/>
      <w:marLeft w:val="0"/>
      <w:marRight w:val="0"/>
      <w:marTop w:val="0"/>
      <w:marBottom w:val="0"/>
      <w:divBdr>
        <w:top w:val="none" w:sz="0" w:space="0" w:color="auto"/>
        <w:left w:val="none" w:sz="0" w:space="0" w:color="auto"/>
        <w:bottom w:val="none" w:sz="0" w:space="0" w:color="auto"/>
        <w:right w:val="none" w:sz="0" w:space="0" w:color="auto"/>
      </w:divBdr>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500470">
      <w:bodyDiv w:val="1"/>
      <w:marLeft w:val="0"/>
      <w:marRight w:val="0"/>
      <w:marTop w:val="0"/>
      <w:marBottom w:val="0"/>
      <w:divBdr>
        <w:top w:val="none" w:sz="0" w:space="0" w:color="auto"/>
        <w:left w:val="none" w:sz="0" w:space="0" w:color="auto"/>
        <w:bottom w:val="none" w:sz="0" w:space="0" w:color="auto"/>
        <w:right w:val="none" w:sz="0" w:space="0" w:color="auto"/>
      </w:divBdr>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767885">
      <w:bodyDiv w:val="1"/>
      <w:marLeft w:val="0"/>
      <w:marRight w:val="0"/>
      <w:marTop w:val="0"/>
      <w:marBottom w:val="0"/>
      <w:divBdr>
        <w:top w:val="none" w:sz="0" w:space="0" w:color="auto"/>
        <w:left w:val="none" w:sz="0" w:space="0" w:color="auto"/>
        <w:bottom w:val="none" w:sz="0" w:space="0" w:color="auto"/>
        <w:right w:val="none" w:sz="0" w:space="0" w:color="auto"/>
      </w:divBdr>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0124631">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54703">
      <w:bodyDiv w:val="1"/>
      <w:marLeft w:val="0"/>
      <w:marRight w:val="0"/>
      <w:marTop w:val="0"/>
      <w:marBottom w:val="0"/>
      <w:divBdr>
        <w:top w:val="none" w:sz="0" w:space="0" w:color="auto"/>
        <w:left w:val="none" w:sz="0" w:space="0" w:color="auto"/>
        <w:bottom w:val="none" w:sz="0" w:space="0" w:color="auto"/>
        <w:right w:val="none" w:sz="0" w:space="0" w:color="auto"/>
      </w:divBdr>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958558">
      <w:bodyDiv w:val="1"/>
      <w:marLeft w:val="0"/>
      <w:marRight w:val="0"/>
      <w:marTop w:val="0"/>
      <w:marBottom w:val="0"/>
      <w:divBdr>
        <w:top w:val="none" w:sz="0" w:space="0" w:color="auto"/>
        <w:left w:val="none" w:sz="0" w:space="0" w:color="auto"/>
        <w:bottom w:val="none" w:sz="0" w:space="0" w:color="auto"/>
        <w:right w:val="none" w:sz="0" w:space="0" w:color="auto"/>
      </w:divBdr>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58950275">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7642348">
      <w:bodyDiv w:val="1"/>
      <w:marLeft w:val="0"/>
      <w:marRight w:val="0"/>
      <w:marTop w:val="0"/>
      <w:marBottom w:val="0"/>
      <w:divBdr>
        <w:top w:val="none" w:sz="0" w:space="0" w:color="auto"/>
        <w:left w:val="none" w:sz="0" w:space="0" w:color="auto"/>
        <w:bottom w:val="none" w:sz="0" w:space="0" w:color="auto"/>
        <w:right w:val="none" w:sz="0" w:space="0" w:color="auto"/>
      </w:divBdr>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4373067">
      <w:bodyDiv w:val="1"/>
      <w:marLeft w:val="0"/>
      <w:marRight w:val="0"/>
      <w:marTop w:val="0"/>
      <w:marBottom w:val="0"/>
      <w:divBdr>
        <w:top w:val="none" w:sz="0" w:space="0" w:color="auto"/>
        <w:left w:val="none" w:sz="0" w:space="0" w:color="auto"/>
        <w:bottom w:val="none" w:sz="0" w:space="0" w:color="auto"/>
        <w:right w:val="none" w:sz="0" w:space="0" w:color="auto"/>
      </w:divBdr>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17044">
      <w:bodyDiv w:val="1"/>
      <w:marLeft w:val="0"/>
      <w:marRight w:val="0"/>
      <w:marTop w:val="0"/>
      <w:marBottom w:val="0"/>
      <w:divBdr>
        <w:top w:val="none" w:sz="0" w:space="0" w:color="auto"/>
        <w:left w:val="none" w:sz="0" w:space="0" w:color="auto"/>
        <w:bottom w:val="none" w:sz="0" w:space="0" w:color="auto"/>
        <w:right w:val="none" w:sz="0" w:space="0" w:color="auto"/>
      </w:divBdr>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840972">
      <w:bodyDiv w:val="1"/>
      <w:marLeft w:val="0"/>
      <w:marRight w:val="0"/>
      <w:marTop w:val="0"/>
      <w:marBottom w:val="0"/>
      <w:divBdr>
        <w:top w:val="none" w:sz="0" w:space="0" w:color="auto"/>
        <w:left w:val="none" w:sz="0" w:space="0" w:color="auto"/>
        <w:bottom w:val="none" w:sz="0" w:space="0" w:color="auto"/>
        <w:right w:val="none" w:sz="0" w:space="0" w:color="auto"/>
      </w:divBdr>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188307">
      <w:bodyDiv w:val="1"/>
      <w:marLeft w:val="0"/>
      <w:marRight w:val="0"/>
      <w:marTop w:val="0"/>
      <w:marBottom w:val="0"/>
      <w:divBdr>
        <w:top w:val="none" w:sz="0" w:space="0" w:color="auto"/>
        <w:left w:val="none" w:sz="0" w:space="0" w:color="auto"/>
        <w:bottom w:val="none" w:sz="0" w:space="0" w:color="auto"/>
        <w:right w:val="none" w:sz="0" w:space="0" w:color="auto"/>
      </w:divBdr>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7235900">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20893">
      <w:bodyDiv w:val="1"/>
      <w:marLeft w:val="0"/>
      <w:marRight w:val="0"/>
      <w:marTop w:val="0"/>
      <w:marBottom w:val="0"/>
      <w:divBdr>
        <w:top w:val="none" w:sz="0" w:space="0" w:color="auto"/>
        <w:left w:val="none" w:sz="0" w:space="0" w:color="auto"/>
        <w:bottom w:val="none" w:sz="0" w:space="0" w:color="auto"/>
        <w:right w:val="none" w:sz="0" w:space="0" w:color="auto"/>
      </w:divBdr>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195874">
      <w:bodyDiv w:val="1"/>
      <w:marLeft w:val="0"/>
      <w:marRight w:val="0"/>
      <w:marTop w:val="0"/>
      <w:marBottom w:val="0"/>
      <w:divBdr>
        <w:top w:val="none" w:sz="0" w:space="0" w:color="auto"/>
        <w:left w:val="none" w:sz="0" w:space="0" w:color="auto"/>
        <w:bottom w:val="none" w:sz="0" w:space="0" w:color="auto"/>
        <w:right w:val="none" w:sz="0" w:space="0" w:color="auto"/>
      </w:divBdr>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079078">
      <w:bodyDiv w:val="1"/>
      <w:marLeft w:val="0"/>
      <w:marRight w:val="0"/>
      <w:marTop w:val="0"/>
      <w:marBottom w:val="0"/>
      <w:divBdr>
        <w:top w:val="none" w:sz="0" w:space="0" w:color="auto"/>
        <w:left w:val="none" w:sz="0" w:space="0" w:color="auto"/>
        <w:bottom w:val="none" w:sz="0" w:space="0" w:color="auto"/>
        <w:right w:val="none" w:sz="0" w:space="0" w:color="auto"/>
      </w:divBdr>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27589">
      <w:bodyDiv w:val="1"/>
      <w:marLeft w:val="0"/>
      <w:marRight w:val="0"/>
      <w:marTop w:val="0"/>
      <w:marBottom w:val="0"/>
      <w:divBdr>
        <w:top w:val="none" w:sz="0" w:space="0" w:color="auto"/>
        <w:left w:val="none" w:sz="0" w:space="0" w:color="auto"/>
        <w:bottom w:val="none" w:sz="0" w:space="0" w:color="auto"/>
        <w:right w:val="none" w:sz="0" w:space="0" w:color="auto"/>
      </w:divBdr>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2893">
      <w:bodyDiv w:val="1"/>
      <w:marLeft w:val="0"/>
      <w:marRight w:val="0"/>
      <w:marTop w:val="0"/>
      <w:marBottom w:val="0"/>
      <w:divBdr>
        <w:top w:val="none" w:sz="0" w:space="0" w:color="auto"/>
        <w:left w:val="none" w:sz="0" w:space="0" w:color="auto"/>
        <w:bottom w:val="none" w:sz="0" w:space="0" w:color="auto"/>
        <w:right w:val="none" w:sz="0" w:space="0" w:color="auto"/>
      </w:divBdr>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r.mojzik@4bridges.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zapletalova@4bridges.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shp.eu" TargetMode="External"/><Relationship Id="rId1" Type="http://schemas.openxmlformats.org/officeDocument/2006/relationships/hyperlink" Target="mailto:shp@sh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99E86-1B4F-4AF6-91B0-78B734D2B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460</TotalTime>
  <Pages>20</Pages>
  <Words>7683</Words>
  <Characters>45335</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SPLAŠKOVÁ KANALIZACE A ČOV</vt:lpstr>
    </vt:vector>
  </TitlesOfParts>
  <Company/>
  <LinksUpToDate>false</LinksUpToDate>
  <CharactersWithSpaces>52913</CharactersWithSpaces>
  <SharedDoc>false</SharedDoc>
  <HLinks>
    <vt:vector size="18" baseType="variant">
      <vt:variant>
        <vt:i4>6422627</vt:i4>
      </vt:variant>
      <vt:variant>
        <vt:i4>12</vt:i4>
      </vt:variant>
      <vt:variant>
        <vt:i4>0</vt:i4>
      </vt:variant>
      <vt:variant>
        <vt:i4>5</vt:i4>
      </vt:variant>
      <vt:variant>
        <vt:lpwstr>http://www.shp.eu/</vt:lpwstr>
      </vt:variant>
      <vt:variant>
        <vt:lpwstr/>
      </vt:variant>
      <vt:variant>
        <vt:i4>6422627</vt:i4>
      </vt:variant>
      <vt:variant>
        <vt:i4>6</vt:i4>
      </vt:variant>
      <vt:variant>
        <vt:i4>0</vt:i4>
      </vt:variant>
      <vt:variant>
        <vt:i4>5</vt:i4>
      </vt:variant>
      <vt:variant>
        <vt:lpwstr>http://www.shp.eu/</vt:lpwstr>
      </vt:variant>
      <vt:variant>
        <vt:lpwstr/>
      </vt:variant>
      <vt:variant>
        <vt:i4>458788</vt:i4>
      </vt:variant>
      <vt:variant>
        <vt:i4>3</vt:i4>
      </vt:variant>
      <vt:variant>
        <vt:i4>0</vt:i4>
      </vt:variant>
      <vt:variant>
        <vt:i4>5</vt:i4>
      </vt:variant>
      <vt:variant>
        <vt:lpwstr>mailto:shp@shp.eu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SPLAŠKOVÁ KANALIZACE A ČOV</dc:title>
  <dc:subject/>
  <dc:creator>Ondřej Volák</dc:creator>
  <cp:keywords/>
  <dc:description/>
  <cp:lastModifiedBy>Petr Mojzík</cp:lastModifiedBy>
  <cp:revision>69</cp:revision>
  <cp:lastPrinted>2019-08-29T13:28:00Z</cp:lastPrinted>
  <dcterms:created xsi:type="dcterms:W3CDTF">2020-04-19T11:39:00Z</dcterms:created>
  <dcterms:modified xsi:type="dcterms:W3CDTF">2021-05-28T12:37:00Z</dcterms:modified>
  <cp:category/>
</cp:coreProperties>
</file>